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36A6" w:rsidRPr="006E00A1" w:rsidRDefault="009236EE" w:rsidP="005B0223">
      <w:pPr>
        <w:pBdr>
          <w:top w:val="double" w:sz="18" w:space="22" w:color="auto"/>
          <w:left w:val="double" w:sz="18" w:space="0" w:color="auto"/>
          <w:bottom w:val="double" w:sz="18" w:space="12" w:color="auto"/>
          <w:right w:val="double" w:sz="18" w:space="0" w:color="auto"/>
        </w:pBdr>
        <w:tabs>
          <w:tab w:val="center" w:pos="4536"/>
        </w:tabs>
        <w:rPr>
          <w:szCs w:val="22"/>
        </w:rPr>
      </w:pPr>
      <w:bookmarkStart w:id="0" w:name="_GoBack"/>
      <w:bookmarkEnd w:id="0"/>
      <w:r>
        <w:rPr>
          <w:b/>
          <w:noProof/>
          <w:szCs w:val="22"/>
        </w:rPr>
        <w:drawing>
          <wp:anchor distT="0" distB="0" distL="114300" distR="114300" simplePos="0" relativeHeight="251656704" behindDoc="0" locked="0" layoutInCell="1" allowOverlap="1">
            <wp:simplePos x="0" y="0"/>
            <wp:positionH relativeFrom="column">
              <wp:posOffset>114300</wp:posOffset>
            </wp:positionH>
            <wp:positionV relativeFrom="paragraph">
              <wp:posOffset>228600</wp:posOffset>
            </wp:positionV>
            <wp:extent cx="2286000" cy="775970"/>
            <wp:effectExtent l="0" t="0" r="0" b="0"/>
            <wp:wrapNone/>
            <wp:docPr id="187" name="Afbeelding 187" descr="logo-ck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descr="logo-ckz"/>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0" cy="7759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Cs w:val="22"/>
        </w:rPr>
        <w:drawing>
          <wp:anchor distT="0" distB="0" distL="114300" distR="114300" simplePos="0" relativeHeight="251657728" behindDoc="0" locked="0" layoutInCell="1" allowOverlap="1">
            <wp:simplePos x="0" y="0"/>
            <wp:positionH relativeFrom="column">
              <wp:posOffset>5143500</wp:posOffset>
            </wp:positionH>
            <wp:positionV relativeFrom="paragraph">
              <wp:posOffset>228600</wp:posOffset>
            </wp:positionV>
            <wp:extent cx="1143000" cy="857250"/>
            <wp:effectExtent l="0" t="0" r="0" b="0"/>
            <wp:wrapNone/>
            <wp:docPr id="189" name="Afbeelding 189" descr="http://www.hetalternatief.org/Logo%20NIV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descr="http://www.hetalternatief.org/Logo%20NIVEL.gif"/>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1143000"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E636A6">
        <w:rPr>
          <w:szCs w:val="22"/>
        </w:rPr>
        <w:tab/>
      </w:r>
      <w:r w:rsidR="00E636A6">
        <w:rPr>
          <w:szCs w:val="22"/>
        </w:rPr>
        <w:tab/>
      </w:r>
      <w:r w:rsidR="00E636A6">
        <w:rPr>
          <w:szCs w:val="22"/>
        </w:rPr>
        <w:tab/>
      </w:r>
      <w:r w:rsidR="00E636A6">
        <w:rPr>
          <w:szCs w:val="22"/>
        </w:rPr>
        <w:tab/>
      </w:r>
      <w:r w:rsidR="00E636A6">
        <w:rPr>
          <w:szCs w:val="22"/>
        </w:rPr>
        <w:tab/>
      </w:r>
      <w:r w:rsidR="00E636A6">
        <w:rPr>
          <w:szCs w:val="22"/>
        </w:rPr>
        <w:tab/>
        <w:t xml:space="preserve">       </w:t>
      </w:r>
    </w:p>
    <w:p w:rsidR="00E636A6" w:rsidRPr="006E00A1" w:rsidRDefault="00E636A6" w:rsidP="005B0223">
      <w:pPr>
        <w:pBdr>
          <w:top w:val="double" w:sz="18" w:space="22" w:color="auto"/>
          <w:left w:val="double" w:sz="18" w:space="0" w:color="auto"/>
          <w:bottom w:val="double" w:sz="18" w:space="12" w:color="auto"/>
          <w:right w:val="double" w:sz="18" w:space="0" w:color="auto"/>
        </w:pBdr>
        <w:tabs>
          <w:tab w:val="center" w:pos="4536"/>
        </w:tabs>
        <w:rPr>
          <w:szCs w:val="22"/>
        </w:rPr>
      </w:pPr>
    </w:p>
    <w:p w:rsidR="00E636A6" w:rsidRDefault="00E636A6" w:rsidP="005B0223">
      <w:pPr>
        <w:pBdr>
          <w:top w:val="double" w:sz="18" w:space="22" w:color="auto"/>
          <w:left w:val="double" w:sz="18" w:space="0" w:color="auto"/>
          <w:bottom w:val="double" w:sz="18" w:space="12" w:color="auto"/>
          <w:right w:val="double" w:sz="18" w:space="0" w:color="auto"/>
        </w:pBdr>
        <w:tabs>
          <w:tab w:val="center" w:pos="4536"/>
        </w:tabs>
        <w:rPr>
          <w:szCs w:val="22"/>
        </w:rPr>
      </w:pPr>
    </w:p>
    <w:p w:rsidR="00E636A6" w:rsidRDefault="00E636A6" w:rsidP="005B0223">
      <w:pPr>
        <w:pBdr>
          <w:top w:val="double" w:sz="18" w:space="22" w:color="auto"/>
          <w:left w:val="double" w:sz="18" w:space="0" w:color="auto"/>
          <w:bottom w:val="double" w:sz="18" w:space="12" w:color="auto"/>
          <w:right w:val="double" w:sz="18" w:space="0" w:color="auto"/>
        </w:pBdr>
        <w:tabs>
          <w:tab w:val="center" w:pos="4536"/>
        </w:tabs>
        <w:rPr>
          <w:szCs w:val="22"/>
        </w:rPr>
      </w:pPr>
    </w:p>
    <w:p w:rsidR="00E636A6" w:rsidRDefault="00E636A6" w:rsidP="005B0223">
      <w:pPr>
        <w:pBdr>
          <w:top w:val="double" w:sz="18" w:space="22" w:color="auto"/>
          <w:left w:val="double" w:sz="18" w:space="0" w:color="auto"/>
          <w:bottom w:val="double" w:sz="18" w:space="12" w:color="auto"/>
          <w:right w:val="double" w:sz="18" w:space="0" w:color="auto"/>
        </w:pBdr>
        <w:tabs>
          <w:tab w:val="center" w:pos="4536"/>
        </w:tabs>
        <w:rPr>
          <w:szCs w:val="22"/>
        </w:rPr>
      </w:pPr>
    </w:p>
    <w:p w:rsidR="00E636A6" w:rsidRPr="006E00A1" w:rsidRDefault="00E636A6" w:rsidP="005B0223">
      <w:pPr>
        <w:pBdr>
          <w:top w:val="double" w:sz="18" w:space="22" w:color="auto"/>
          <w:left w:val="double" w:sz="18" w:space="0" w:color="auto"/>
          <w:bottom w:val="double" w:sz="18" w:space="12" w:color="auto"/>
          <w:right w:val="double" w:sz="18" w:space="0" w:color="auto"/>
        </w:pBdr>
        <w:tabs>
          <w:tab w:val="center" w:pos="4536"/>
        </w:tabs>
        <w:rPr>
          <w:szCs w:val="22"/>
        </w:rPr>
      </w:pPr>
    </w:p>
    <w:p w:rsidR="00E636A6" w:rsidRPr="006E00A1" w:rsidRDefault="00E636A6" w:rsidP="005B0223">
      <w:pPr>
        <w:pBdr>
          <w:top w:val="double" w:sz="18" w:space="22" w:color="auto"/>
          <w:left w:val="double" w:sz="18" w:space="0" w:color="auto"/>
          <w:bottom w:val="double" w:sz="18" w:space="12" w:color="auto"/>
          <w:right w:val="double" w:sz="18" w:space="0" w:color="auto"/>
        </w:pBdr>
        <w:tabs>
          <w:tab w:val="center" w:pos="4536"/>
        </w:tabs>
        <w:rPr>
          <w:sz w:val="40"/>
          <w:szCs w:val="40"/>
        </w:rPr>
      </w:pPr>
    </w:p>
    <w:p w:rsidR="00E636A6" w:rsidRDefault="00E636A6" w:rsidP="005B0223">
      <w:pPr>
        <w:pBdr>
          <w:top w:val="double" w:sz="18" w:space="22" w:color="auto"/>
          <w:left w:val="double" w:sz="18" w:space="0" w:color="auto"/>
          <w:bottom w:val="double" w:sz="18" w:space="12" w:color="auto"/>
          <w:right w:val="double" w:sz="18" w:space="0" w:color="auto"/>
        </w:pBdr>
        <w:tabs>
          <w:tab w:val="center" w:pos="4536"/>
        </w:tabs>
        <w:spacing w:line="240" w:lineRule="atLeast"/>
        <w:jc w:val="center"/>
        <w:rPr>
          <w:rFonts w:ascii="Arial" w:hAnsi="Arial" w:cs="Arial"/>
          <w:b/>
          <w:sz w:val="40"/>
          <w:szCs w:val="40"/>
        </w:rPr>
      </w:pPr>
    </w:p>
    <w:p w:rsidR="00E636A6" w:rsidRDefault="00E636A6" w:rsidP="005B0223">
      <w:pPr>
        <w:pBdr>
          <w:top w:val="double" w:sz="18" w:space="22" w:color="auto"/>
          <w:left w:val="double" w:sz="18" w:space="0" w:color="auto"/>
          <w:bottom w:val="double" w:sz="18" w:space="12" w:color="auto"/>
          <w:right w:val="double" w:sz="18" w:space="0" w:color="auto"/>
        </w:pBdr>
        <w:tabs>
          <w:tab w:val="center" w:pos="4536"/>
        </w:tabs>
        <w:spacing w:line="240" w:lineRule="atLeast"/>
        <w:jc w:val="center"/>
        <w:rPr>
          <w:rFonts w:ascii="Arial" w:hAnsi="Arial" w:cs="Arial"/>
          <w:b/>
          <w:sz w:val="40"/>
          <w:szCs w:val="40"/>
        </w:rPr>
      </w:pPr>
    </w:p>
    <w:p w:rsidR="00E636A6" w:rsidRDefault="00E636A6" w:rsidP="005B0223">
      <w:pPr>
        <w:pBdr>
          <w:top w:val="double" w:sz="18" w:space="22" w:color="auto"/>
          <w:left w:val="double" w:sz="18" w:space="0" w:color="auto"/>
          <w:bottom w:val="double" w:sz="18" w:space="12" w:color="auto"/>
          <w:right w:val="double" w:sz="18" w:space="0" w:color="auto"/>
        </w:pBdr>
        <w:tabs>
          <w:tab w:val="center" w:pos="4536"/>
        </w:tabs>
        <w:spacing w:line="240" w:lineRule="atLeast"/>
        <w:jc w:val="center"/>
        <w:rPr>
          <w:rFonts w:ascii="Arial" w:hAnsi="Arial" w:cs="Arial"/>
          <w:b/>
          <w:sz w:val="40"/>
          <w:szCs w:val="40"/>
        </w:rPr>
      </w:pPr>
      <w:r w:rsidRPr="00283325">
        <w:rPr>
          <w:rFonts w:ascii="Arial" w:hAnsi="Arial" w:cs="Arial"/>
          <w:b/>
          <w:sz w:val="40"/>
          <w:szCs w:val="40"/>
        </w:rPr>
        <w:t xml:space="preserve">Vragenlijst </w:t>
      </w:r>
    </w:p>
    <w:p w:rsidR="00E636A6" w:rsidRPr="00283325" w:rsidRDefault="00E636A6" w:rsidP="005B0223">
      <w:pPr>
        <w:pBdr>
          <w:top w:val="double" w:sz="18" w:space="22" w:color="auto"/>
          <w:left w:val="double" w:sz="18" w:space="0" w:color="auto"/>
          <w:bottom w:val="double" w:sz="18" w:space="12" w:color="auto"/>
          <w:right w:val="double" w:sz="18" w:space="0" w:color="auto"/>
        </w:pBdr>
        <w:tabs>
          <w:tab w:val="center" w:pos="4536"/>
        </w:tabs>
        <w:spacing w:line="240" w:lineRule="atLeast"/>
        <w:jc w:val="center"/>
        <w:rPr>
          <w:rFonts w:ascii="Arial" w:hAnsi="Arial" w:cs="Arial"/>
          <w:b/>
          <w:sz w:val="40"/>
          <w:szCs w:val="40"/>
        </w:rPr>
      </w:pPr>
    </w:p>
    <w:p w:rsidR="00E636A6" w:rsidRPr="00283325" w:rsidRDefault="00F2268E" w:rsidP="005B0223">
      <w:pPr>
        <w:pBdr>
          <w:top w:val="double" w:sz="18" w:space="22" w:color="auto"/>
          <w:left w:val="double" w:sz="18" w:space="0" w:color="auto"/>
          <w:bottom w:val="double" w:sz="18" w:space="12" w:color="auto"/>
          <w:right w:val="double" w:sz="18" w:space="0" w:color="auto"/>
        </w:pBdr>
        <w:tabs>
          <w:tab w:val="center" w:pos="4536"/>
        </w:tabs>
        <w:spacing w:line="240" w:lineRule="atLeast"/>
        <w:jc w:val="center"/>
        <w:rPr>
          <w:rFonts w:ascii="Arial" w:hAnsi="Arial" w:cs="Arial"/>
          <w:b/>
          <w:sz w:val="40"/>
          <w:szCs w:val="40"/>
        </w:rPr>
      </w:pPr>
      <w:r>
        <w:rPr>
          <w:rFonts w:ascii="Arial" w:hAnsi="Arial" w:cs="Arial"/>
          <w:b/>
          <w:sz w:val="40"/>
          <w:szCs w:val="40"/>
        </w:rPr>
        <w:t xml:space="preserve">Ervaringen met </w:t>
      </w:r>
      <w:r w:rsidR="00E636A6">
        <w:rPr>
          <w:rFonts w:ascii="Arial" w:hAnsi="Arial" w:cs="Arial"/>
          <w:b/>
          <w:sz w:val="40"/>
          <w:szCs w:val="40"/>
        </w:rPr>
        <w:t>reumazorg</w:t>
      </w:r>
    </w:p>
    <w:p w:rsidR="005B0223" w:rsidRDefault="005B0223" w:rsidP="005B0223">
      <w:pPr>
        <w:pBdr>
          <w:top w:val="double" w:sz="18" w:space="22" w:color="auto"/>
          <w:left w:val="double" w:sz="18" w:space="0" w:color="auto"/>
          <w:bottom w:val="double" w:sz="18" w:space="12" w:color="auto"/>
          <w:right w:val="double" w:sz="18" w:space="0" w:color="auto"/>
        </w:pBdr>
        <w:spacing w:line="240" w:lineRule="atLeast"/>
        <w:jc w:val="center"/>
        <w:rPr>
          <w:rFonts w:ascii="Arial" w:hAnsi="Arial" w:cs="Arial"/>
          <w:i/>
          <w:sz w:val="32"/>
          <w:szCs w:val="32"/>
        </w:rPr>
      </w:pPr>
    </w:p>
    <w:p w:rsidR="00E636A6" w:rsidRPr="003D0E8D" w:rsidRDefault="00A76DDA" w:rsidP="005B0223">
      <w:pPr>
        <w:pBdr>
          <w:top w:val="double" w:sz="18" w:space="22" w:color="auto"/>
          <w:left w:val="double" w:sz="18" w:space="0" w:color="auto"/>
          <w:bottom w:val="double" w:sz="18" w:space="12" w:color="auto"/>
          <w:right w:val="double" w:sz="18" w:space="0" w:color="auto"/>
        </w:pBdr>
        <w:spacing w:line="360" w:lineRule="auto"/>
        <w:jc w:val="center"/>
        <w:rPr>
          <w:sz w:val="40"/>
          <w:szCs w:val="40"/>
        </w:rPr>
      </w:pPr>
      <w:r>
        <w:rPr>
          <w:rFonts w:ascii="Arial" w:hAnsi="Arial" w:cs="Arial"/>
          <w:i/>
          <w:sz w:val="32"/>
          <w:szCs w:val="32"/>
        </w:rPr>
        <w:t>Bestemd voor personen van 16</w:t>
      </w:r>
      <w:r w:rsidR="005B0223" w:rsidRPr="00737DFE">
        <w:rPr>
          <w:rFonts w:ascii="Arial" w:hAnsi="Arial" w:cs="Arial"/>
          <w:i/>
          <w:sz w:val="32"/>
          <w:szCs w:val="32"/>
        </w:rPr>
        <w:t xml:space="preserve"> jaar en ouder </w:t>
      </w:r>
      <w:r w:rsidR="005B0223" w:rsidRPr="008500E4">
        <w:rPr>
          <w:rFonts w:ascii="Arial" w:hAnsi="Arial" w:cs="Arial"/>
          <w:i/>
          <w:sz w:val="32"/>
          <w:szCs w:val="32"/>
        </w:rPr>
        <w:t>die worden/ zijn behandeld voor reuma</w:t>
      </w:r>
    </w:p>
    <w:p w:rsidR="00E636A6" w:rsidRDefault="00E636A6" w:rsidP="005B0223">
      <w:pPr>
        <w:pBdr>
          <w:top w:val="double" w:sz="18" w:space="22" w:color="auto"/>
          <w:left w:val="double" w:sz="18" w:space="0" w:color="auto"/>
          <w:bottom w:val="double" w:sz="18" w:space="12" w:color="auto"/>
          <w:right w:val="double" w:sz="18" w:space="0" w:color="auto"/>
        </w:pBdr>
        <w:spacing w:line="240" w:lineRule="atLeast"/>
        <w:rPr>
          <w:sz w:val="40"/>
          <w:szCs w:val="40"/>
        </w:rPr>
      </w:pPr>
    </w:p>
    <w:p w:rsidR="005B0223" w:rsidRPr="003D0E8D" w:rsidRDefault="005B0223" w:rsidP="005B0223">
      <w:pPr>
        <w:pBdr>
          <w:top w:val="double" w:sz="18" w:space="22" w:color="auto"/>
          <w:left w:val="double" w:sz="18" w:space="0" w:color="auto"/>
          <w:bottom w:val="double" w:sz="18" w:space="12" w:color="auto"/>
          <w:right w:val="double" w:sz="18" w:space="0" w:color="auto"/>
        </w:pBdr>
        <w:spacing w:line="240" w:lineRule="atLeast"/>
        <w:rPr>
          <w:sz w:val="40"/>
          <w:szCs w:val="40"/>
        </w:rPr>
      </w:pPr>
    </w:p>
    <w:p w:rsidR="00E636A6" w:rsidRPr="00283325" w:rsidRDefault="00E636A6" w:rsidP="005B0223">
      <w:pPr>
        <w:pBdr>
          <w:top w:val="double" w:sz="18" w:space="22" w:color="auto"/>
          <w:left w:val="double" w:sz="18" w:space="0" w:color="auto"/>
          <w:bottom w:val="double" w:sz="18" w:space="12" w:color="auto"/>
          <w:right w:val="double" w:sz="18" w:space="0" w:color="auto"/>
        </w:pBdr>
        <w:spacing w:line="240" w:lineRule="atLeast"/>
        <w:jc w:val="center"/>
        <w:rPr>
          <w:rFonts w:ascii="Arial" w:hAnsi="Arial" w:cs="Arial"/>
          <w:sz w:val="32"/>
          <w:szCs w:val="32"/>
        </w:rPr>
      </w:pPr>
      <w:r w:rsidRPr="00283325">
        <w:rPr>
          <w:rFonts w:ascii="Arial" w:hAnsi="Arial" w:cs="Arial"/>
          <w:sz w:val="32"/>
          <w:szCs w:val="32"/>
        </w:rPr>
        <w:t xml:space="preserve">CQ-index </w:t>
      </w:r>
      <w:r w:rsidR="00F2268E">
        <w:rPr>
          <w:rFonts w:ascii="Arial" w:hAnsi="Arial" w:cs="Arial"/>
          <w:sz w:val="32"/>
          <w:szCs w:val="32"/>
        </w:rPr>
        <w:t>Reumatoïde Artritis</w:t>
      </w:r>
    </w:p>
    <w:p w:rsidR="00E636A6" w:rsidRPr="00283325" w:rsidRDefault="00E636A6" w:rsidP="005B0223">
      <w:pPr>
        <w:pBdr>
          <w:top w:val="double" w:sz="18" w:space="22" w:color="auto"/>
          <w:left w:val="double" w:sz="18" w:space="0" w:color="auto"/>
          <w:bottom w:val="double" w:sz="18" w:space="12" w:color="auto"/>
          <w:right w:val="double" w:sz="18" w:space="0" w:color="auto"/>
        </w:pBdr>
        <w:spacing w:line="240" w:lineRule="atLeast"/>
        <w:jc w:val="center"/>
        <w:rPr>
          <w:rFonts w:ascii="Arial" w:hAnsi="Arial" w:cs="Arial"/>
          <w:sz w:val="32"/>
          <w:szCs w:val="32"/>
        </w:rPr>
      </w:pPr>
    </w:p>
    <w:p w:rsidR="00E636A6" w:rsidRPr="00283325" w:rsidRDefault="00A76DDA" w:rsidP="005B0223">
      <w:pPr>
        <w:pBdr>
          <w:top w:val="double" w:sz="18" w:space="22" w:color="auto"/>
          <w:left w:val="double" w:sz="18" w:space="0" w:color="auto"/>
          <w:bottom w:val="double" w:sz="18" w:space="12" w:color="auto"/>
          <w:right w:val="double" w:sz="18" w:space="0" w:color="auto"/>
        </w:pBdr>
        <w:spacing w:line="240" w:lineRule="atLeast"/>
        <w:jc w:val="center"/>
        <w:rPr>
          <w:rFonts w:ascii="Arial" w:hAnsi="Arial" w:cs="Arial"/>
          <w:sz w:val="32"/>
          <w:szCs w:val="32"/>
        </w:rPr>
      </w:pPr>
      <w:r>
        <w:rPr>
          <w:rFonts w:ascii="Arial" w:hAnsi="Arial" w:cs="Arial"/>
          <w:sz w:val="32"/>
          <w:szCs w:val="32"/>
        </w:rPr>
        <w:t>Versie 2.2</w:t>
      </w:r>
    </w:p>
    <w:p w:rsidR="00E636A6" w:rsidRPr="006E00A1" w:rsidRDefault="00E636A6" w:rsidP="005B0223">
      <w:pPr>
        <w:pBdr>
          <w:top w:val="double" w:sz="18" w:space="22" w:color="auto"/>
          <w:left w:val="double" w:sz="18" w:space="0" w:color="auto"/>
          <w:bottom w:val="double" w:sz="18" w:space="12" w:color="auto"/>
          <w:right w:val="double" w:sz="18" w:space="0" w:color="auto"/>
        </w:pBdr>
        <w:spacing w:line="240" w:lineRule="atLeast"/>
        <w:jc w:val="center"/>
        <w:rPr>
          <w:szCs w:val="22"/>
        </w:rPr>
      </w:pPr>
    </w:p>
    <w:p w:rsidR="00E636A6" w:rsidRPr="006E00A1" w:rsidRDefault="00E636A6" w:rsidP="005B0223">
      <w:pPr>
        <w:pBdr>
          <w:top w:val="double" w:sz="18" w:space="22" w:color="auto"/>
          <w:left w:val="double" w:sz="18" w:space="0" w:color="auto"/>
          <w:bottom w:val="double" w:sz="18" w:space="12" w:color="auto"/>
          <w:right w:val="double" w:sz="18" w:space="0" w:color="auto"/>
        </w:pBdr>
        <w:spacing w:line="240" w:lineRule="atLeast"/>
        <w:jc w:val="center"/>
        <w:rPr>
          <w:b/>
          <w:szCs w:val="22"/>
        </w:rPr>
      </w:pPr>
    </w:p>
    <w:p w:rsidR="00E636A6" w:rsidRPr="006E00A1" w:rsidRDefault="00E636A6" w:rsidP="005B0223">
      <w:pPr>
        <w:pBdr>
          <w:top w:val="double" w:sz="18" w:space="22" w:color="auto"/>
          <w:left w:val="double" w:sz="18" w:space="0" w:color="auto"/>
          <w:bottom w:val="double" w:sz="18" w:space="12" w:color="auto"/>
          <w:right w:val="double" w:sz="18" w:space="0" w:color="auto"/>
        </w:pBdr>
        <w:spacing w:line="240" w:lineRule="atLeast"/>
        <w:jc w:val="center"/>
        <w:rPr>
          <w:b/>
          <w:szCs w:val="22"/>
        </w:rPr>
      </w:pPr>
    </w:p>
    <w:p w:rsidR="00E636A6" w:rsidRPr="006E00A1" w:rsidRDefault="00E636A6" w:rsidP="005B0223">
      <w:pPr>
        <w:pBdr>
          <w:top w:val="double" w:sz="18" w:space="22" w:color="auto"/>
          <w:left w:val="double" w:sz="18" w:space="0" w:color="auto"/>
          <w:bottom w:val="double" w:sz="18" w:space="12" w:color="auto"/>
          <w:right w:val="double" w:sz="18" w:space="0" w:color="auto"/>
        </w:pBdr>
        <w:spacing w:line="240" w:lineRule="atLeast"/>
        <w:jc w:val="center"/>
        <w:rPr>
          <w:b/>
          <w:szCs w:val="22"/>
        </w:rPr>
      </w:pPr>
    </w:p>
    <w:p w:rsidR="00E636A6" w:rsidRDefault="00E636A6" w:rsidP="005B0223">
      <w:pPr>
        <w:pBdr>
          <w:top w:val="double" w:sz="18" w:space="22" w:color="auto"/>
          <w:left w:val="double" w:sz="18" w:space="0" w:color="auto"/>
          <w:bottom w:val="double" w:sz="18" w:space="12" w:color="auto"/>
          <w:right w:val="double" w:sz="18" w:space="0" w:color="auto"/>
        </w:pBdr>
        <w:rPr>
          <w:rFonts w:ascii="Arial" w:hAnsi="Arial" w:cs="Arial"/>
          <w:b/>
          <w:szCs w:val="22"/>
        </w:rPr>
      </w:pPr>
    </w:p>
    <w:p w:rsidR="005B0223" w:rsidRDefault="005B0223" w:rsidP="005B0223">
      <w:pPr>
        <w:pBdr>
          <w:top w:val="double" w:sz="18" w:space="22" w:color="auto"/>
          <w:left w:val="double" w:sz="18" w:space="0" w:color="auto"/>
          <w:bottom w:val="double" w:sz="18" w:space="12" w:color="auto"/>
          <w:right w:val="double" w:sz="18" w:space="0" w:color="auto"/>
        </w:pBdr>
        <w:rPr>
          <w:rFonts w:ascii="Arial" w:hAnsi="Arial" w:cs="Arial"/>
          <w:b/>
          <w:szCs w:val="22"/>
        </w:rPr>
      </w:pPr>
    </w:p>
    <w:p w:rsidR="00E636A6" w:rsidRDefault="00E636A6" w:rsidP="005B0223">
      <w:pPr>
        <w:pBdr>
          <w:top w:val="double" w:sz="18" w:space="22" w:color="auto"/>
          <w:left w:val="double" w:sz="18" w:space="0" w:color="auto"/>
          <w:bottom w:val="double" w:sz="18" w:space="12" w:color="auto"/>
          <w:right w:val="double" w:sz="18" w:space="0" w:color="auto"/>
        </w:pBdr>
        <w:jc w:val="center"/>
        <w:rPr>
          <w:rFonts w:ascii="Arial" w:hAnsi="Arial" w:cs="Arial"/>
          <w:b/>
          <w:szCs w:val="22"/>
        </w:rPr>
      </w:pPr>
    </w:p>
    <w:p w:rsidR="005B0223" w:rsidRDefault="005B0223" w:rsidP="005B0223">
      <w:pPr>
        <w:pBdr>
          <w:top w:val="double" w:sz="18" w:space="22" w:color="auto"/>
          <w:left w:val="double" w:sz="18" w:space="0" w:color="auto"/>
          <w:bottom w:val="double" w:sz="18" w:space="12" w:color="auto"/>
          <w:right w:val="double" w:sz="18" w:space="0" w:color="auto"/>
        </w:pBdr>
        <w:jc w:val="center"/>
        <w:rPr>
          <w:rFonts w:ascii="Arial" w:hAnsi="Arial" w:cs="Arial"/>
          <w:b/>
          <w:szCs w:val="22"/>
        </w:rPr>
      </w:pPr>
    </w:p>
    <w:p w:rsidR="005B0223" w:rsidRDefault="005B0223" w:rsidP="005B0223">
      <w:pPr>
        <w:pBdr>
          <w:top w:val="double" w:sz="18" w:space="22" w:color="auto"/>
          <w:left w:val="double" w:sz="18" w:space="0" w:color="auto"/>
          <w:bottom w:val="double" w:sz="18" w:space="12" w:color="auto"/>
          <w:right w:val="double" w:sz="18" w:space="0" w:color="auto"/>
        </w:pBdr>
        <w:jc w:val="center"/>
        <w:rPr>
          <w:rFonts w:ascii="Arial" w:hAnsi="Arial" w:cs="Arial"/>
          <w:b/>
          <w:szCs w:val="22"/>
        </w:rPr>
      </w:pPr>
    </w:p>
    <w:p w:rsidR="005B0223" w:rsidRDefault="005B0223" w:rsidP="005B0223">
      <w:pPr>
        <w:pBdr>
          <w:top w:val="double" w:sz="18" w:space="22" w:color="auto"/>
          <w:left w:val="double" w:sz="18" w:space="0" w:color="auto"/>
          <w:bottom w:val="double" w:sz="18" w:space="12" w:color="auto"/>
          <w:right w:val="double" w:sz="18" w:space="0" w:color="auto"/>
        </w:pBdr>
        <w:jc w:val="center"/>
        <w:rPr>
          <w:rFonts w:ascii="Arial" w:hAnsi="Arial" w:cs="Arial"/>
          <w:b/>
          <w:szCs w:val="22"/>
        </w:rPr>
      </w:pPr>
    </w:p>
    <w:p w:rsidR="005B0223" w:rsidRDefault="005B0223" w:rsidP="005B0223">
      <w:pPr>
        <w:pBdr>
          <w:top w:val="double" w:sz="18" w:space="22" w:color="auto"/>
          <w:left w:val="double" w:sz="18" w:space="0" w:color="auto"/>
          <w:bottom w:val="double" w:sz="18" w:space="12" w:color="auto"/>
          <w:right w:val="double" w:sz="18" w:space="0" w:color="auto"/>
        </w:pBdr>
        <w:jc w:val="center"/>
        <w:rPr>
          <w:rFonts w:ascii="Arial" w:hAnsi="Arial" w:cs="Arial"/>
          <w:b/>
          <w:szCs w:val="22"/>
        </w:rPr>
      </w:pPr>
    </w:p>
    <w:p w:rsidR="005B0223" w:rsidRDefault="005B0223" w:rsidP="005B0223">
      <w:pPr>
        <w:pBdr>
          <w:top w:val="double" w:sz="18" w:space="22" w:color="auto"/>
          <w:left w:val="double" w:sz="18" w:space="0" w:color="auto"/>
          <w:bottom w:val="double" w:sz="18" w:space="12" w:color="auto"/>
          <w:right w:val="double" w:sz="18" w:space="0" w:color="auto"/>
        </w:pBdr>
        <w:jc w:val="center"/>
        <w:rPr>
          <w:rFonts w:ascii="Arial" w:hAnsi="Arial" w:cs="Arial"/>
          <w:b/>
          <w:szCs w:val="22"/>
        </w:rPr>
      </w:pPr>
    </w:p>
    <w:p w:rsidR="005B0223" w:rsidRPr="005B0223" w:rsidRDefault="005B0223" w:rsidP="005B0223">
      <w:pPr>
        <w:pBdr>
          <w:top w:val="double" w:sz="18" w:space="22" w:color="auto"/>
          <w:left w:val="double" w:sz="18" w:space="0" w:color="auto"/>
          <w:bottom w:val="double" w:sz="18" w:space="12" w:color="auto"/>
          <w:right w:val="double" w:sz="18" w:space="0" w:color="auto"/>
        </w:pBdr>
        <w:jc w:val="center"/>
        <w:rPr>
          <w:rFonts w:ascii="Arial" w:hAnsi="Arial" w:cs="Arial"/>
          <w:b/>
          <w:szCs w:val="22"/>
        </w:rPr>
      </w:pPr>
    </w:p>
    <w:p w:rsidR="00C87EB2" w:rsidRDefault="00E636A6" w:rsidP="005B0223">
      <w:pPr>
        <w:pBdr>
          <w:top w:val="double" w:sz="18" w:space="22" w:color="auto"/>
          <w:left w:val="double" w:sz="18" w:space="0" w:color="auto"/>
          <w:bottom w:val="double" w:sz="18" w:space="12" w:color="auto"/>
          <w:right w:val="double" w:sz="18" w:space="0" w:color="auto"/>
        </w:pBdr>
        <w:tabs>
          <w:tab w:val="left" w:pos="1701"/>
        </w:tabs>
        <w:jc w:val="center"/>
        <w:rPr>
          <w:rFonts w:ascii="Arial" w:hAnsi="Arial" w:cs="Arial"/>
          <w:b/>
          <w:bCs/>
          <w:szCs w:val="22"/>
        </w:rPr>
      </w:pPr>
      <w:r w:rsidRPr="005B0223">
        <w:rPr>
          <w:rFonts w:ascii="Arial" w:hAnsi="Arial" w:cs="Arial"/>
          <w:b/>
          <w:bCs/>
          <w:szCs w:val="22"/>
        </w:rPr>
        <w:t xml:space="preserve">Deze specifieke vragenlijst is gebaseerd </w:t>
      </w:r>
      <w:r w:rsidR="005B0223" w:rsidRPr="005B0223">
        <w:rPr>
          <w:rFonts w:ascii="Arial" w:hAnsi="Arial" w:cs="Arial"/>
          <w:b/>
          <w:szCs w:val="22"/>
        </w:rPr>
        <w:t>op de internationaal gebruikte CAHPS</w:t>
      </w:r>
      <w:r w:rsidR="005B0223" w:rsidRPr="005B0223">
        <w:rPr>
          <w:rFonts w:ascii="Arial" w:hAnsi="Arial" w:cs="Arial"/>
          <w:b/>
          <w:bCs/>
          <w:szCs w:val="22"/>
          <w:vertAlign w:val="superscript"/>
        </w:rPr>
        <w:t>®</w:t>
      </w:r>
      <w:r w:rsidR="005B0223" w:rsidRPr="005B0223">
        <w:rPr>
          <w:rFonts w:ascii="Arial" w:hAnsi="Arial" w:cs="Arial"/>
          <w:b/>
          <w:szCs w:val="22"/>
        </w:rPr>
        <w:t xml:space="preserve"> vragenlijste</w:t>
      </w:r>
      <w:r w:rsidR="00A76DDA">
        <w:rPr>
          <w:rFonts w:ascii="Arial" w:hAnsi="Arial" w:cs="Arial"/>
          <w:b/>
          <w:szCs w:val="22"/>
        </w:rPr>
        <w:t>n</w:t>
      </w:r>
      <w:r w:rsidR="00F2268E" w:rsidRPr="005B0223">
        <w:rPr>
          <w:rFonts w:ascii="Arial" w:hAnsi="Arial" w:cs="Arial"/>
          <w:b/>
          <w:bCs/>
          <w:szCs w:val="22"/>
        </w:rPr>
        <w:t>.</w:t>
      </w:r>
      <w:r w:rsidRPr="005B0223">
        <w:rPr>
          <w:rFonts w:ascii="Arial" w:hAnsi="Arial" w:cs="Arial"/>
          <w:b/>
          <w:bCs/>
          <w:szCs w:val="22"/>
        </w:rPr>
        <w:t xml:space="preserve"> </w:t>
      </w:r>
    </w:p>
    <w:p w:rsidR="00E636A6" w:rsidRPr="005B0223" w:rsidRDefault="00E636A6" w:rsidP="005B0223">
      <w:pPr>
        <w:pBdr>
          <w:top w:val="double" w:sz="18" w:space="22" w:color="auto"/>
          <w:left w:val="double" w:sz="18" w:space="0" w:color="auto"/>
          <w:bottom w:val="double" w:sz="18" w:space="12" w:color="auto"/>
          <w:right w:val="double" w:sz="18" w:space="0" w:color="auto"/>
        </w:pBdr>
        <w:tabs>
          <w:tab w:val="left" w:pos="1701"/>
        </w:tabs>
        <w:jc w:val="center"/>
        <w:rPr>
          <w:rFonts w:ascii="Arial" w:hAnsi="Arial" w:cs="Arial"/>
          <w:b/>
          <w:bCs/>
          <w:szCs w:val="22"/>
        </w:rPr>
      </w:pPr>
      <w:r w:rsidRPr="005B0223">
        <w:rPr>
          <w:rFonts w:ascii="Arial" w:hAnsi="Arial" w:cs="Arial"/>
          <w:b/>
          <w:bCs/>
          <w:szCs w:val="22"/>
        </w:rPr>
        <w:t xml:space="preserve">De vragenlijst is ontwikkeld door </w:t>
      </w:r>
      <w:r w:rsidR="00F2268E" w:rsidRPr="005B0223">
        <w:rPr>
          <w:rFonts w:ascii="Arial" w:hAnsi="Arial" w:cs="Arial"/>
          <w:b/>
          <w:bCs/>
          <w:szCs w:val="22"/>
        </w:rPr>
        <w:t>het NIVEL, in samenwerking met het Kwaliteitsinstituut voor de gezondheidszorg CBO, de Reumapatiëntenbond en de zorgverzekeraars Agis, Delta Lloyd, Menzis, Univé/VGZ.</w:t>
      </w:r>
    </w:p>
    <w:p w:rsidR="00E636A6" w:rsidRPr="00F2268E" w:rsidRDefault="00E636A6" w:rsidP="005B0223">
      <w:pPr>
        <w:pBdr>
          <w:top w:val="double" w:sz="18" w:space="22" w:color="auto"/>
          <w:left w:val="double" w:sz="18" w:space="0" w:color="auto"/>
          <w:bottom w:val="double" w:sz="18" w:space="12" w:color="auto"/>
          <w:right w:val="double" w:sz="18" w:space="0" w:color="auto"/>
        </w:pBdr>
        <w:jc w:val="center"/>
        <w:rPr>
          <w:rFonts w:ascii="Arial" w:hAnsi="Arial" w:cs="Arial"/>
          <w:szCs w:val="22"/>
        </w:rPr>
      </w:pPr>
    </w:p>
    <w:p w:rsidR="00E636A6" w:rsidRPr="00F2268E" w:rsidRDefault="00E636A6" w:rsidP="005B0223">
      <w:pPr>
        <w:pBdr>
          <w:top w:val="double" w:sz="18" w:space="22" w:color="auto"/>
          <w:left w:val="double" w:sz="18" w:space="0" w:color="auto"/>
          <w:bottom w:val="double" w:sz="18" w:space="12" w:color="auto"/>
          <w:right w:val="double" w:sz="18" w:space="0" w:color="auto"/>
        </w:pBdr>
        <w:jc w:val="center"/>
        <w:rPr>
          <w:rFonts w:ascii="Arial" w:hAnsi="Arial" w:cs="Arial"/>
          <w:szCs w:val="22"/>
        </w:rPr>
      </w:pPr>
    </w:p>
    <w:p w:rsidR="00E636A6" w:rsidRPr="00F2268E" w:rsidRDefault="00E636A6" w:rsidP="005B0223">
      <w:pPr>
        <w:pBdr>
          <w:top w:val="double" w:sz="18" w:space="22" w:color="auto"/>
          <w:left w:val="double" w:sz="18" w:space="0" w:color="auto"/>
          <w:bottom w:val="double" w:sz="18" w:space="12" w:color="auto"/>
          <w:right w:val="double" w:sz="18" w:space="0" w:color="auto"/>
        </w:pBdr>
        <w:jc w:val="center"/>
        <w:rPr>
          <w:rFonts w:ascii="Arial" w:hAnsi="Arial" w:cs="Arial"/>
          <w:szCs w:val="22"/>
        </w:rPr>
      </w:pPr>
      <w:r w:rsidRPr="00F2268E">
        <w:rPr>
          <w:rFonts w:ascii="Arial" w:hAnsi="Arial" w:cs="Arial"/>
          <w:szCs w:val="22"/>
        </w:rPr>
        <w:t>Het basisontwerp van de CQI meetinstrumenten is ontwikkeld door het NIVEL in samenwerking met de afdeling Sociale Geneeskunde van het AMC.</w:t>
      </w:r>
    </w:p>
    <w:p w:rsidR="005B0223" w:rsidRDefault="005B0223" w:rsidP="005B0223">
      <w:pPr>
        <w:pBdr>
          <w:top w:val="double" w:sz="18" w:space="22" w:color="auto"/>
          <w:left w:val="double" w:sz="18" w:space="0" w:color="auto"/>
          <w:bottom w:val="double" w:sz="18" w:space="12" w:color="auto"/>
          <w:right w:val="double" w:sz="18" w:space="0" w:color="auto"/>
        </w:pBdr>
        <w:rPr>
          <w:rFonts w:ascii="Arial" w:hAnsi="Arial" w:cs="Arial"/>
          <w:sz w:val="20"/>
        </w:rPr>
      </w:pPr>
    </w:p>
    <w:p w:rsidR="00F2268E" w:rsidRDefault="00F2268E" w:rsidP="004104D7"/>
    <w:p w:rsidR="00F2268E" w:rsidRPr="00E92174" w:rsidRDefault="00F2268E" w:rsidP="00F2268E">
      <w:pPr>
        <w:pBdr>
          <w:top w:val="single" w:sz="4" w:space="1" w:color="auto"/>
          <w:left w:val="single" w:sz="4" w:space="4" w:color="auto"/>
          <w:bottom w:val="single" w:sz="4" w:space="1" w:color="auto"/>
          <w:right w:val="single" w:sz="4" w:space="4" w:color="auto"/>
        </w:pBdr>
        <w:spacing w:line="280" w:lineRule="atLeast"/>
        <w:rPr>
          <w:rFonts w:ascii="Arial" w:hAnsi="Arial" w:cs="Arial"/>
          <w:b/>
          <w:sz w:val="24"/>
          <w:u w:val="single"/>
        </w:rPr>
      </w:pPr>
      <w:r w:rsidRPr="00E92174">
        <w:rPr>
          <w:rFonts w:ascii="Arial" w:hAnsi="Arial" w:cs="Arial"/>
          <w:b/>
          <w:sz w:val="24"/>
          <w:u w:val="single"/>
        </w:rPr>
        <w:t xml:space="preserve">INTRODUCTIE </w:t>
      </w:r>
    </w:p>
    <w:p w:rsidR="00F2268E" w:rsidRPr="00E92174" w:rsidRDefault="00F2268E" w:rsidP="00F2268E">
      <w:pPr>
        <w:pBdr>
          <w:top w:val="single" w:sz="4" w:space="1" w:color="auto"/>
          <w:left w:val="single" w:sz="4" w:space="4" w:color="auto"/>
          <w:bottom w:val="single" w:sz="4" w:space="1" w:color="auto"/>
          <w:right w:val="single" w:sz="4" w:space="4" w:color="auto"/>
        </w:pBdr>
        <w:spacing w:line="280" w:lineRule="atLeast"/>
        <w:rPr>
          <w:rFonts w:ascii="Arial" w:hAnsi="Arial" w:cs="Arial"/>
          <w:b/>
          <w:sz w:val="20"/>
          <w:szCs w:val="20"/>
        </w:rPr>
      </w:pPr>
    </w:p>
    <w:p w:rsidR="00F2268E" w:rsidRPr="00E92174" w:rsidRDefault="00F2268E" w:rsidP="00F2268E">
      <w:pPr>
        <w:pBdr>
          <w:top w:val="single" w:sz="4" w:space="1" w:color="auto"/>
          <w:left w:val="single" w:sz="4" w:space="4" w:color="auto"/>
          <w:bottom w:val="single" w:sz="4" w:space="1" w:color="auto"/>
          <w:right w:val="single" w:sz="4" w:space="4" w:color="auto"/>
        </w:pBdr>
        <w:spacing w:line="280" w:lineRule="atLeast"/>
        <w:jc w:val="both"/>
        <w:rPr>
          <w:rFonts w:ascii="Arial" w:hAnsi="Arial" w:cs="Arial"/>
          <w:i/>
          <w:sz w:val="20"/>
          <w:szCs w:val="20"/>
        </w:rPr>
      </w:pPr>
      <w:r w:rsidRPr="00E92174">
        <w:rPr>
          <w:rFonts w:ascii="Arial" w:hAnsi="Arial" w:cs="Arial"/>
          <w:sz w:val="20"/>
          <w:szCs w:val="20"/>
        </w:rPr>
        <w:t>Deze vragenlijst gaat ov</w:t>
      </w:r>
      <w:r>
        <w:rPr>
          <w:rFonts w:ascii="Arial" w:hAnsi="Arial" w:cs="Arial"/>
          <w:sz w:val="20"/>
        </w:rPr>
        <w:t>er uw ervaringen met reumazorg</w:t>
      </w:r>
      <w:r w:rsidRPr="00E92174">
        <w:rPr>
          <w:rFonts w:ascii="Arial" w:hAnsi="Arial" w:cs="Arial"/>
          <w:sz w:val="20"/>
          <w:szCs w:val="20"/>
        </w:rPr>
        <w:t xml:space="preserve"> Wij stellen het zeer op prijs als u deze vragenlijst wilt invullen. </w:t>
      </w:r>
      <w:r w:rsidRPr="00E92174">
        <w:rPr>
          <w:rFonts w:ascii="Arial" w:hAnsi="Arial" w:cs="Arial"/>
          <w:bCs/>
          <w:iCs/>
          <w:sz w:val="20"/>
          <w:szCs w:val="20"/>
        </w:rPr>
        <w:t xml:space="preserve">Het invullen van deze </w:t>
      </w:r>
      <w:r>
        <w:rPr>
          <w:rFonts w:ascii="Arial" w:hAnsi="Arial" w:cs="Arial"/>
          <w:bCs/>
          <w:iCs/>
          <w:sz w:val="20"/>
        </w:rPr>
        <w:t>vragenlijst duurt ongeveer 30</w:t>
      </w:r>
      <w:r w:rsidRPr="00E92174">
        <w:rPr>
          <w:rFonts w:ascii="Arial" w:hAnsi="Arial" w:cs="Arial"/>
          <w:bCs/>
          <w:iCs/>
          <w:sz w:val="20"/>
          <w:szCs w:val="20"/>
        </w:rPr>
        <w:t xml:space="preserve"> minuten. </w:t>
      </w:r>
      <w:r w:rsidRPr="00E92174">
        <w:rPr>
          <w:rFonts w:ascii="Arial" w:hAnsi="Arial" w:cs="Arial"/>
          <w:i/>
          <w:sz w:val="20"/>
          <w:szCs w:val="20"/>
        </w:rPr>
        <w:t xml:space="preserve"> </w:t>
      </w:r>
    </w:p>
    <w:p w:rsidR="00F2268E" w:rsidRPr="00E92174" w:rsidRDefault="00F2268E" w:rsidP="00F2268E">
      <w:pPr>
        <w:pBdr>
          <w:top w:val="single" w:sz="4" w:space="1" w:color="auto"/>
          <w:left w:val="single" w:sz="4" w:space="4" w:color="auto"/>
          <w:bottom w:val="single" w:sz="4" w:space="1" w:color="auto"/>
          <w:right w:val="single" w:sz="4" w:space="4" w:color="auto"/>
        </w:pBdr>
        <w:spacing w:line="280" w:lineRule="atLeast"/>
        <w:jc w:val="both"/>
        <w:rPr>
          <w:rFonts w:ascii="Arial" w:hAnsi="Arial" w:cs="Arial"/>
          <w:sz w:val="20"/>
          <w:szCs w:val="20"/>
        </w:rPr>
      </w:pPr>
    </w:p>
    <w:p w:rsidR="00F2268E" w:rsidRPr="00E92174" w:rsidRDefault="00F2268E" w:rsidP="00F2268E">
      <w:pPr>
        <w:pBdr>
          <w:top w:val="single" w:sz="4" w:space="1" w:color="auto"/>
          <w:left w:val="single" w:sz="4" w:space="4" w:color="auto"/>
          <w:bottom w:val="single" w:sz="4" w:space="1" w:color="auto"/>
          <w:right w:val="single" w:sz="4" w:space="4" w:color="auto"/>
        </w:pBdr>
        <w:tabs>
          <w:tab w:val="left" w:pos="360"/>
          <w:tab w:val="left" w:pos="1800"/>
        </w:tabs>
        <w:spacing w:line="280" w:lineRule="atLeast"/>
        <w:jc w:val="both"/>
        <w:rPr>
          <w:rFonts w:ascii="Arial" w:hAnsi="Arial" w:cs="Arial"/>
          <w:sz w:val="20"/>
          <w:szCs w:val="20"/>
        </w:rPr>
      </w:pPr>
      <w:r w:rsidRPr="00E92174">
        <w:rPr>
          <w:rFonts w:ascii="Arial" w:hAnsi="Arial" w:cs="Arial"/>
          <w:sz w:val="20"/>
          <w:szCs w:val="20"/>
        </w:rPr>
        <w:t xml:space="preserve">De vragenlijst wordt </w:t>
      </w:r>
      <w:r w:rsidRPr="00E92174">
        <w:rPr>
          <w:rFonts w:ascii="Arial" w:hAnsi="Arial" w:cs="Arial"/>
          <w:sz w:val="20"/>
          <w:szCs w:val="20"/>
          <w:u w:val="single"/>
        </w:rPr>
        <w:t>anoniem</w:t>
      </w:r>
      <w:r w:rsidRPr="00E92174">
        <w:rPr>
          <w:rFonts w:ascii="Arial" w:hAnsi="Arial" w:cs="Arial"/>
          <w:sz w:val="20"/>
          <w:szCs w:val="20"/>
        </w:rPr>
        <w:t xml:space="preserve"> en vertrouwelijk gebruikt. Dit betekent dat niemand weet welke antwoorden u heeft gegeven. Ook worden uw gegevens niet met anderen gedeeld. Verder ziet u een nummer op de voorkant van deze vragenlijst staan. Dit nummer wordt ALLEEN gebruikt om te kijken of de vragenlijst al is teruggestuurd. U krijgt dan géén herinnering meer thuis gestuurd.. </w:t>
      </w:r>
    </w:p>
    <w:p w:rsidR="00F2268E" w:rsidRPr="00E92174" w:rsidRDefault="00F2268E" w:rsidP="00F2268E">
      <w:pPr>
        <w:pBdr>
          <w:top w:val="single" w:sz="4" w:space="1" w:color="auto"/>
          <w:left w:val="single" w:sz="4" w:space="4" w:color="auto"/>
          <w:bottom w:val="single" w:sz="4" w:space="1" w:color="auto"/>
          <w:right w:val="single" w:sz="4" w:space="4" w:color="auto"/>
        </w:pBdr>
        <w:tabs>
          <w:tab w:val="left" w:pos="360"/>
          <w:tab w:val="left" w:pos="1800"/>
        </w:tabs>
        <w:spacing w:line="280" w:lineRule="atLeast"/>
        <w:jc w:val="both"/>
        <w:rPr>
          <w:rFonts w:ascii="Arial" w:hAnsi="Arial" w:cs="Arial"/>
          <w:sz w:val="20"/>
          <w:szCs w:val="20"/>
        </w:rPr>
      </w:pPr>
    </w:p>
    <w:p w:rsidR="00F2268E" w:rsidRPr="00E92174" w:rsidRDefault="00F2268E" w:rsidP="00F2268E">
      <w:pPr>
        <w:pBdr>
          <w:top w:val="single" w:sz="4" w:space="1" w:color="auto"/>
          <w:left w:val="single" w:sz="4" w:space="4" w:color="auto"/>
          <w:bottom w:val="single" w:sz="4" w:space="1" w:color="auto"/>
          <w:right w:val="single" w:sz="4" w:space="4" w:color="auto"/>
        </w:pBdr>
        <w:spacing w:line="280" w:lineRule="atLeast"/>
        <w:jc w:val="both"/>
        <w:rPr>
          <w:rFonts w:ascii="Arial" w:hAnsi="Arial" w:cs="Arial"/>
          <w:i/>
          <w:sz w:val="20"/>
          <w:szCs w:val="20"/>
        </w:rPr>
      </w:pPr>
      <w:r w:rsidRPr="00E92174">
        <w:rPr>
          <w:rFonts w:ascii="Arial" w:hAnsi="Arial" w:cs="Arial"/>
          <w:sz w:val="20"/>
          <w:szCs w:val="20"/>
        </w:rPr>
        <w:t>Deelname aan dit onderzoek is geheel vrijwillig</w:t>
      </w:r>
      <w:r w:rsidRPr="00E92174">
        <w:rPr>
          <w:rFonts w:ascii="Arial" w:hAnsi="Arial" w:cs="Arial"/>
          <w:i/>
          <w:sz w:val="20"/>
          <w:szCs w:val="20"/>
        </w:rPr>
        <w:t xml:space="preserve">. </w:t>
      </w:r>
      <w:r w:rsidRPr="00E92174">
        <w:rPr>
          <w:rFonts w:ascii="Arial" w:hAnsi="Arial" w:cs="Arial"/>
          <w:sz w:val="20"/>
          <w:szCs w:val="20"/>
        </w:rPr>
        <w:t xml:space="preserve">Het wel of niet meedoen aan dit onderzoek heeft géén gevolgen voor de zorg die u krijgt. Als u </w:t>
      </w:r>
      <w:r w:rsidRPr="00E92174">
        <w:rPr>
          <w:rFonts w:ascii="Arial" w:hAnsi="Arial" w:cs="Arial"/>
          <w:sz w:val="20"/>
          <w:szCs w:val="20"/>
          <w:u w:val="single"/>
        </w:rPr>
        <w:t>niet</w:t>
      </w:r>
      <w:r w:rsidRPr="00E92174">
        <w:rPr>
          <w:rFonts w:ascii="Arial" w:hAnsi="Arial" w:cs="Arial"/>
          <w:sz w:val="20"/>
          <w:szCs w:val="20"/>
        </w:rPr>
        <w:t xml:space="preserve"> wilt meedoen aan dit onderzoek, zet dan een kruisje in dit vakje </w:t>
      </w:r>
      <w:r w:rsidRPr="00F2268E">
        <w:rPr>
          <w:rFonts w:ascii="Arial" w:hAnsi="Arial" w:cs="Arial"/>
          <w:sz w:val="24"/>
        </w:rPr>
        <w:sym w:font="Wingdings" w:char="F0A8"/>
      </w:r>
      <w:r w:rsidRPr="00E92174">
        <w:rPr>
          <w:rFonts w:ascii="Arial" w:hAnsi="Arial" w:cs="Arial"/>
          <w:sz w:val="20"/>
          <w:szCs w:val="20"/>
        </w:rPr>
        <w:t xml:space="preserve">. </w:t>
      </w:r>
      <w:r>
        <w:rPr>
          <w:rFonts w:ascii="Arial" w:hAnsi="Arial" w:cs="Arial"/>
          <w:sz w:val="20"/>
          <w:szCs w:val="20"/>
        </w:rPr>
        <w:t xml:space="preserve">                   </w:t>
      </w:r>
      <w:r w:rsidRPr="00E92174">
        <w:rPr>
          <w:rFonts w:ascii="Arial" w:hAnsi="Arial" w:cs="Arial"/>
          <w:sz w:val="20"/>
          <w:szCs w:val="20"/>
        </w:rPr>
        <w:t xml:space="preserve">Stuur daarna deze bladzijde terug in de antwoordenvelop. </w:t>
      </w:r>
    </w:p>
    <w:p w:rsidR="00F2268E" w:rsidRPr="00E92174" w:rsidRDefault="00F2268E" w:rsidP="00F2268E">
      <w:pPr>
        <w:pBdr>
          <w:top w:val="single" w:sz="4" w:space="1" w:color="auto"/>
          <w:left w:val="single" w:sz="4" w:space="4" w:color="auto"/>
          <w:bottom w:val="single" w:sz="4" w:space="1" w:color="auto"/>
          <w:right w:val="single" w:sz="4" w:space="4" w:color="auto"/>
        </w:pBdr>
        <w:tabs>
          <w:tab w:val="left" w:pos="360"/>
          <w:tab w:val="left" w:pos="1800"/>
        </w:tabs>
        <w:spacing w:line="280" w:lineRule="atLeast"/>
        <w:jc w:val="both"/>
        <w:rPr>
          <w:rFonts w:ascii="Arial" w:hAnsi="Arial" w:cs="Arial"/>
          <w:sz w:val="20"/>
          <w:szCs w:val="20"/>
        </w:rPr>
      </w:pPr>
    </w:p>
    <w:p w:rsidR="00F2268E" w:rsidRPr="00E92174" w:rsidRDefault="00F2268E" w:rsidP="00F2268E">
      <w:pPr>
        <w:pBdr>
          <w:top w:val="single" w:sz="4" w:space="1" w:color="auto"/>
          <w:left w:val="single" w:sz="4" w:space="4" w:color="auto"/>
          <w:bottom w:val="single" w:sz="4" w:space="1" w:color="auto"/>
          <w:right w:val="single" w:sz="4" w:space="4" w:color="auto"/>
        </w:pBdr>
        <w:tabs>
          <w:tab w:val="left" w:pos="360"/>
          <w:tab w:val="left" w:pos="1800"/>
        </w:tabs>
        <w:spacing w:line="280" w:lineRule="atLeast"/>
        <w:jc w:val="both"/>
        <w:rPr>
          <w:rFonts w:ascii="Arial" w:hAnsi="Arial" w:cs="Arial"/>
          <w:sz w:val="20"/>
          <w:szCs w:val="20"/>
        </w:rPr>
      </w:pPr>
      <w:r w:rsidRPr="00E92174">
        <w:rPr>
          <w:rFonts w:ascii="Arial" w:hAnsi="Arial" w:cs="Arial"/>
          <w:sz w:val="20"/>
          <w:szCs w:val="20"/>
        </w:rPr>
        <w:t xml:space="preserve">Heeft u vragen, dan kunt u bellen met XXXX, telefoonnummer XXXX. </w:t>
      </w:r>
    </w:p>
    <w:p w:rsidR="00F2268E" w:rsidRPr="00E92174" w:rsidRDefault="00F2268E" w:rsidP="00F2268E">
      <w:pPr>
        <w:pBdr>
          <w:top w:val="single" w:sz="4" w:space="1" w:color="auto"/>
          <w:left w:val="single" w:sz="4" w:space="4" w:color="auto"/>
          <w:bottom w:val="single" w:sz="4" w:space="1" w:color="auto"/>
          <w:right w:val="single" w:sz="4" w:space="4" w:color="auto"/>
        </w:pBdr>
        <w:tabs>
          <w:tab w:val="left" w:pos="360"/>
          <w:tab w:val="left" w:pos="1800"/>
        </w:tabs>
        <w:spacing w:line="280" w:lineRule="atLeast"/>
        <w:jc w:val="both"/>
        <w:rPr>
          <w:rFonts w:ascii="Arial" w:hAnsi="Arial" w:cs="Arial"/>
          <w:sz w:val="20"/>
          <w:szCs w:val="20"/>
        </w:rPr>
      </w:pPr>
      <w:r w:rsidRPr="00E92174">
        <w:rPr>
          <w:rFonts w:ascii="Arial" w:hAnsi="Arial" w:cs="Arial"/>
          <w:sz w:val="20"/>
          <w:szCs w:val="20"/>
        </w:rPr>
        <w:t>Of  u kunt een email sturen naar: XXXX</w:t>
      </w:r>
    </w:p>
    <w:p w:rsidR="00F2268E" w:rsidRPr="00E92174" w:rsidRDefault="00F2268E" w:rsidP="00F2268E">
      <w:pPr>
        <w:spacing w:line="280" w:lineRule="atLeast"/>
        <w:rPr>
          <w:rFonts w:ascii="Arial" w:hAnsi="Arial" w:cs="Arial"/>
          <w:sz w:val="20"/>
          <w:szCs w:val="20"/>
        </w:rPr>
      </w:pPr>
    </w:p>
    <w:p w:rsidR="00F2268E" w:rsidRPr="00E92174" w:rsidRDefault="00F2268E" w:rsidP="00F2268E">
      <w:pPr>
        <w:spacing w:line="280" w:lineRule="atLeast"/>
        <w:rPr>
          <w:rFonts w:ascii="Arial" w:hAnsi="Arial" w:cs="Arial"/>
          <w:sz w:val="20"/>
          <w:szCs w:val="20"/>
        </w:rPr>
      </w:pPr>
    </w:p>
    <w:p w:rsidR="00F2268E" w:rsidRPr="00E92174" w:rsidRDefault="00F2268E" w:rsidP="00F2268E">
      <w:pPr>
        <w:spacing w:line="280" w:lineRule="atLeast"/>
        <w:rPr>
          <w:rFonts w:ascii="Arial" w:hAnsi="Arial" w:cs="Arial"/>
          <w:b/>
          <w:sz w:val="24"/>
          <w:u w:val="single"/>
        </w:rPr>
      </w:pPr>
      <w:r w:rsidRPr="00E92174">
        <w:rPr>
          <w:rFonts w:ascii="Arial" w:hAnsi="Arial" w:cs="Arial"/>
          <w:b/>
          <w:sz w:val="24"/>
          <w:u w:val="single"/>
        </w:rPr>
        <w:t>INVULINSTRUCTIE</w:t>
      </w:r>
    </w:p>
    <w:p w:rsidR="00F2268E" w:rsidRPr="00E92174" w:rsidRDefault="00F2268E" w:rsidP="00F2268E">
      <w:pPr>
        <w:spacing w:line="280" w:lineRule="atLeast"/>
        <w:rPr>
          <w:rFonts w:ascii="Arial" w:hAnsi="Arial" w:cs="Arial"/>
          <w:b/>
          <w:sz w:val="20"/>
          <w:szCs w:val="20"/>
        </w:rPr>
      </w:pPr>
    </w:p>
    <w:p w:rsidR="00F2268E" w:rsidRPr="00E92174" w:rsidRDefault="00F2268E" w:rsidP="00F2268E">
      <w:pPr>
        <w:widowControl/>
        <w:numPr>
          <w:ilvl w:val="0"/>
          <w:numId w:val="29"/>
        </w:numPr>
        <w:tabs>
          <w:tab w:val="left" w:pos="360"/>
          <w:tab w:val="left" w:pos="1800"/>
        </w:tabs>
        <w:spacing w:line="280" w:lineRule="atLeast"/>
        <w:jc w:val="both"/>
        <w:rPr>
          <w:rFonts w:ascii="Arial" w:hAnsi="Arial" w:cs="Arial"/>
          <w:sz w:val="20"/>
          <w:szCs w:val="20"/>
        </w:rPr>
      </w:pPr>
      <w:r w:rsidRPr="00E92174">
        <w:rPr>
          <w:rFonts w:ascii="Arial" w:hAnsi="Arial" w:cs="Arial"/>
          <w:sz w:val="20"/>
          <w:szCs w:val="20"/>
        </w:rPr>
        <w:t xml:space="preserve">Het is belangrijk dat de vragen </w:t>
      </w:r>
      <w:r w:rsidRPr="00E92174">
        <w:rPr>
          <w:rFonts w:ascii="Arial" w:hAnsi="Arial" w:cs="Arial"/>
          <w:sz w:val="20"/>
          <w:szCs w:val="20"/>
          <w:u w:val="single"/>
        </w:rPr>
        <w:t>alleen</w:t>
      </w:r>
      <w:r w:rsidRPr="00E92174">
        <w:rPr>
          <w:rFonts w:ascii="Arial" w:hAnsi="Arial" w:cs="Arial"/>
          <w:sz w:val="20"/>
          <w:szCs w:val="20"/>
        </w:rPr>
        <w:t xml:space="preserve"> worden ingevuld door de persoon die in de begeleidende brief staat. Het is </w:t>
      </w:r>
      <w:r w:rsidRPr="00E92174">
        <w:rPr>
          <w:rFonts w:ascii="Arial" w:hAnsi="Arial" w:cs="Arial"/>
          <w:sz w:val="20"/>
          <w:szCs w:val="20"/>
          <w:u w:val="single"/>
        </w:rPr>
        <w:t>niet</w:t>
      </w:r>
      <w:r w:rsidRPr="00E92174">
        <w:rPr>
          <w:rFonts w:ascii="Arial" w:hAnsi="Arial" w:cs="Arial"/>
          <w:i/>
          <w:sz w:val="20"/>
          <w:szCs w:val="20"/>
        </w:rPr>
        <w:t xml:space="preserve"> </w:t>
      </w:r>
      <w:r w:rsidRPr="00E92174">
        <w:rPr>
          <w:rFonts w:ascii="Arial" w:hAnsi="Arial" w:cs="Arial"/>
          <w:sz w:val="20"/>
          <w:szCs w:val="20"/>
        </w:rPr>
        <w:t>de bedoeling om de vragenlijst aan iemand anders door te geven.</w:t>
      </w:r>
    </w:p>
    <w:p w:rsidR="00F2268E" w:rsidRPr="00E92174" w:rsidRDefault="00F2268E" w:rsidP="00F2268E">
      <w:pPr>
        <w:tabs>
          <w:tab w:val="left" w:pos="360"/>
          <w:tab w:val="left" w:pos="1800"/>
        </w:tabs>
        <w:spacing w:line="280" w:lineRule="atLeast"/>
        <w:ind w:left="360"/>
        <w:rPr>
          <w:rFonts w:ascii="Arial" w:hAnsi="Arial" w:cs="Arial"/>
          <w:sz w:val="20"/>
          <w:szCs w:val="20"/>
        </w:rPr>
      </w:pPr>
    </w:p>
    <w:p w:rsidR="00F2268E" w:rsidRPr="00E92174" w:rsidRDefault="00F2268E" w:rsidP="00F2268E">
      <w:pPr>
        <w:widowControl/>
        <w:numPr>
          <w:ilvl w:val="0"/>
          <w:numId w:val="29"/>
        </w:numPr>
        <w:tabs>
          <w:tab w:val="left" w:pos="360"/>
          <w:tab w:val="left" w:pos="1800"/>
        </w:tabs>
        <w:spacing w:line="280" w:lineRule="atLeast"/>
        <w:jc w:val="both"/>
        <w:rPr>
          <w:rFonts w:ascii="Arial" w:hAnsi="Arial" w:cs="Arial"/>
          <w:sz w:val="20"/>
          <w:szCs w:val="20"/>
        </w:rPr>
      </w:pPr>
      <w:r w:rsidRPr="00E92174">
        <w:rPr>
          <w:rFonts w:ascii="Arial" w:hAnsi="Arial" w:cs="Arial"/>
          <w:sz w:val="20"/>
          <w:szCs w:val="20"/>
        </w:rPr>
        <w:t xml:space="preserve">De meeste vragen kunt u beantwoorden door een kruisje te zetten </w:t>
      </w:r>
      <w:r w:rsidRPr="00E92174">
        <w:rPr>
          <w:rFonts w:ascii="Arial" w:hAnsi="Arial" w:cs="Arial"/>
          <w:bCs/>
          <w:iCs/>
          <w:sz w:val="20"/>
          <w:szCs w:val="20"/>
        </w:rPr>
        <w:t>in het vakje van uw keuze</w:t>
      </w:r>
      <w:r w:rsidRPr="00E92174">
        <w:rPr>
          <w:rFonts w:ascii="Arial" w:hAnsi="Arial" w:cs="Arial"/>
          <w:sz w:val="20"/>
          <w:szCs w:val="20"/>
        </w:rPr>
        <w:t xml:space="preserve">. Kruisjes die buiten de vakjes staan worden door de computer niet gezien. </w:t>
      </w:r>
    </w:p>
    <w:p w:rsidR="00F2268E" w:rsidRPr="00E92174" w:rsidRDefault="00F2268E" w:rsidP="00F2268E">
      <w:pPr>
        <w:tabs>
          <w:tab w:val="left" w:pos="360"/>
          <w:tab w:val="left" w:pos="1800"/>
        </w:tabs>
        <w:spacing w:line="280" w:lineRule="atLeast"/>
        <w:rPr>
          <w:rFonts w:ascii="Arial" w:hAnsi="Arial" w:cs="Arial"/>
          <w:sz w:val="20"/>
          <w:szCs w:val="20"/>
        </w:rPr>
      </w:pPr>
    </w:p>
    <w:p w:rsidR="00F2268E" w:rsidRPr="00E92174" w:rsidRDefault="00F2268E" w:rsidP="00F2268E">
      <w:pPr>
        <w:widowControl/>
        <w:numPr>
          <w:ilvl w:val="0"/>
          <w:numId w:val="29"/>
        </w:numPr>
        <w:spacing w:line="280" w:lineRule="atLeast"/>
        <w:jc w:val="both"/>
        <w:rPr>
          <w:rFonts w:ascii="Arial" w:hAnsi="Arial" w:cs="Arial"/>
          <w:sz w:val="20"/>
          <w:szCs w:val="20"/>
        </w:rPr>
      </w:pPr>
      <w:r w:rsidRPr="00E92174">
        <w:rPr>
          <w:rFonts w:ascii="Arial" w:hAnsi="Arial" w:cs="Arial"/>
          <w:sz w:val="20"/>
          <w:szCs w:val="20"/>
        </w:rPr>
        <w:t>Bij sommige vragen zijn meerdere antwoorden mogelijk. Bij deze vragen staat aangegeven dat u meerdere vakjes kunt aankruisen.</w:t>
      </w:r>
    </w:p>
    <w:p w:rsidR="00F2268E" w:rsidRPr="00E92174" w:rsidRDefault="00F2268E" w:rsidP="00F2268E">
      <w:pPr>
        <w:tabs>
          <w:tab w:val="left" w:pos="360"/>
          <w:tab w:val="left" w:pos="1800"/>
        </w:tabs>
        <w:spacing w:line="280" w:lineRule="atLeast"/>
        <w:rPr>
          <w:rFonts w:ascii="Arial" w:hAnsi="Arial" w:cs="Arial"/>
          <w:sz w:val="20"/>
          <w:szCs w:val="20"/>
        </w:rPr>
      </w:pPr>
    </w:p>
    <w:p w:rsidR="00F2268E" w:rsidRPr="00E92174" w:rsidRDefault="00F2268E" w:rsidP="00F2268E">
      <w:pPr>
        <w:widowControl/>
        <w:numPr>
          <w:ilvl w:val="0"/>
          <w:numId w:val="29"/>
        </w:numPr>
        <w:spacing w:line="280" w:lineRule="atLeast"/>
        <w:jc w:val="both"/>
        <w:rPr>
          <w:rFonts w:ascii="Arial" w:hAnsi="Arial" w:cs="Arial"/>
          <w:sz w:val="20"/>
          <w:szCs w:val="20"/>
        </w:rPr>
      </w:pPr>
      <w:r w:rsidRPr="00E92174">
        <w:rPr>
          <w:rFonts w:ascii="Arial" w:hAnsi="Arial" w:cs="Arial"/>
          <w:sz w:val="20"/>
          <w:szCs w:val="20"/>
        </w:rPr>
        <w:t>Bij sommige vragen kunt u zelf een antwoord opschrijven. Wilt u dit met blokletters doen in het aangewezen vakje.</w:t>
      </w:r>
    </w:p>
    <w:p w:rsidR="00F2268E" w:rsidRPr="00E92174" w:rsidRDefault="00F2268E" w:rsidP="00F2268E">
      <w:pPr>
        <w:tabs>
          <w:tab w:val="left" w:pos="360"/>
          <w:tab w:val="left" w:pos="1800"/>
        </w:tabs>
        <w:spacing w:line="280" w:lineRule="atLeast"/>
        <w:rPr>
          <w:rFonts w:ascii="Arial" w:hAnsi="Arial" w:cs="Arial"/>
          <w:sz w:val="20"/>
          <w:szCs w:val="20"/>
        </w:rPr>
      </w:pPr>
    </w:p>
    <w:p w:rsidR="00131B07" w:rsidRDefault="00131B07" w:rsidP="00131B07">
      <w:pPr>
        <w:widowControl/>
        <w:numPr>
          <w:ilvl w:val="0"/>
          <w:numId w:val="31"/>
        </w:numPr>
        <w:tabs>
          <w:tab w:val="left" w:pos="360"/>
          <w:tab w:val="left" w:pos="1800"/>
        </w:tabs>
        <w:spacing w:line="280" w:lineRule="atLeast"/>
        <w:jc w:val="both"/>
        <w:rPr>
          <w:rFonts w:ascii="Arial" w:hAnsi="Arial" w:cs="Arial"/>
          <w:sz w:val="20"/>
        </w:rPr>
      </w:pPr>
      <w:r>
        <w:rPr>
          <w:rFonts w:ascii="Arial" w:hAnsi="Arial" w:cs="Arial"/>
          <w:sz w:val="20"/>
        </w:rPr>
        <w:t xml:space="preserve">Sommige vragen zijn misschien niet op u van toepassing. Beantwoord deze vraag dan met </w:t>
      </w:r>
      <w:r>
        <w:rPr>
          <w:rFonts w:ascii="Arial" w:hAnsi="Arial" w:cs="Arial"/>
          <w:i/>
          <w:sz w:val="20"/>
        </w:rPr>
        <w:t>‘niet van toepassing’</w:t>
      </w:r>
      <w:r>
        <w:rPr>
          <w:rFonts w:ascii="Arial" w:hAnsi="Arial" w:cs="Arial"/>
          <w:sz w:val="20"/>
        </w:rPr>
        <w:t xml:space="preserve">, </w:t>
      </w:r>
      <w:r>
        <w:rPr>
          <w:rFonts w:ascii="Arial" w:hAnsi="Arial" w:cs="Arial"/>
          <w:i/>
          <w:sz w:val="20"/>
        </w:rPr>
        <w:t>‘weet ik niet’</w:t>
      </w:r>
      <w:r>
        <w:rPr>
          <w:rFonts w:ascii="Arial" w:hAnsi="Arial" w:cs="Arial"/>
          <w:sz w:val="20"/>
        </w:rPr>
        <w:t>, of de bij de specifieke vraag behorende extra antwoordmogelijkheid.</w:t>
      </w:r>
    </w:p>
    <w:p w:rsidR="00F2268E" w:rsidRPr="0011617D" w:rsidRDefault="00F2268E" w:rsidP="00F2268E">
      <w:pPr>
        <w:tabs>
          <w:tab w:val="left" w:pos="360"/>
          <w:tab w:val="left" w:pos="1800"/>
        </w:tabs>
        <w:spacing w:line="280" w:lineRule="atLeast"/>
        <w:rPr>
          <w:rFonts w:ascii="Arial" w:hAnsi="Arial" w:cs="Arial"/>
          <w:sz w:val="20"/>
          <w:szCs w:val="20"/>
        </w:rPr>
      </w:pPr>
    </w:p>
    <w:p w:rsidR="00F2268E" w:rsidRPr="00E92174" w:rsidRDefault="00F2268E" w:rsidP="00F2268E">
      <w:pPr>
        <w:widowControl/>
        <w:numPr>
          <w:ilvl w:val="0"/>
          <w:numId w:val="29"/>
        </w:numPr>
        <w:tabs>
          <w:tab w:val="left" w:pos="360"/>
          <w:tab w:val="left" w:pos="1800"/>
        </w:tabs>
        <w:spacing w:line="280" w:lineRule="atLeast"/>
        <w:jc w:val="both"/>
        <w:rPr>
          <w:rFonts w:ascii="Arial" w:hAnsi="Arial" w:cs="Arial"/>
          <w:sz w:val="20"/>
          <w:szCs w:val="20"/>
        </w:rPr>
      </w:pPr>
      <w:r w:rsidRPr="00E92174">
        <w:rPr>
          <w:rFonts w:ascii="Arial" w:hAnsi="Arial" w:cs="Arial"/>
          <w:sz w:val="20"/>
          <w:szCs w:val="20"/>
        </w:rPr>
        <w:t xml:space="preserve">Soms wordt u gevraagd om enkele vragen in deze vragenlijst over te slaan. U ziet dan een pijltje met een opmerking. Deze opmerking geeft aan welke vraag u daarna moet beantwoorden. Dit ziet er als volgt uit: </w:t>
      </w:r>
    </w:p>
    <w:p w:rsidR="00F2268E" w:rsidRPr="00E92174" w:rsidRDefault="00F2268E" w:rsidP="00F2268E">
      <w:pPr>
        <w:tabs>
          <w:tab w:val="left" w:pos="994"/>
        </w:tabs>
        <w:spacing w:after="120" w:line="360" w:lineRule="atLeast"/>
        <w:rPr>
          <w:rFonts w:ascii="Arial" w:hAnsi="Arial" w:cs="Arial"/>
          <w:sz w:val="20"/>
          <w:szCs w:val="20"/>
        </w:rPr>
      </w:pPr>
      <w:r w:rsidRPr="00E92174">
        <w:rPr>
          <w:rFonts w:ascii="Arial" w:hAnsi="Arial" w:cs="Arial"/>
          <w:sz w:val="20"/>
          <w:szCs w:val="20"/>
        </w:rPr>
        <w:tab/>
      </w:r>
      <w:r w:rsidRPr="00E92174">
        <w:rPr>
          <w:rFonts w:ascii="Arial" w:hAnsi="Arial" w:cs="Arial"/>
          <w:sz w:val="20"/>
          <w:szCs w:val="20"/>
        </w:rPr>
        <w:tab/>
      </w:r>
      <w:r w:rsidRPr="00E92174">
        <w:rPr>
          <w:rFonts w:ascii="Arial" w:hAnsi="Arial" w:cs="Arial"/>
          <w:sz w:val="20"/>
          <w:szCs w:val="20"/>
        </w:rPr>
        <w:sym w:font="Wingdings" w:char="F0FD"/>
      </w:r>
      <w:r w:rsidRPr="00E92174">
        <w:rPr>
          <w:rFonts w:ascii="Arial" w:hAnsi="Arial" w:cs="Arial"/>
          <w:sz w:val="20"/>
          <w:szCs w:val="20"/>
        </w:rPr>
        <w:tab/>
        <w:t xml:space="preserve">Nee </w:t>
      </w:r>
      <w:r w:rsidRPr="00E92174">
        <w:rPr>
          <w:rFonts w:ascii="Arial" w:eastAsia="Arial Unicode MS" w:hAnsi="Arial" w:cs="Arial"/>
          <w:b/>
          <w:bCs/>
          <w:sz w:val="20"/>
          <w:szCs w:val="20"/>
        </w:rPr>
        <w:sym w:font="Wingdings" w:char="F0E0"/>
      </w:r>
      <w:r w:rsidRPr="00E92174">
        <w:rPr>
          <w:rFonts w:ascii="Arial" w:hAnsi="Arial" w:cs="Arial"/>
          <w:b/>
          <w:sz w:val="20"/>
          <w:szCs w:val="20"/>
        </w:rPr>
        <w:t xml:space="preserve"> </w:t>
      </w:r>
      <w:r w:rsidRPr="00E92174">
        <w:rPr>
          <w:rFonts w:ascii="Arial" w:hAnsi="Arial" w:cs="Arial"/>
          <w:b/>
          <w:i/>
          <w:sz w:val="20"/>
          <w:szCs w:val="20"/>
        </w:rPr>
        <w:t xml:space="preserve">Ga door naar vraag 3 </w:t>
      </w:r>
    </w:p>
    <w:p w:rsidR="00F2268E" w:rsidRPr="00E92174" w:rsidRDefault="00F2268E" w:rsidP="00F2268E">
      <w:pPr>
        <w:spacing w:line="280" w:lineRule="atLeast"/>
        <w:ind w:left="708" w:firstLine="708"/>
        <w:rPr>
          <w:rFonts w:ascii="Arial" w:hAnsi="Arial" w:cs="Arial"/>
          <w:b/>
          <w:sz w:val="20"/>
          <w:szCs w:val="20"/>
        </w:rPr>
      </w:pPr>
      <w:r w:rsidRPr="00E92174">
        <w:rPr>
          <w:rFonts w:ascii="Arial" w:eastAsia="Arial Unicode MS" w:hAnsi="Arial" w:cs="Arial"/>
          <w:sz w:val="20"/>
          <w:szCs w:val="20"/>
        </w:rPr>
        <w:sym w:font="Wingdings" w:char="F06F"/>
      </w:r>
      <w:r w:rsidRPr="00E92174">
        <w:rPr>
          <w:rFonts w:ascii="Arial" w:hAnsi="Arial" w:cs="Arial"/>
          <w:sz w:val="20"/>
          <w:szCs w:val="20"/>
        </w:rPr>
        <w:tab/>
        <w:t>Ja</w:t>
      </w:r>
    </w:p>
    <w:p w:rsidR="00F2268E" w:rsidRPr="00E92174" w:rsidRDefault="00F2268E" w:rsidP="00F2268E">
      <w:pPr>
        <w:spacing w:line="280" w:lineRule="atLeast"/>
        <w:rPr>
          <w:rFonts w:ascii="Arial" w:hAnsi="Arial" w:cs="Arial"/>
          <w:b/>
          <w:sz w:val="20"/>
          <w:szCs w:val="20"/>
        </w:rPr>
      </w:pPr>
    </w:p>
    <w:p w:rsidR="00F2268E" w:rsidRPr="00E92174" w:rsidRDefault="00F2268E" w:rsidP="00F2268E">
      <w:pPr>
        <w:widowControl/>
        <w:numPr>
          <w:ilvl w:val="0"/>
          <w:numId w:val="30"/>
        </w:numPr>
        <w:spacing w:line="280" w:lineRule="atLeast"/>
        <w:rPr>
          <w:rFonts w:ascii="Arial" w:hAnsi="Arial" w:cs="Arial"/>
          <w:sz w:val="20"/>
          <w:szCs w:val="20"/>
        </w:rPr>
      </w:pPr>
      <w:r w:rsidRPr="00E92174">
        <w:rPr>
          <w:rFonts w:ascii="Arial" w:hAnsi="Arial" w:cs="Arial"/>
          <w:sz w:val="20"/>
          <w:szCs w:val="20"/>
        </w:rPr>
        <w:t>Heeft u een antwoord ingevuld, maar wilt u dat later veranderen? Zet het verkeerd ingevulde hokje dan tussen haakjes en kruis een ander antwoord aan, op de volgende manier:</w:t>
      </w:r>
    </w:p>
    <w:p w:rsidR="00F2268E" w:rsidRPr="00E92174" w:rsidRDefault="00F2268E" w:rsidP="00F2268E">
      <w:pPr>
        <w:spacing w:line="400" w:lineRule="atLeast"/>
        <w:rPr>
          <w:rFonts w:ascii="Arial" w:hAnsi="Arial" w:cs="Arial"/>
          <w:sz w:val="20"/>
          <w:szCs w:val="20"/>
        </w:rPr>
      </w:pPr>
      <w:r w:rsidRPr="00E92174">
        <w:rPr>
          <w:rFonts w:ascii="Arial" w:hAnsi="Arial" w:cs="Arial"/>
          <w:sz w:val="20"/>
          <w:szCs w:val="20"/>
        </w:rPr>
        <w:tab/>
      </w:r>
      <w:r w:rsidRPr="00E92174">
        <w:rPr>
          <w:rFonts w:ascii="Arial" w:hAnsi="Arial" w:cs="Arial"/>
          <w:sz w:val="20"/>
          <w:szCs w:val="20"/>
        </w:rPr>
        <w:tab/>
      </w:r>
      <w:r w:rsidRPr="00E92174">
        <w:rPr>
          <w:rFonts w:ascii="Arial" w:hAnsi="Arial" w:cs="Arial"/>
          <w:sz w:val="20"/>
          <w:szCs w:val="20"/>
        </w:rPr>
        <w:sym w:font="Wingdings" w:char="F0FD"/>
      </w:r>
      <w:r w:rsidRPr="00E92174">
        <w:rPr>
          <w:rFonts w:ascii="Arial" w:hAnsi="Arial" w:cs="Arial"/>
          <w:sz w:val="20"/>
          <w:szCs w:val="20"/>
        </w:rPr>
        <w:tab/>
        <w:t>Nee</w:t>
      </w:r>
    </w:p>
    <w:p w:rsidR="00F2268E" w:rsidRPr="00E92174" w:rsidRDefault="00F2268E" w:rsidP="00F2268E">
      <w:pPr>
        <w:spacing w:line="400" w:lineRule="atLeast"/>
        <w:rPr>
          <w:rFonts w:ascii="Arial" w:hAnsi="Arial" w:cs="Arial"/>
          <w:sz w:val="20"/>
          <w:szCs w:val="20"/>
        </w:rPr>
      </w:pPr>
      <w:r w:rsidRPr="00E92174">
        <w:rPr>
          <w:rFonts w:ascii="Arial" w:hAnsi="Arial" w:cs="Arial"/>
          <w:sz w:val="20"/>
          <w:szCs w:val="20"/>
        </w:rPr>
        <w:t xml:space="preserve">                   </w:t>
      </w:r>
      <w:r>
        <w:rPr>
          <w:rFonts w:ascii="Arial" w:hAnsi="Arial" w:cs="Arial"/>
          <w:sz w:val="20"/>
        </w:rPr>
        <w:t xml:space="preserve">  </w:t>
      </w:r>
      <w:r w:rsidRPr="00E92174">
        <w:rPr>
          <w:rFonts w:ascii="Arial" w:hAnsi="Arial" w:cs="Arial"/>
          <w:sz w:val="20"/>
          <w:szCs w:val="20"/>
        </w:rPr>
        <w:t xml:space="preserve">   (</w:t>
      </w:r>
      <w:r w:rsidRPr="00E92174">
        <w:rPr>
          <w:rFonts w:ascii="Arial" w:hAnsi="Arial" w:cs="Arial"/>
          <w:sz w:val="20"/>
          <w:szCs w:val="20"/>
        </w:rPr>
        <w:sym w:font="Wingdings" w:char="F0FD"/>
      </w:r>
      <w:r w:rsidRPr="00E92174">
        <w:rPr>
          <w:rFonts w:ascii="Arial" w:hAnsi="Arial" w:cs="Arial"/>
          <w:sz w:val="20"/>
          <w:szCs w:val="20"/>
        </w:rPr>
        <w:t>)</w:t>
      </w:r>
      <w:r w:rsidRPr="00E92174">
        <w:rPr>
          <w:rFonts w:ascii="Arial" w:hAnsi="Arial" w:cs="Arial"/>
          <w:sz w:val="20"/>
          <w:szCs w:val="20"/>
        </w:rPr>
        <w:tab/>
        <w:t>Ja</w:t>
      </w:r>
    </w:p>
    <w:p w:rsidR="00F2268E" w:rsidRPr="00887DCC" w:rsidRDefault="00F2268E" w:rsidP="00F2268E">
      <w:pPr>
        <w:spacing w:line="360" w:lineRule="auto"/>
      </w:pPr>
      <w:r>
        <w:rPr>
          <w:rFonts w:ascii="Arial" w:hAnsi="Arial" w:cs="Arial"/>
          <w:sz w:val="20"/>
        </w:rPr>
        <w:t xml:space="preserve">  </w:t>
      </w:r>
    </w:p>
    <w:p w:rsidR="00F2268E" w:rsidRDefault="00F2268E" w:rsidP="004104D7">
      <w:pPr>
        <w:sectPr w:rsidR="00F2268E" w:rsidSect="004A7AD1">
          <w:footerReference w:type="even" r:id="rId15"/>
          <w:footnotePr>
            <w:numRestart w:val="eachSect"/>
          </w:footnotePr>
          <w:type w:val="continuous"/>
          <w:pgSz w:w="11906" w:h="16838" w:code="9"/>
          <w:pgMar w:top="851" w:right="851" w:bottom="1134" w:left="851" w:header="0" w:footer="567" w:gutter="0"/>
          <w:pgNumType w:start="1"/>
          <w:cols w:sep="1" w:space="709"/>
          <w:docGrid w:linePitch="360"/>
        </w:sectPr>
      </w:pPr>
    </w:p>
    <w:p w:rsidR="004104D7" w:rsidRDefault="004104D7" w:rsidP="004104D7">
      <w:pPr>
        <w:rPr>
          <w:b/>
          <w:i/>
        </w:rPr>
      </w:pPr>
      <w:r w:rsidRPr="004104D7">
        <w:rPr>
          <w:b/>
          <w:i/>
        </w:rPr>
        <w:lastRenderedPageBreak/>
        <w:t>INTRODUCTIE</w:t>
      </w:r>
    </w:p>
    <w:p w:rsidR="003D4236" w:rsidRDefault="003D4236" w:rsidP="004104D7">
      <w:pPr>
        <w:rPr>
          <w:b/>
          <w:i/>
        </w:rPr>
      </w:pPr>
    </w:p>
    <w:p w:rsidR="004104D7" w:rsidRPr="004104D7" w:rsidRDefault="00A27C65" w:rsidP="007E71D6">
      <w:pPr>
        <w:tabs>
          <w:tab w:val="left" w:pos="426"/>
          <w:tab w:val="left" w:pos="709"/>
        </w:tabs>
        <w:rPr>
          <w:b/>
        </w:rPr>
      </w:pPr>
      <w:r>
        <w:rPr>
          <w:b/>
        </w:rPr>
        <w:t>1.</w:t>
      </w:r>
      <w:r>
        <w:rPr>
          <w:b/>
        </w:rPr>
        <w:tab/>
      </w:r>
      <w:r w:rsidR="004104D7" w:rsidRPr="004104D7">
        <w:rPr>
          <w:b/>
        </w:rPr>
        <w:t xml:space="preserve">Heeft u in de afgelopen 12 maanden </w:t>
      </w:r>
      <w:r>
        <w:rPr>
          <w:b/>
        </w:rPr>
        <w:tab/>
      </w:r>
      <w:r w:rsidR="004104D7" w:rsidRPr="004104D7">
        <w:rPr>
          <w:b/>
        </w:rPr>
        <w:t xml:space="preserve">onderzoeken en/of behandelingen voor </w:t>
      </w:r>
      <w:r>
        <w:rPr>
          <w:b/>
        </w:rPr>
        <w:tab/>
      </w:r>
      <w:r w:rsidR="004104D7" w:rsidRPr="004104D7">
        <w:rPr>
          <w:b/>
        </w:rPr>
        <w:t xml:space="preserve">reumatoïde artritis gehad in het </w:t>
      </w:r>
      <w:r>
        <w:rPr>
          <w:b/>
        </w:rPr>
        <w:tab/>
      </w:r>
      <w:r w:rsidR="004104D7" w:rsidRPr="004104D7">
        <w:rPr>
          <w:b/>
        </w:rPr>
        <w:t>[ZIEKENHUIS]?</w:t>
      </w:r>
    </w:p>
    <w:p w:rsidR="004104D7" w:rsidRPr="004104D7" w:rsidRDefault="004104D7" w:rsidP="00A27C65">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Ja</w:t>
      </w:r>
    </w:p>
    <w:p w:rsidR="004104D7" w:rsidRPr="004104D7" w:rsidRDefault="004104D7" w:rsidP="00A27C65">
      <w:pPr>
        <w:tabs>
          <w:tab w:val="left" w:pos="426"/>
          <w:tab w:val="left" w:pos="709"/>
        </w:tabs>
        <w:rPr>
          <w:b/>
        </w:rPr>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Nee</w:t>
      </w:r>
      <w:r w:rsidRPr="004104D7">
        <w:rPr>
          <w:b/>
        </w:rPr>
        <w:t xml:space="preserve"> </w:t>
      </w:r>
      <w:r w:rsidR="00A27C65">
        <w:sym w:font="Wingdings" w:char="F0E0"/>
      </w:r>
      <w:r w:rsidRPr="004104D7">
        <w:t xml:space="preserve"> </w:t>
      </w:r>
      <w:r w:rsidRPr="004104D7">
        <w:rPr>
          <w:b/>
          <w:i/>
        </w:rPr>
        <w:t xml:space="preserve">Indien nee, deze vragenlijst is niet op </w:t>
      </w:r>
      <w:r w:rsidR="00A27C65">
        <w:rPr>
          <w:b/>
          <w:i/>
        </w:rPr>
        <w:tab/>
      </w:r>
      <w:r w:rsidR="00A27C65">
        <w:rPr>
          <w:b/>
          <w:i/>
        </w:rPr>
        <w:tab/>
      </w:r>
      <w:r w:rsidRPr="004104D7">
        <w:rPr>
          <w:b/>
          <w:i/>
        </w:rPr>
        <w:t xml:space="preserve">u van toepassing. Wilt u zo vriendelijk zijn </w:t>
      </w:r>
      <w:r w:rsidR="00A27C65">
        <w:rPr>
          <w:b/>
          <w:i/>
        </w:rPr>
        <w:tab/>
      </w:r>
      <w:r w:rsidR="00A27C65">
        <w:rPr>
          <w:b/>
          <w:i/>
        </w:rPr>
        <w:tab/>
      </w:r>
      <w:r w:rsidRPr="004104D7">
        <w:rPr>
          <w:b/>
          <w:i/>
        </w:rPr>
        <w:t xml:space="preserve">de vragenlijst terug te sturen in de </w:t>
      </w:r>
      <w:r w:rsidR="00A27C65">
        <w:rPr>
          <w:b/>
          <w:i/>
        </w:rPr>
        <w:tab/>
      </w:r>
      <w:r w:rsidR="00A27C65">
        <w:rPr>
          <w:b/>
          <w:i/>
        </w:rPr>
        <w:tab/>
      </w:r>
      <w:r w:rsidR="00A27C65">
        <w:rPr>
          <w:b/>
          <w:i/>
        </w:rPr>
        <w:tab/>
      </w:r>
      <w:r w:rsidRPr="004104D7">
        <w:rPr>
          <w:b/>
          <w:i/>
        </w:rPr>
        <w:t xml:space="preserve">bijgevoegde antwoordenvelop? (postzegel </w:t>
      </w:r>
      <w:r w:rsidR="00A27C65">
        <w:rPr>
          <w:b/>
          <w:i/>
        </w:rPr>
        <w:tab/>
      </w:r>
      <w:r w:rsidR="00A27C65">
        <w:rPr>
          <w:b/>
          <w:i/>
        </w:rPr>
        <w:tab/>
      </w:r>
      <w:r w:rsidRPr="004104D7">
        <w:rPr>
          <w:b/>
          <w:i/>
        </w:rPr>
        <w:t>niet nodig)</w:t>
      </w:r>
    </w:p>
    <w:p w:rsidR="004104D7" w:rsidRDefault="004104D7" w:rsidP="004104D7">
      <w:pPr>
        <w:rPr>
          <w:b/>
          <w:i/>
        </w:rPr>
      </w:pPr>
    </w:p>
    <w:p w:rsidR="00EC31E3" w:rsidRPr="004104D7" w:rsidRDefault="00EC31E3" w:rsidP="004104D7">
      <w:pPr>
        <w:rPr>
          <w:b/>
          <w:i/>
        </w:rPr>
      </w:pPr>
    </w:p>
    <w:p w:rsidR="004104D7" w:rsidRPr="004104D7" w:rsidRDefault="00A27C65" w:rsidP="007E71D6">
      <w:pPr>
        <w:tabs>
          <w:tab w:val="left" w:pos="426"/>
        </w:tabs>
        <w:ind w:left="426" w:hanging="426"/>
        <w:rPr>
          <w:b/>
        </w:rPr>
      </w:pPr>
      <w:r>
        <w:rPr>
          <w:b/>
        </w:rPr>
        <w:t>2.</w:t>
      </w:r>
      <w:r>
        <w:rPr>
          <w:b/>
        </w:rPr>
        <w:tab/>
      </w:r>
      <w:r w:rsidR="004104D7" w:rsidRPr="004104D7">
        <w:rPr>
          <w:b/>
        </w:rPr>
        <w:t>Wanneer is er bij u de diagnose reumatoïde artritis vastgesteld?</w:t>
      </w:r>
    </w:p>
    <w:p w:rsidR="004104D7" w:rsidRPr="004104D7" w:rsidRDefault="00A27C65" w:rsidP="007E71D6">
      <w:pPr>
        <w:tabs>
          <w:tab w:val="left" w:pos="426"/>
          <w:tab w:val="left" w:pos="709"/>
        </w:tabs>
        <w:ind w:left="426" w:hanging="426"/>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 xml:space="preserve"> &lt; 12 maanden geleden</w:t>
      </w:r>
    </w:p>
    <w:p w:rsidR="004104D7" w:rsidRPr="004104D7" w:rsidRDefault="00A27C65" w:rsidP="007E71D6">
      <w:pPr>
        <w:tabs>
          <w:tab w:val="left" w:pos="426"/>
          <w:tab w:val="left" w:pos="709"/>
        </w:tabs>
        <w:ind w:left="426" w:hanging="426"/>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 xml:space="preserve"> 1 – 5 jaar geleden</w:t>
      </w:r>
    </w:p>
    <w:p w:rsidR="004104D7" w:rsidRPr="004104D7" w:rsidRDefault="00A27C65" w:rsidP="007E71D6">
      <w:pPr>
        <w:tabs>
          <w:tab w:val="left" w:pos="426"/>
          <w:tab w:val="left" w:pos="709"/>
        </w:tabs>
        <w:ind w:left="426" w:hanging="426"/>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 xml:space="preserve"> 5 – 10 jaar geleden</w:t>
      </w:r>
    </w:p>
    <w:p w:rsidR="004104D7" w:rsidRDefault="00A27C65" w:rsidP="007E71D6">
      <w:pPr>
        <w:tabs>
          <w:tab w:val="left" w:pos="426"/>
          <w:tab w:val="left" w:pos="709"/>
        </w:tabs>
        <w:ind w:left="426" w:hanging="426"/>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 xml:space="preserve"> &gt; 10 jaar geleden</w:t>
      </w:r>
    </w:p>
    <w:p w:rsidR="00A27C65" w:rsidRPr="004104D7" w:rsidRDefault="00A27C65" w:rsidP="00A27C65">
      <w:pPr>
        <w:pBdr>
          <w:bottom w:val="single" w:sz="4" w:space="1" w:color="auto"/>
        </w:pBdr>
        <w:tabs>
          <w:tab w:val="left" w:pos="426"/>
          <w:tab w:val="left" w:pos="709"/>
        </w:tabs>
      </w:pPr>
    </w:p>
    <w:p w:rsidR="004104D7" w:rsidRPr="004104D7" w:rsidRDefault="004104D7" w:rsidP="004104D7">
      <w:pPr>
        <w:rPr>
          <w:b/>
          <w:i/>
        </w:rPr>
      </w:pPr>
    </w:p>
    <w:p w:rsidR="004104D7" w:rsidRPr="004104D7" w:rsidRDefault="004104D7" w:rsidP="004104D7">
      <w:pPr>
        <w:rPr>
          <w:b/>
          <w:i/>
        </w:rPr>
      </w:pPr>
      <w:r w:rsidRPr="004104D7">
        <w:rPr>
          <w:b/>
          <w:i/>
        </w:rPr>
        <w:t>ZORG DOOR UW HUISARTS</w:t>
      </w:r>
    </w:p>
    <w:p w:rsidR="004104D7" w:rsidRPr="004104D7" w:rsidRDefault="004104D7" w:rsidP="004104D7">
      <w:pPr>
        <w:rPr>
          <w:b/>
        </w:rPr>
      </w:pPr>
    </w:p>
    <w:p w:rsidR="004104D7" w:rsidRPr="004104D7" w:rsidRDefault="004104D7" w:rsidP="004104D7">
      <w:r w:rsidRPr="004104D7">
        <w:t>De vragen 3 t/m 8 gaan over uw ervaringen met de huisarts. Vooral over de periode vóórdat de diagnose reumatoïde artritis is vastgesteld.</w:t>
      </w:r>
    </w:p>
    <w:p w:rsidR="004104D7" w:rsidRPr="004104D7" w:rsidRDefault="004104D7" w:rsidP="004104D7"/>
    <w:p w:rsidR="004104D7" w:rsidRPr="004104D7" w:rsidRDefault="00A27C65" w:rsidP="007E71D6">
      <w:pPr>
        <w:tabs>
          <w:tab w:val="left" w:pos="426"/>
          <w:tab w:val="left" w:pos="709"/>
        </w:tabs>
        <w:rPr>
          <w:b/>
        </w:rPr>
      </w:pPr>
      <w:r>
        <w:rPr>
          <w:b/>
        </w:rPr>
        <w:t>3.</w:t>
      </w:r>
      <w:r>
        <w:rPr>
          <w:b/>
        </w:rPr>
        <w:tab/>
      </w:r>
      <w:r w:rsidR="004104D7" w:rsidRPr="004104D7">
        <w:rPr>
          <w:b/>
        </w:rPr>
        <w:t xml:space="preserve">Bent u in de afgelopen 12 maanden in </w:t>
      </w:r>
      <w:r>
        <w:rPr>
          <w:b/>
        </w:rPr>
        <w:tab/>
      </w:r>
      <w:r w:rsidR="004104D7" w:rsidRPr="004104D7">
        <w:rPr>
          <w:b/>
        </w:rPr>
        <w:t xml:space="preserve">verband met uw klachten met betrekking tot </w:t>
      </w:r>
      <w:r>
        <w:rPr>
          <w:b/>
        </w:rPr>
        <w:tab/>
      </w:r>
      <w:r w:rsidR="004104D7" w:rsidRPr="004104D7">
        <w:rPr>
          <w:b/>
        </w:rPr>
        <w:t xml:space="preserve">reumatoïde artritis (pijn, stijfheid, </w:t>
      </w:r>
      <w:r>
        <w:rPr>
          <w:b/>
        </w:rPr>
        <w:tab/>
      </w:r>
      <w:r w:rsidR="004104D7" w:rsidRPr="004104D7">
        <w:rPr>
          <w:b/>
        </w:rPr>
        <w:t>vermoeidheid) naar de huisarts geweest?</w:t>
      </w:r>
    </w:p>
    <w:p w:rsidR="004104D7" w:rsidRPr="004104D7" w:rsidRDefault="004104D7" w:rsidP="00A27C65">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 xml:space="preserve">Nee </w:t>
      </w:r>
      <w:r w:rsidR="00A27C65">
        <w:sym w:font="Wingdings" w:char="F0E0"/>
      </w:r>
      <w:r w:rsidRPr="004104D7">
        <w:rPr>
          <w:i/>
        </w:rPr>
        <w:t xml:space="preserve"> </w:t>
      </w:r>
      <w:r w:rsidRPr="004104D7">
        <w:rPr>
          <w:b/>
          <w:i/>
        </w:rPr>
        <w:t>Indien nee, ga door naar vraag 9</w:t>
      </w:r>
    </w:p>
    <w:p w:rsidR="004104D7" w:rsidRPr="004104D7" w:rsidRDefault="004104D7" w:rsidP="00A27C65">
      <w:pPr>
        <w:tabs>
          <w:tab w:val="left" w:pos="426"/>
          <w:tab w:val="left" w:pos="709"/>
        </w:tabs>
      </w:pPr>
      <w:r w:rsidRPr="004104D7">
        <w:tab/>
      </w:r>
      <w:r w:rsidRPr="004104D7">
        <w:rPr>
          <w:rFonts w:ascii="Arial Unicode MS" w:eastAsia="Arial Unicode MS" w:hAnsi="Arial Unicode MS" w:cs="Arial Unicode MS" w:hint="eastAsia"/>
        </w:rPr>
        <w:t>❑</w:t>
      </w:r>
      <w:r w:rsidRPr="004104D7">
        <w:t xml:space="preserve"> </w:t>
      </w:r>
      <w:r w:rsidRPr="004104D7">
        <w:tab/>
        <w:t>Ja</w:t>
      </w:r>
    </w:p>
    <w:p w:rsidR="004104D7" w:rsidRDefault="004104D7" w:rsidP="004104D7"/>
    <w:p w:rsidR="00EC31E3" w:rsidRPr="004104D7" w:rsidRDefault="00EC31E3" w:rsidP="004104D7"/>
    <w:p w:rsidR="004104D7" w:rsidRPr="004104D7" w:rsidRDefault="00A27C65" w:rsidP="00A27C65">
      <w:pPr>
        <w:tabs>
          <w:tab w:val="left" w:pos="426"/>
          <w:tab w:val="left" w:pos="709"/>
        </w:tabs>
        <w:rPr>
          <w:b/>
        </w:rPr>
      </w:pPr>
      <w:r>
        <w:rPr>
          <w:b/>
        </w:rPr>
        <w:t>4.</w:t>
      </w:r>
      <w:r>
        <w:rPr>
          <w:b/>
        </w:rPr>
        <w:tab/>
      </w:r>
      <w:r w:rsidR="004104D7" w:rsidRPr="004104D7">
        <w:rPr>
          <w:b/>
        </w:rPr>
        <w:t xml:space="preserve">Nam de huisarts u serieus wat betreft de </w:t>
      </w:r>
      <w:r>
        <w:rPr>
          <w:b/>
        </w:rPr>
        <w:tab/>
      </w:r>
      <w:r w:rsidR="004104D7" w:rsidRPr="004104D7">
        <w:rPr>
          <w:b/>
        </w:rPr>
        <w:t xml:space="preserve">klachten die u had met betrekking tot </w:t>
      </w:r>
      <w:r>
        <w:rPr>
          <w:b/>
        </w:rPr>
        <w:tab/>
      </w:r>
      <w:r w:rsidR="004104D7" w:rsidRPr="004104D7">
        <w:rPr>
          <w:b/>
        </w:rPr>
        <w:t xml:space="preserve">reumatoïde artritis (pijn, stijfheid, </w:t>
      </w:r>
      <w:r>
        <w:rPr>
          <w:b/>
        </w:rPr>
        <w:tab/>
      </w:r>
      <w:r w:rsidR="004104D7" w:rsidRPr="004104D7">
        <w:rPr>
          <w:b/>
        </w:rPr>
        <w:t>vermoeidheid)?</w:t>
      </w:r>
    </w:p>
    <w:p w:rsidR="004104D7" w:rsidRPr="004104D7" w:rsidRDefault="00A27C65" w:rsidP="00A27C65">
      <w:pPr>
        <w:tabs>
          <w:tab w:val="left" w:pos="426"/>
          <w:tab w:val="left" w:pos="709"/>
        </w:tabs>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 xml:space="preserve"> </w:t>
      </w:r>
      <w:r w:rsidR="004104D7" w:rsidRPr="004104D7">
        <w:tab/>
        <w:t>Nooit</w:t>
      </w:r>
    </w:p>
    <w:p w:rsidR="004104D7" w:rsidRPr="004104D7" w:rsidRDefault="00A27C65" w:rsidP="00A27C65">
      <w:pPr>
        <w:tabs>
          <w:tab w:val="left" w:pos="426"/>
          <w:tab w:val="left" w:pos="709"/>
        </w:tabs>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 xml:space="preserve"> </w:t>
      </w:r>
      <w:r w:rsidR="004104D7" w:rsidRPr="004104D7">
        <w:tab/>
        <w:t>Soms</w:t>
      </w:r>
    </w:p>
    <w:p w:rsidR="004104D7" w:rsidRPr="004104D7" w:rsidRDefault="00A27C65" w:rsidP="00A27C65">
      <w:pPr>
        <w:tabs>
          <w:tab w:val="left" w:pos="426"/>
          <w:tab w:val="left" w:pos="709"/>
        </w:tabs>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 xml:space="preserve"> </w:t>
      </w:r>
      <w:r w:rsidR="004104D7" w:rsidRPr="004104D7">
        <w:tab/>
        <w:t>Meestal</w:t>
      </w:r>
    </w:p>
    <w:p w:rsidR="004104D7" w:rsidRPr="004104D7" w:rsidRDefault="00A27C65" w:rsidP="00A27C65">
      <w:pPr>
        <w:tabs>
          <w:tab w:val="left" w:pos="426"/>
          <w:tab w:val="left" w:pos="709"/>
        </w:tabs>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 xml:space="preserve"> </w:t>
      </w:r>
      <w:r w:rsidR="004104D7" w:rsidRPr="004104D7">
        <w:tab/>
        <w:t>Altijd</w:t>
      </w:r>
    </w:p>
    <w:p w:rsidR="004104D7" w:rsidRDefault="004104D7" w:rsidP="004104D7"/>
    <w:p w:rsidR="00EC31E3" w:rsidRPr="004104D7" w:rsidRDefault="00EC31E3" w:rsidP="004104D7"/>
    <w:p w:rsidR="004104D7" w:rsidRPr="004104D7" w:rsidRDefault="00A27C65" w:rsidP="00A27C65">
      <w:pPr>
        <w:tabs>
          <w:tab w:val="left" w:pos="426"/>
          <w:tab w:val="left" w:pos="709"/>
        </w:tabs>
        <w:rPr>
          <w:b/>
        </w:rPr>
      </w:pPr>
      <w:r>
        <w:rPr>
          <w:b/>
        </w:rPr>
        <w:t>5.</w:t>
      </w:r>
      <w:r>
        <w:rPr>
          <w:b/>
        </w:rPr>
        <w:tab/>
      </w:r>
      <w:r w:rsidR="004104D7" w:rsidRPr="004104D7">
        <w:rPr>
          <w:b/>
        </w:rPr>
        <w:t xml:space="preserve">Heeft de huisarts aan u gevraagd of u </w:t>
      </w:r>
    </w:p>
    <w:p w:rsidR="004104D7" w:rsidRPr="004104D7" w:rsidRDefault="00A27C65" w:rsidP="00A27C65">
      <w:pPr>
        <w:tabs>
          <w:tab w:val="left" w:pos="426"/>
          <w:tab w:val="left" w:pos="709"/>
        </w:tabs>
        <w:rPr>
          <w:b/>
        </w:rPr>
      </w:pPr>
      <w:r>
        <w:rPr>
          <w:b/>
        </w:rPr>
        <w:tab/>
      </w:r>
      <w:r w:rsidR="004104D7" w:rsidRPr="004104D7">
        <w:rPr>
          <w:b/>
        </w:rPr>
        <w:t xml:space="preserve">’s ochtends gedurende 60 minuten of meer </w:t>
      </w:r>
      <w:r>
        <w:rPr>
          <w:b/>
        </w:rPr>
        <w:tab/>
      </w:r>
      <w:r w:rsidR="004104D7" w:rsidRPr="004104D7">
        <w:rPr>
          <w:b/>
        </w:rPr>
        <w:t xml:space="preserve">stijve gewrichten heeft? </w:t>
      </w:r>
    </w:p>
    <w:p w:rsidR="004104D7" w:rsidRPr="004104D7" w:rsidRDefault="004104D7" w:rsidP="00A27C65">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Nee</w:t>
      </w:r>
    </w:p>
    <w:p w:rsidR="004104D7" w:rsidRPr="004104D7" w:rsidRDefault="004104D7" w:rsidP="00A27C65">
      <w:pPr>
        <w:tabs>
          <w:tab w:val="left" w:pos="426"/>
          <w:tab w:val="left" w:pos="709"/>
        </w:tabs>
      </w:pPr>
      <w:r w:rsidRPr="004104D7">
        <w:tab/>
      </w:r>
      <w:r w:rsidRPr="004104D7">
        <w:rPr>
          <w:rFonts w:ascii="Arial Unicode MS" w:eastAsia="Arial Unicode MS" w:hAnsi="Arial Unicode MS" w:cs="Arial Unicode MS" w:hint="eastAsia"/>
        </w:rPr>
        <w:t>❑</w:t>
      </w:r>
      <w:r w:rsidRPr="004104D7">
        <w:tab/>
        <w:t>Ja</w:t>
      </w:r>
    </w:p>
    <w:p w:rsidR="004104D7" w:rsidRPr="004104D7" w:rsidRDefault="004104D7" w:rsidP="00A27C65">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Weet ik niet (meer)</w:t>
      </w:r>
    </w:p>
    <w:p w:rsidR="004104D7" w:rsidRPr="004104D7" w:rsidRDefault="00A27C65" w:rsidP="00A27C65">
      <w:pPr>
        <w:tabs>
          <w:tab w:val="left" w:pos="426"/>
          <w:tab w:val="left" w:pos="709"/>
        </w:tabs>
        <w:rPr>
          <w:b/>
        </w:rPr>
      </w:pPr>
      <w:r>
        <w:rPr>
          <w:b/>
        </w:rPr>
        <w:t>6.</w:t>
      </w:r>
      <w:r>
        <w:rPr>
          <w:b/>
        </w:rPr>
        <w:tab/>
      </w:r>
      <w:r w:rsidR="004104D7" w:rsidRPr="004104D7">
        <w:rPr>
          <w:b/>
        </w:rPr>
        <w:t xml:space="preserve">Hoeveel tijd zat er tussen de eerste keer dat u </w:t>
      </w:r>
      <w:r>
        <w:rPr>
          <w:b/>
        </w:rPr>
        <w:tab/>
      </w:r>
      <w:r w:rsidR="004104D7" w:rsidRPr="004104D7">
        <w:rPr>
          <w:b/>
        </w:rPr>
        <w:t>met uw klachten (pijn, stijfheid, vermoeid</w:t>
      </w:r>
      <w:r w:rsidR="004104D7" w:rsidRPr="004104D7">
        <w:rPr>
          <w:b/>
        </w:rPr>
        <w:softHyphen/>
      </w:r>
      <w:r>
        <w:rPr>
          <w:b/>
        </w:rPr>
        <w:tab/>
      </w:r>
      <w:r w:rsidR="004104D7" w:rsidRPr="004104D7">
        <w:rPr>
          <w:b/>
        </w:rPr>
        <w:t>heid) bij de huisarts kwam en de doorver</w:t>
      </w:r>
      <w:r w:rsidR="004104D7" w:rsidRPr="004104D7">
        <w:rPr>
          <w:b/>
        </w:rPr>
        <w:softHyphen/>
      </w:r>
      <w:r>
        <w:rPr>
          <w:b/>
        </w:rPr>
        <w:tab/>
      </w:r>
      <w:r w:rsidR="004104D7" w:rsidRPr="004104D7">
        <w:rPr>
          <w:b/>
        </w:rPr>
        <w:t>wijzing naar een reumatoloog of specialist?</w:t>
      </w:r>
    </w:p>
    <w:p w:rsidR="004104D7" w:rsidRPr="004104D7" w:rsidRDefault="004104D7" w:rsidP="00A27C65">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Korter dan 1 maand</w:t>
      </w:r>
    </w:p>
    <w:p w:rsidR="004104D7" w:rsidRPr="004104D7" w:rsidRDefault="004104D7" w:rsidP="00A27C65">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 xml:space="preserve">1-3 maanden </w:t>
      </w:r>
    </w:p>
    <w:p w:rsidR="004104D7" w:rsidRPr="004104D7" w:rsidRDefault="004104D7" w:rsidP="00A27C65">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3-6 maanden</w:t>
      </w:r>
    </w:p>
    <w:p w:rsidR="004104D7" w:rsidRPr="004104D7" w:rsidRDefault="004104D7" w:rsidP="00A27C65">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Langer dan 6 maanden</w:t>
      </w:r>
    </w:p>
    <w:p w:rsidR="004104D7" w:rsidRPr="004104D7" w:rsidRDefault="004104D7" w:rsidP="00A27C65">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Weet ik niet</w:t>
      </w:r>
    </w:p>
    <w:p w:rsidR="004104D7" w:rsidRDefault="004104D7" w:rsidP="004104D7"/>
    <w:p w:rsidR="00EC31E3" w:rsidRPr="004104D7" w:rsidRDefault="00EC31E3" w:rsidP="004104D7"/>
    <w:p w:rsidR="004104D7" w:rsidRPr="004104D7" w:rsidRDefault="00A070FF" w:rsidP="00A070FF">
      <w:pPr>
        <w:tabs>
          <w:tab w:val="left" w:pos="426"/>
          <w:tab w:val="left" w:pos="709"/>
        </w:tabs>
        <w:rPr>
          <w:b/>
        </w:rPr>
      </w:pPr>
      <w:r>
        <w:rPr>
          <w:b/>
        </w:rPr>
        <w:t>7.</w:t>
      </w:r>
      <w:r>
        <w:rPr>
          <w:b/>
        </w:rPr>
        <w:tab/>
      </w:r>
      <w:r w:rsidR="004104D7" w:rsidRPr="004104D7">
        <w:rPr>
          <w:b/>
        </w:rPr>
        <w:t xml:space="preserve">Hoeveel tijd zat er tussen de verwijzing en </w:t>
      </w:r>
      <w:r>
        <w:rPr>
          <w:b/>
        </w:rPr>
        <w:tab/>
      </w:r>
      <w:r w:rsidR="004104D7" w:rsidRPr="004104D7">
        <w:rPr>
          <w:b/>
        </w:rPr>
        <w:t>een eerste afspraak bij de reumatoloog?</w:t>
      </w:r>
    </w:p>
    <w:p w:rsidR="004104D7" w:rsidRPr="004104D7" w:rsidRDefault="004104D7" w:rsidP="00A070F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Korter dan 2 weken</w:t>
      </w:r>
    </w:p>
    <w:p w:rsidR="004104D7" w:rsidRPr="004104D7" w:rsidRDefault="004104D7" w:rsidP="00A070F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 xml:space="preserve">2- 4 weken </w:t>
      </w:r>
    </w:p>
    <w:p w:rsidR="004104D7" w:rsidRPr="004104D7" w:rsidRDefault="004104D7" w:rsidP="00A070F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4-6 weken</w:t>
      </w:r>
    </w:p>
    <w:p w:rsidR="004104D7" w:rsidRPr="004104D7" w:rsidRDefault="004104D7" w:rsidP="00A070F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 xml:space="preserve">Langer dan 6 weken </w:t>
      </w:r>
    </w:p>
    <w:p w:rsidR="004104D7" w:rsidRPr="004104D7" w:rsidRDefault="004104D7" w:rsidP="00A070F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Weet ik niet</w:t>
      </w:r>
    </w:p>
    <w:p w:rsidR="004104D7" w:rsidRDefault="004104D7" w:rsidP="00A070FF">
      <w:pPr>
        <w:rPr>
          <w:b/>
        </w:rPr>
      </w:pPr>
    </w:p>
    <w:p w:rsidR="00EC31E3" w:rsidRPr="004104D7" w:rsidRDefault="00EC31E3" w:rsidP="00A070FF">
      <w:pPr>
        <w:rPr>
          <w:b/>
        </w:rPr>
      </w:pPr>
    </w:p>
    <w:p w:rsidR="004104D7" w:rsidRPr="004104D7" w:rsidRDefault="00A070FF" w:rsidP="00A070FF">
      <w:pPr>
        <w:tabs>
          <w:tab w:val="left" w:pos="426"/>
          <w:tab w:val="left" w:pos="709"/>
        </w:tabs>
        <w:rPr>
          <w:b/>
        </w:rPr>
      </w:pPr>
      <w:r>
        <w:rPr>
          <w:b/>
        </w:rPr>
        <w:t>8.</w:t>
      </w:r>
      <w:r>
        <w:rPr>
          <w:b/>
        </w:rPr>
        <w:tab/>
      </w:r>
      <w:r w:rsidR="004104D7" w:rsidRPr="004104D7">
        <w:rPr>
          <w:b/>
        </w:rPr>
        <w:t xml:space="preserve">Is het een probleem geweest om met een </w:t>
      </w:r>
      <w:r>
        <w:rPr>
          <w:b/>
        </w:rPr>
        <w:tab/>
      </w:r>
      <w:r w:rsidR="004104D7" w:rsidRPr="004104D7">
        <w:rPr>
          <w:b/>
        </w:rPr>
        <w:t>reumatoloog in contact te treden?</w:t>
      </w:r>
    </w:p>
    <w:p w:rsidR="004104D7" w:rsidRPr="004104D7" w:rsidRDefault="004104D7" w:rsidP="00A070F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Een groot probleem</w:t>
      </w:r>
    </w:p>
    <w:p w:rsidR="004104D7" w:rsidRPr="004104D7" w:rsidRDefault="004104D7" w:rsidP="00A070F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Een klein probleem</w:t>
      </w:r>
    </w:p>
    <w:p w:rsidR="004104D7" w:rsidRDefault="004104D7" w:rsidP="00A070F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Geen probleem</w:t>
      </w:r>
    </w:p>
    <w:p w:rsidR="00A070FF" w:rsidRPr="004104D7" w:rsidRDefault="00A070FF" w:rsidP="00A070FF">
      <w:pPr>
        <w:pBdr>
          <w:bottom w:val="single" w:sz="4" w:space="1" w:color="auto"/>
        </w:pBdr>
        <w:tabs>
          <w:tab w:val="left" w:pos="426"/>
          <w:tab w:val="left" w:pos="709"/>
        </w:tabs>
      </w:pPr>
    </w:p>
    <w:p w:rsidR="00A070FF" w:rsidRDefault="00A070FF" w:rsidP="004104D7">
      <w:pPr>
        <w:rPr>
          <w:b/>
          <w:i/>
        </w:rPr>
      </w:pPr>
    </w:p>
    <w:p w:rsidR="004104D7" w:rsidRPr="004104D7" w:rsidRDefault="004104D7" w:rsidP="004104D7">
      <w:pPr>
        <w:rPr>
          <w:b/>
          <w:i/>
        </w:rPr>
      </w:pPr>
      <w:r w:rsidRPr="004104D7">
        <w:rPr>
          <w:b/>
          <w:i/>
        </w:rPr>
        <w:t>ZORG DOOR UW REUMATOLOOG</w:t>
      </w:r>
    </w:p>
    <w:p w:rsidR="004104D7" w:rsidRPr="004104D7" w:rsidRDefault="004104D7" w:rsidP="004104D7">
      <w:pPr>
        <w:rPr>
          <w:b/>
        </w:rPr>
      </w:pPr>
    </w:p>
    <w:p w:rsidR="004104D7" w:rsidRPr="004104D7" w:rsidRDefault="004104D7" w:rsidP="004104D7">
      <w:r w:rsidRPr="004104D7">
        <w:t>De vragen 9 t/m 16 gaan over uw ervaringen met een bezoek aan de reumatoloog.</w:t>
      </w:r>
    </w:p>
    <w:p w:rsidR="004104D7" w:rsidRPr="004104D7" w:rsidRDefault="004104D7" w:rsidP="004104D7"/>
    <w:p w:rsidR="004104D7" w:rsidRPr="004104D7" w:rsidRDefault="00A070FF" w:rsidP="00A070FF">
      <w:pPr>
        <w:tabs>
          <w:tab w:val="left" w:pos="426"/>
          <w:tab w:val="left" w:pos="709"/>
        </w:tabs>
        <w:rPr>
          <w:b/>
        </w:rPr>
      </w:pPr>
      <w:r>
        <w:rPr>
          <w:b/>
        </w:rPr>
        <w:t>9.</w:t>
      </w:r>
      <w:r>
        <w:rPr>
          <w:b/>
        </w:rPr>
        <w:tab/>
      </w:r>
      <w:r w:rsidR="004104D7" w:rsidRPr="004104D7">
        <w:rPr>
          <w:b/>
        </w:rPr>
        <w:t xml:space="preserve">Bent u in de afgelopen 12 maanden vanwege </w:t>
      </w:r>
      <w:r>
        <w:rPr>
          <w:b/>
        </w:rPr>
        <w:tab/>
      </w:r>
      <w:r w:rsidR="004104D7" w:rsidRPr="004104D7">
        <w:rPr>
          <w:b/>
        </w:rPr>
        <w:t xml:space="preserve">uw klachten voor reumatoïde artritis bij een </w:t>
      </w:r>
      <w:r>
        <w:rPr>
          <w:b/>
        </w:rPr>
        <w:tab/>
      </w:r>
      <w:r w:rsidR="004104D7" w:rsidRPr="004104D7">
        <w:rPr>
          <w:b/>
        </w:rPr>
        <w:t>reumatoloog geweest in het [ZIEKENHUIS]?</w:t>
      </w:r>
    </w:p>
    <w:p w:rsidR="004104D7" w:rsidRPr="004104D7" w:rsidRDefault="004104D7" w:rsidP="00A070F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 xml:space="preserve">Nee </w:t>
      </w:r>
      <w:r w:rsidR="00A070FF">
        <w:sym w:font="Wingdings" w:char="F0E0"/>
      </w:r>
      <w:r w:rsidRPr="004104D7">
        <w:rPr>
          <w:i/>
        </w:rPr>
        <w:t xml:space="preserve"> </w:t>
      </w:r>
      <w:r w:rsidRPr="004104D7">
        <w:rPr>
          <w:b/>
          <w:i/>
        </w:rPr>
        <w:t>Indien nee ga door naar vraag 17</w:t>
      </w:r>
    </w:p>
    <w:p w:rsidR="004104D7" w:rsidRPr="004104D7" w:rsidRDefault="004104D7" w:rsidP="00A070FF">
      <w:pPr>
        <w:tabs>
          <w:tab w:val="left" w:pos="426"/>
          <w:tab w:val="left" w:pos="709"/>
        </w:tabs>
      </w:pPr>
      <w:r w:rsidRPr="004104D7">
        <w:tab/>
      </w:r>
      <w:r w:rsidRPr="004104D7">
        <w:rPr>
          <w:rFonts w:ascii="Arial Unicode MS" w:eastAsia="Arial Unicode MS" w:hAnsi="Arial Unicode MS" w:cs="Arial Unicode MS" w:hint="eastAsia"/>
        </w:rPr>
        <w:t>❑</w:t>
      </w:r>
      <w:r w:rsidRPr="004104D7">
        <w:t xml:space="preserve"> </w:t>
      </w:r>
      <w:r w:rsidRPr="004104D7">
        <w:tab/>
        <w:t>Ja</w:t>
      </w:r>
    </w:p>
    <w:p w:rsidR="004104D7" w:rsidRDefault="004104D7" w:rsidP="004104D7">
      <w:pPr>
        <w:rPr>
          <w:b/>
          <w:i/>
        </w:rPr>
      </w:pPr>
    </w:p>
    <w:p w:rsidR="00EC31E3" w:rsidRPr="004104D7" w:rsidRDefault="00EC31E3" w:rsidP="004104D7">
      <w:pPr>
        <w:rPr>
          <w:b/>
          <w:i/>
        </w:rPr>
      </w:pPr>
    </w:p>
    <w:p w:rsidR="004104D7" w:rsidRPr="004104D7" w:rsidRDefault="00A070FF" w:rsidP="00A070FF">
      <w:pPr>
        <w:tabs>
          <w:tab w:val="left" w:pos="426"/>
          <w:tab w:val="left" w:pos="709"/>
        </w:tabs>
        <w:rPr>
          <w:b/>
        </w:rPr>
      </w:pPr>
      <w:r>
        <w:rPr>
          <w:b/>
        </w:rPr>
        <w:t>10.</w:t>
      </w:r>
      <w:r>
        <w:rPr>
          <w:b/>
        </w:rPr>
        <w:tab/>
      </w:r>
      <w:r w:rsidR="004104D7" w:rsidRPr="004104D7">
        <w:rPr>
          <w:b/>
        </w:rPr>
        <w:t xml:space="preserve">Nam de reumatoloog u serieus wat betreft de </w:t>
      </w:r>
      <w:r>
        <w:rPr>
          <w:b/>
        </w:rPr>
        <w:tab/>
      </w:r>
      <w:r w:rsidR="004104D7" w:rsidRPr="004104D7">
        <w:rPr>
          <w:b/>
        </w:rPr>
        <w:t>klachten die u had?</w:t>
      </w:r>
    </w:p>
    <w:p w:rsidR="004104D7" w:rsidRPr="004104D7" w:rsidRDefault="004104D7" w:rsidP="00A070F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Nooit</w:t>
      </w:r>
    </w:p>
    <w:p w:rsidR="004104D7" w:rsidRPr="004104D7" w:rsidRDefault="004104D7" w:rsidP="00A070F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Soms</w:t>
      </w:r>
    </w:p>
    <w:p w:rsidR="004104D7" w:rsidRPr="004104D7" w:rsidRDefault="004104D7" w:rsidP="00A070F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Meestal</w:t>
      </w:r>
    </w:p>
    <w:p w:rsidR="004104D7" w:rsidRPr="004104D7" w:rsidRDefault="004104D7" w:rsidP="00A070F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Altijd</w:t>
      </w:r>
    </w:p>
    <w:p w:rsidR="004104D7" w:rsidRDefault="004104D7" w:rsidP="004104D7"/>
    <w:p w:rsidR="00EC31E3" w:rsidRPr="004104D7" w:rsidRDefault="00EC31E3" w:rsidP="004104D7"/>
    <w:p w:rsidR="004104D7" w:rsidRPr="004104D7" w:rsidRDefault="00A070FF" w:rsidP="00A070FF">
      <w:pPr>
        <w:tabs>
          <w:tab w:val="left" w:pos="426"/>
          <w:tab w:val="left" w:pos="709"/>
        </w:tabs>
        <w:rPr>
          <w:b/>
        </w:rPr>
      </w:pPr>
      <w:r>
        <w:rPr>
          <w:b/>
        </w:rPr>
        <w:t>11.</w:t>
      </w:r>
      <w:r>
        <w:rPr>
          <w:b/>
        </w:rPr>
        <w:tab/>
      </w:r>
      <w:r w:rsidR="004104D7" w:rsidRPr="004104D7">
        <w:rPr>
          <w:b/>
        </w:rPr>
        <w:t>Had de reumatoloog genoeg tijd voor u?</w:t>
      </w:r>
    </w:p>
    <w:p w:rsidR="004104D7" w:rsidRPr="004104D7" w:rsidRDefault="004104D7" w:rsidP="00A070F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ab/>
        <w:t>Nooit</w:t>
      </w:r>
    </w:p>
    <w:p w:rsidR="004104D7" w:rsidRPr="004104D7" w:rsidRDefault="004104D7" w:rsidP="00A070F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Soms</w:t>
      </w:r>
    </w:p>
    <w:p w:rsidR="004104D7" w:rsidRPr="004104D7" w:rsidRDefault="004104D7" w:rsidP="00A070F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Meestal</w:t>
      </w:r>
    </w:p>
    <w:p w:rsidR="004104D7" w:rsidRPr="004104D7" w:rsidRDefault="004104D7" w:rsidP="00A070F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Altijd</w:t>
      </w:r>
    </w:p>
    <w:p w:rsidR="004104D7" w:rsidRPr="004104D7" w:rsidRDefault="00A070FF" w:rsidP="00A070FF">
      <w:pPr>
        <w:tabs>
          <w:tab w:val="left" w:pos="426"/>
          <w:tab w:val="left" w:pos="709"/>
        </w:tabs>
        <w:rPr>
          <w:b/>
        </w:rPr>
      </w:pPr>
      <w:r>
        <w:rPr>
          <w:b/>
        </w:rPr>
        <w:lastRenderedPageBreak/>
        <w:t>12.</w:t>
      </w:r>
      <w:r>
        <w:rPr>
          <w:b/>
        </w:rPr>
        <w:tab/>
      </w:r>
      <w:r w:rsidR="004104D7" w:rsidRPr="004104D7">
        <w:rPr>
          <w:b/>
        </w:rPr>
        <w:t>Luisterde de reumatoloog aandachtig naar u?</w:t>
      </w:r>
    </w:p>
    <w:p w:rsidR="004104D7" w:rsidRPr="004104D7" w:rsidRDefault="004104D7" w:rsidP="00A070F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ab/>
        <w:t>Nooit</w:t>
      </w:r>
    </w:p>
    <w:p w:rsidR="004104D7" w:rsidRPr="004104D7" w:rsidRDefault="004104D7" w:rsidP="00A070F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Soms</w:t>
      </w:r>
    </w:p>
    <w:p w:rsidR="004104D7" w:rsidRPr="004104D7" w:rsidRDefault="004104D7" w:rsidP="00A070F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Meestal</w:t>
      </w:r>
    </w:p>
    <w:p w:rsidR="004104D7" w:rsidRPr="004104D7" w:rsidRDefault="004104D7" w:rsidP="00A070F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Altijd</w:t>
      </w:r>
    </w:p>
    <w:p w:rsidR="004104D7" w:rsidRDefault="004104D7" w:rsidP="004104D7"/>
    <w:p w:rsidR="00EC31E3" w:rsidRPr="004104D7" w:rsidRDefault="00EC31E3" w:rsidP="004104D7"/>
    <w:p w:rsidR="004104D7" w:rsidRPr="004104D7" w:rsidRDefault="00A070FF" w:rsidP="00A070FF">
      <w:pPr>
        <w:tabs>
          <w:tab w:val="left" w:pos="426"/>
          <w:tab w:val="left" w:pos="709"/>
        </w:tabs>
        <w:rPr>
          <w:b/>
        </w:rPr>
      </w:pPr>
      <w:r>
        <w:rPr>
          <w:b/>
        </w:rPr>
        <w:t>13.</w:t>
      </w:r>
      <w:r>
        <w:rPr>
          <w:b/>
        </w:rPr>
        <w:tab/>
      </w:r>
      <w:r w:rsidR="004104D7" w:rsidRPr="004104D7">
        <w:rPr>
          <w:b/>
        </w:rPr>
        <w:t xml:space="preserve">Legde de reumatoloog u dingen op een </w:t>
      </w:r>
      <w:r>
        <w:rPr>
          <w:b/>
        </w:rPr>
        <w:tab/>
      </w:r>
      <w:r w:rsidR="004104D7" w:rsidRPr="004104D7">
        <w:rPr>
          <w:b/>
        </w:rPr>
        <w:t>begrijpelijke manier uit?</w:t>
      </w:r>
    </w:p>
    <w:p w:rsidR="004104D7" w:rsidRPr="004104D7" w:rsidRDefault="004104D7" w:rsidP="00A070F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Nooit</w:t>
      </w:r>
    </w:p>
    <w:p w:rsidR="004104D7" w:rsidRPr="004104D7" w:rsidRDefault="004104D7" w:rsidP="00A070F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Soms</w:t>
      </w:r>
    </w:p>
    <w:p w:rsidR="004104D7" w:rsidRPr="004104D7" w:rsidRDefault="004104D7" w:rsidP="00A070F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Meestal</w:t>
      </w:r>
    </w:p>
    <w:p w:rsidR="004104D7" w:rsidRPr="004104D7" w:rsidRDefault="004104D7" w:rsidP="00A070F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Altijd</w:t>
      </w:r>
    </w:p>
    <w:p w:rsidR="004104D7" w:rsidRDefault="004104D7" w:rsidP="004104D7"/>
    <w:p w:rsidR="00EC31E3" w:rsidRPr="004104D7" w:rsidRDefault="00EC31E3" w:rsidP="004104D7"/>
    <w:p w:rsidR="004104D7" w:rsidRPr="004104D7" w:rsidRDefault="00A070FF" w:rsidP="00A070FF">
      <w:pPr>
        <w:tabs>
          <w:tab w:val="left" w:pos="426"/>
          <w:tab w:val="left" w:pos="709"/>
        </w:tabs>
        <w:rPr>
          <w:b/>
        </w:rPr>
      </w:pPr>
      <w:r>
        <w:rPr>
          <w:b/>
        </w:rPr>
        <w:t>14.</w:t>
      </w:r>
      <w:r>
        <w:rPr>
          <w:b/>
        </w:rPr>
        <w:tab/>
      </w:r>
      <w:r w:rsidR="004104D7" w:rsidRPr="004104D7">
        <w:rPr>
          <w:b/>
        </w:rPr>
        <w:t>Kreeg u de gelegenheid om vragen te stellen?</w:t>
      </w:r>
    </w:p>
    <w:p w:rsidR="004104D7" w:rsidRPr="004104D7" w:rsidRDefault="004104D7" w:rsidP="00A070F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Nooit</w:t>
      </w:r>
    </w:p>
    <w:p w:rsidR="004104D7" w:rsidRPr="004104D7" w:rsidRDefault="004104D7" w:rsidP="00A070F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Soms</w:t>
      </w:r>
    </w:p>
    <w:p w:rsidR="004104D7" w:rsidRPr="004104D7" w:rsidRDefault="004104D7" w:rsidP="00A070F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Meestal</w:t>
      </w:r>
    </w:p>
    <w:p w:rsidR="004104D7" w:rsidRPr="004104D7" w:rsidRDefault="004104D7" w:rsidP="00A070F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Altijd</w:t>
      </w:r>
    </w:p>
    <w:p w:rsidR="004104D7" w:rsidRDefault="004104D7" w:rsidP="004104D7"/>
    <w:p w:rsidR="00EC31E3" w:rsidRPr="004104D7" w:rsidRDefault="00EC31E3" w:rsidP="004104D7"/>
    <w:p w:rsidR="004104D7" w:rsidRPr="004104D7" w:rsidRDefault="00A070FF" w:rsidP="00A070FF">
      <w:pPr>
        <w:tabs>
          <w:tab w:val="left" w:pos="426"/>
          <w:tab w:val="left" w:pos="709"/>
        </w:tabs>
        <w:rPr>
          <w:b/>
        </w:rPr>
      </w:pPr>
      <w:r>
        <w:rPr>
          <w:b/>
        </w:rPr>
        <w:t>15.</w:t>
      </w:r>
      <w:r>
        <w:rPr>
          <w:b/>
        </w:rPr>
        <w:tab/>
      </w:r>
      <w:r w:rsidR="004104D7" w:rsidRPr="004104D7">
        <w:rPr>
          <w:b/>
        </w:rPr>
        <w:t xml:space="preserve">Heeft de reumatoloog aangeboden u door te </w:t>
      </w:r>
      <w:r>
        <w:rPr>
          <w:b/>
        </w:rPr>
        <w:tab/>
      </w:r>
      <w:r w:rsidR="004104D7" w:rsidRPr="004104D7">
        <w:rPr>
          <w:b/>
        </w:rPr>
        <w:t xml:space="preserve">verwijzen naar een gespecialiseerd </w:t>
      </w:r>
      <w:r>
        <w:rPr>
          <w:b/>
        </w:rPr>
        <w:tab/>
      </w:r>
      <w:r w:rsidR="004104D7" w:rsidRPr="004104D7">
        <w:rPr>
          <w:b/>
        </w:rPr>
        <w:t>verpleegkundige (bijvoorbeeld reuma</w:t>
      </w:r>
      <w:r>
        <w:rPr>
          <w:b/>
        </w:rPr>
        <w:softHyphen/>
      </w:r>
      <w:r>
        <w:rPr>
          <w:b/>
        </w:rPr>
        <w:tab/>
      </w:r>
      <w:r w:rsidR="004104D7" w:rsidRPr="004104D7">
        <w:rPr>
          <w:b/>
        </w:rPr>
        <w:t xml:space="preserve">consulent, reumaverpleegkundige of </w:t>
      </w:r>
      <w:r>
        <w:rPr>
          <w:b/>
        </w:rPr>
        <w:tab/>
      </w:r>
      <w:r w:rsidR="004104D7" w:rsidRPr="004104D7">
        <w:rPr>
          <w:b/>
        </w:rPr>
        <w:t xml:space="preserve">nurse practitioner)? </w:t>
      </w:r>
    </w:p>
    <w:p w:rsidR="004104D7" w:rsidRPr="004104D7" w:rsidRDefault="00A070FF" w:rsidP="00A070FF">
      <w:pPr>
        <w:tabs>
          <w:tab w:val="left" w:pos="426"/>
          <w:tab w:val="left" w:pos="709"/>
        </w:tabs>
      </w:pPr>
      <w:r>
        <w:rPr>
          <w:vertAlign w:val="superscript"/>
        </w:rPr>
        <w:tab/>
      </w:r>
      <w:r w:rsidR="004104D7" w:rsidRPr="004104D7">
        <w:rPr>
          <w:rFonts w:ascii="Arial Unicode MS" w:eastAsia="Arial Unicode MS" w:hAnsi="Arial Unicode MS" w:cs="Arial Unicode MS" w:hint="eastAsia"/>
        </w:rPr>
        <w:t>❑</w:t>
      </w:r>
      <w:r w:rsidR="004104D7" w:rsidRPr="004104D7">
        <w:t xml:space="preserve"> </w:t>
      </w:r>
      <w:r w:rsidR="004104D7" w:rsidRPr="004104D7">
        <w:tab/>
        <w:t>Nee</w:t>
      </w:r>
    </w:p>
    <w:p w:rsidR="004104D7" w:rsidRPr="004104D7" w:rsidRDefault="004104D7" w:rsidP="00A070F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Ja</w:t>
      </w:r>
    </w:p>
    <w:p w:rsidR="004104D7" w:rsidRPr="004104D7" w:rsidRDefault="004104D7" w:rsidP="00A070F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ab/>
        <w:t>Niet van toepassing</w:t>
      </w:r>
    </w:p>
    <w:p w:rsidR="004104D7" w:rsidRDefault="004104D7" w:rsidP="004104D7"/>
    <w:p w:rsidR="008721D6" w:rsidRDefault="008721D6" w:rsidP="004104D7"/>
    <w:p w:rsidR="004104D7" w:rsidRPr="004104D7" w:rsidRDefault="00A070FF" w:rsidP="00A070FF">
      <w:pPr>
        <w:tabs>
          <w:tab w:val="left" w:pos="426"/>
          <w:tab w:val="left" w:pos="709"/>
        </w:tabs>
        <w:rPr>
          <w:b/>
        </w:rPr>
      </w:pPr>
      <w:r>
        <w:rPr>
          <w:b/>
        </w:rPr>
        <w:t>16.</w:t>
      </w:r>
      <w:r>
        <w:rPr>
          <w:b/>
        </w:rPr>
        <w:tab/>
      </w:r>
      <w:r w:rsidR="004104D7" w:rsidRPr="004104D7">
        <w:rPr>
          <w:b/>
        </w:rPr>
        <w:t>Welk cijfer geeft u de reumatoloog?</w:t>
      </w:r>
    </w:p>
    <w:p w:rsidR="004104D7" w:rsidRPr="004104D7" w:rsidRDefault="00A070FF" w:rsidP="00A070FF">
      <w:pPr>
        <w:tabs>
          <w:tab w:val="left" w:pos="426"/>
        </w:tabs>
      </w:pPr>
      <w:r>
        <w:tab/>
      </w:r>
      <w:r w:rsidR="004104D7" w:rsidRPr="004104D7">
        <w:t xml:space="preserve">Een 0 betekent: heel erg slecht. Een 10 betekent: </w:t>
      </w:r>
      <w:r>
        <w:tab/>
      </w:r>
      <w:r w:rsidR="004104D7" w:rsidRPr="004104D7">
        <w:t>uitstekend.</w:t>
      </w:r>
    </w:p>
    <w:p w:rsidR="004104D7" w:rsidRPr="004104D7" w:rsidRDefault="004104D7" w:rsidP="00A070FF">
      <w:pPr>
        <w:tabs>
          <w:tab w:val="left" w:pos="426"/>
          <w:tab w:val="left" w:pos="709"/>
        </w:tabs>
      </w:pPr>
      <w:r w:rsidRPr="004104D7">
        <w:tab/>
      </w:r>
      <w:r w:rsidRPr="004104D7">
        <w:rPr>
          <w:rFonts w:ascii="Arial Unicode MS" w:eastAsia="Arial Unicode MS" w:hAnsi="Arial Unicode MS" w:cs="Arial Unicode MS" w:hint="eastAsia"/>
        </w:rPr>
        <w:t>❑</w:t>
      </w:r>
      <w:r w:rsidR="00A070FF">
        <w:tab/>
        <w:t xml:space="preserve">0 </w:t>
      </w:r>
      <w:r w:rsidRPr="004104D7">
        <w:t xml:space="preserve">Heel erg slechte reumatoloog </w:t>
      </w:r>
    </w:p>
    <w:p w:rsidR="004104D7" w:rsidRPr="004104D7" w:rsidRDefault="00A070FF" w:rsidP="00A070FF">
      <w:pPr>
        <w:tabs>
          <w:tab w:val="left" w:pos="426"/>
          <w:tab w:val="left" w:pos="709"/>
        </w:tabs>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ab/>
        <w:t xml:space="preserve">1 </w:t>
      </w:r>
      <w:r w:rsidR="004104D7" w:rsidRPr="004104D7">
        <w:tab/>
      </w:r>
    </w:p>
    <w:p w:rsidR="004104D7" w:rsidRPr="004104D7" w:rsidRDefault="00A070FF" w:rsidP="00A070FF">
      <w:pPr>
        <w:tabs>
          <w:tab w:val="left" w:pos="426"/>
          <w:tab w:val="left" w:pos="709"/>
        </w:tabs>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ab/>
        <w:t>2</w:t>
      </w:r>
    </w:p>
    <w:p w:rsidR="004104D7" w:rsidRPr="004104D7" w:rsidRDefault="00A070FF" w:rsidP="00A070FF">
      <w:pPr>
        <w:tabs>
          <w:tab w:val="left" w:pos="426"/>
          <w:tab w:val="left" w:pos="709"/>
        </w:tabs>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ab/>
        <w:t>3</w:t>
      </w:r>
    </w:p>
    <w:p w:rsidR="004104D7" w:rsidRPr="004104D7" w:rsidRDefault="00A070FF" w:rsidP="00A070FF">
      <w:pPr>
        <w:tabs>
          <w:tab w:val="left" w:pos="426"/>
          <w:tab w:val="left" w:pos="709"/>
        </w:tabs>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ab/>
        <w:t>4</w:t>
      </w:r>
    </w:p>
    <w:p w:rsidR="004104D7" w:rsidRPr="004104D7" w:rsidRDefault="00A070FF" w:rsidP="00A070FF">
      <w:pPr>
        <w:tabs>
          <w:tab w:val="left" w:pos="426"/>
          <w:tab w:val="left" w:pos="709"/>
        </w:tabs>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ab/>
        <w:t>5</w:t>
      </w:r>
    </w:p>
    <w:p w:rsidR="004104D7" w:rsidRPr="004104D7" w:rsidRDefault="00A070FF" w:rsidP="00A070FF">
      <w:pPr>
        <w:tabs>
          <w:tab w:val="left" w:pos="426"/>
          <w:tab w:val="left" w:pos="709"/>
        </w:tabs>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ab/>
        <w:t>6</w:t>
      </w:r>
    </w:p>
    <w:p w:rsidR="004104D7" w:rsidRPr="004104D7" w:rsidRDefault="00A070FF" w:rsidP="00A070FF">
      <w:pPr>
        <w:tabs>
          <w:tab w:val="left" w:pos="426"/>
          <w:tab w:val="left" w:pos="709"/>
        </w:tabs>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ab/>
        <w:t>7</w:t>
      </w:r>
    </w:p>
    <w:p w:rsidR="004104D7" w:rsidRPr="004104D7" w:rsidRDefault="00A070FF" w:rsidP="00A070FF">
      <w:pPr>
        <w:tabs>
          <w:tab w:val="left" w:pos="426"/>
          <w:tab w:val="left" w:pos="709"/>
        </w:tabs>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ab/>
        <w:t>8</w:t>
      </w:r>
    </w:p>
    <w:p w:rsidR="004104D7" w:rsidRPr="004104D7" w:rsidRDefault="00A070FF" w:rsidP="00A070FF">
      <w:pPr>
        <w:tabs>
          <w:tab w:val="left" w:pos="426"/>
          <w:tab w:val="left" w:pos="709"/>
        </w:tabs>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ab/>
        <w:t>9</w:t>
      </w:r>
    </w:p>
    <w:p w:rsidR="004104D7" w:rsidRDefault="00A070FF" w:rsidP="00A070FF">
      <w:pPr>
        <w:tabs>
          <w:tab w:val="left" w:pos="426"/>
          <w:tab w:val="left" w:pos="709"/>
        </w:tabs>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Pr>
          <w:rFonts w:ascii="Arial Unicode MS" w:eastAsia="Arial Unicode MS" w:hAnsi="Arial Unicode MS" w:cs="Arial Unicode MS"/>
        </w:rPr>
        <w:tab/>
      </w:r>
      <w:r w:rsidR="004104D7" w:rsidRPr="004104D7">
        <w:t>10</w:t>
      </w:r>
      <w:r>
        <w:t xml:space="preserve"> </w:t>
      </w:r>
      <w:r w:rsidR="004104D7" w:rsidRPr="004104D7">
        <w:t>Uitstekende reumatoloog</w:t>
      </w:r>
    </w:p>
    <w:p w:rsidR="00A070FF" w:rsidRPr="004104D7" w:rsidRDefault="00A070FF" w:rsidP="00A070FF">
      <w:pPr>
        <w:pBdr>
          <w:bottom w:val="single" w:sz="4" w:space="1" w:color="auto"/>
        </w:pBdr>
        <w:tabs>
          <w:tab w:val="left" w:pos="426"/>
          <w:tab w:val="left" w:pos="709"/>
        </w:tabs>
      </w:pPr>
    </w:p>
    <w:p w:rsidR="004104D7" w:rsidRPr="004104D7" w:rsidRDefault="004104D7" w:rsidP="004104D7"/>
    <w:p w:rsidR="003D4236" w:rsidRDefault="003D4236" w:rsidP="004104D7">
      <w:pPr>
        <w:rPr>
          <w:b/>
          <w:i/>
        </w:rPr>
      </w:pPr>
    </w:p>
    <w:p w:rsidR="008721D6" w:rsidRDefault="008721D6" w:rsidP="004104D7">
      <w:pPr>
        <w:rPr>
          <w:b/>
          <w:i/>
        </w:rPr>
      </w:pPr>
    </w:p>
    <w:p w:rsidR="003D4236" w:rsidRDefault="003D4236" w:rsidP="004104D7">
      <w:pPr>
        <w:rPr>
          <w:b/>
          <w:i/>
        </w:rPr>
      </w:pPr>
    </w:p>
    <w:p w:rsidR="003D4236" w:rsidRDefault="003D4236" w:rsidP="004104D7">
      <w:pPr>
        <w:rPr>
          <w:b/>
          <w:i/>
        </w:rPr>
      </w:pPr>
    </w:p>
    <w:p w:rsidR="004104D7" w:rsidRPr="004104D7" w:rsidRDefault="004104D7" w:rsidP="004104D7">
      <w:pPr>
        <w:rPr>
          <w:b/>
          <w:i/>
        </w:rPr>
      </w:pPr>
      <w:r w:rsidRPr="004104D7">
        <w:rPr>
          <w:b/>
          <w:i/>
        </w:rPr>
        <w:t>GESPECIALISEERD VERPLEEGKUNDIGE</w:t>
      </w:r>
    </w:p>
    <w:p w:rsidR="004104D7" w:rsidRPr="004104D7" w:rsidRDefault="004104D7" w:rsidP="004104D7">
      <w:pPr>
        <w:rPr>
          <w:b/>
        </w:rPr>
      </w:pPr>
    </w:p>
    <w:p w:rsidR="004104D7" w:rsidRPr="004104D7" w:rsidRDefault="004104D7" w:rsidP="004104D7">
      <w:r w:rsidRPr="004104D7">
        <w:t xml:space="preserve">De vragen 17 t/m 27 gaan over uw ervaringen met een gespecialiseerd verpleegkundige (zoals een reumaconsulent, reumaverpleegkundige, nurse practitioner) in de afgelopen 12 maanden. Deze verpleegkundige geeft voorlichting, begeleiding en instructies en neemt vaak uw controlebezoeken over van de reumatoloog. </w:t>
      </w:r>
    </w:p>
    <w:p w:rsidR="004104D7" w:rsidRPr="004104D7" w:rsidRDefault="004104D7" w:rsidP="004104D7"/>
    <w:p w:rsidR="004104D7" w:rsidRPr="004104D7" w:rsidRDefault="00A070FF" w:rsidP="00A070FF">
      <w:pPr>
        <w:tabs>
          <w:tab w:val="left" w:pos="426"/>
          <w:tab w:val="left" w:pos="709"/>
        </w:tabs>
        <w:rPr>
          <w:b/>
        </w:rPr>
      </w:pPr>
      <w:r>
        <w:rPr>
          <w:b/>
        </w:rPr>
        <w:t>17.</w:t>
      </w:r>
      <w:r>
        <w:rPr>
          <w:b/>
        </w:rPr>
        <w:tab/>
      </w:r>
      <w:r w:rsidR="004104D7" w:rsidRPr="004104D7">
        <w:rPr>
          <w:b/>
        </w:rPr>
        <w:t xml:space="preserve">Heeft u in de afgelopen 12 maanden contact </w:t>
      </w:r>
      <w:r>
        <w:rPr>
          <w:b/>
        </w:rPr>
        <w:tab/>
      </w:r>
      <w:r w:rsidR="004104D7" w:rsidRPr="004104D7">
        <w:rPr>
          <w:b/>
        </w:rPr>
        <w:t xml:space="preserve">gehad met een gespecialiseerd </w:t>
      </w:r>
      <w:r>
        <w:rPr>
          <w:b/>
        </w:rPr>
        <w:tab/>
      </w:r>
      <w:r w:rsidR="004104D7" w:rsidRPr="004104D7">
        <w:rPr>
          <w:b/>
        </w:rPr>
        <w:t>verpleegkundige in het [ZIEKENHUIS]?</w:t>
      </w:r>
    </w:p>
    <w:p w:rsidR="004104D7" w:rsidRPr="004104D7" w:rsidRDefault="004104D7" w:rsidP="00A070FF">
      <w:pPr>
        <w:tabs>
          <w:tab w:val="left" w:pos="426"/>
          <w:tab w:val="left" w:pos="709"/>
        </w:tabs>
        <w:rPr>
          <w:b/>
          <w:bCs/>
          <w:i/>
          <w:iCs/>
        </w:rPr>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Nee</w:t>
      </w:r>
      <w:r w:rsidRPr="004104D7">
        <w:rPr>
          <w:b/>
          <w:bCs/>
          <w:i/>
          <w:iCs/>
        </w:rPr>
        <w:t xml:space="preserve"> </w:t>
      </w:r>
      <w:r w:rsidR="00A070FF">
        <w:sym w:font="Wingdings" w:char="F0E0"/>
      </w:r>
      <w:r w:rsidRPr="004104D7">
        <w:t xml:space="preserve"> </w:t>
      </w:r>
      <w:r w:rsidRPr="004104D7">
        <w:rPr>
          <w:b/>
          <w:i/>
        </w:rPr>
        <w:t xml:space="preserve">Indien nee </w:t>
      </w:r>
      <w:r w:rsidRPr="004104D7">
        <w:rPr>
          <w:b/>
        </w:rPr>
        <w:t>g</w:t>
      </w:r>
      <w:r w:rsidRPr="004104D7">
        <w:rPr>
          <w:b/>
          <w:bCs/>
          <w:i/>
          <w:iCs/>
        </w:rPr>
        <w:t>a door naar vraag 28</w:t>
      </w:r>
    </w:p>
    <w:p w:rsidR="004104D7" w:rsidRPr="004104D7" w:rsidRDefault="004104D7" w:rsidP="00A070FF">
      <w:pPr>
        <w:tabs>
          <w:tab w:val="left" w:pos="426"/>
          <w:tab w:val="left" w:pos="709"/>
        </w:tabs>
      </w:pPr>
      <w:r w:rsidRPr="004104D7">
        <w:tab/>
      </w:r>
      <w:r w:rsidRPr="004104D7">
        <w:rPr>
          <w:rFonts w:ascii="Arial Unicode MS" w:eastAsia="Arial Unicode MS" w:hAnsi="Arial Unicode MS" w:cs="Arial Unicode MS" w:hint="eastAsia"/>
        </w:rPr>
        <w:t>❑</w:t>
      </w:r>
      <w:r w:rsidRPr="004104D7">
        <w:t xml:space="preserve"> </w:t>
      </w:r>
      <w:r w:rsidRPr="004104D7">
        <w:tab/>
        <w:t>Ja</w:t>
      </w:r>
    </w:p>
    <w:p w:rsidR="004104D7" w:rsidRDefault="004104D7" w:rsidP="004104D7"/>
    <w:p w:rsidR="00EC31E3" w:rsidRPr="004104D7" w:rsidRDefault="00EC31E3" w:rsidP="004104D7"/>
    <w:p w:rsidR="004104D7" w:rsidRPr="004104D7" w:rsidRDefault="00A070FF" w:rsidP="00A070FF">
      <w:pPr>
        <w:tabs>
          <w:tab w:val="left" w:pos="426"/>
          <w:tab w:val="left" w:pos="709"/>
        </w:tabs>
        <w:rPr>
          <w:b/>
        </w:rPr>
      </w:pPr>
      <w:r>
        <w:rPr>
          <w:b/>
        </w:rPr>
        <w:t>18.</w:t>
      </w:r>
      <w:r>
        <w:rPr>
          <w:b/>
        </w:rPr>
        <w:tab/>
      </w:r>
      <w:r w:rsidR="004104D7" w:rsidRPr="004104D7">
        <w:rPr>
          <w:b/>
        </w:rPr>
        <w:t xml:space="preserve">Nam de gespecialiseerd verpleegkundige u </w:t>
      </w:r>
      <w:r>
        <w:rPr>
          <w:b/>
        </w:rPr>
        <w:tab/>
      </w:r>
      <w:r w:rsidR="004104D7" w:rsidRPr="004104D7">
        <w:rPr>
          <w:b/>
        </w:rPr>
        <w:t>serieus?</w:t>
      </w:r>
    </w:p>
    <w:p w:rsidR="004104D7" w:rsidRPr="004104D7" w:rsidRDefault="004104D7" w:rsidP="00A070F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Nooit</w:t>
      </w:r>
    </w:p>
    <w:p w:rsidR="004104D7" w:rsidRPr="004104D7" w:rsidRDefault="004104D7" w:rsidP="00A070F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Soms</w:t>
      </w:r>
    </w:p>
    <w:p w:rsidR="004104D7" w:rsidRPr="004104D7" w:rsidRDefault="004104D7" w:rsidP="00A070F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Meestal</w:t>
      </w:r>
    </w:p>
    <w:p w:rsidR="004104D7" w:rsidRPr="004104D7" w:rsidRDefault="004104D7" w:rsidP="00A070F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Altijd</w:t>
      </w:r>
    </w:p>
    <w:p w:rsidR="004104D7" w:rsidRDefault="004104D7" w:rsidP="004104D7"/>
    <w:p w:rsidR="00EC31E3" w:rsidRPr="004104D7" w:rsidRDefault="00EC31E3" w:rsidP="004104D7"/>
    <w:p w:rsidR="004104D7" w:rsidRPr="004104D7" w:rsidRDefault="00A070FF" w:rsidP="00A070FF">
      <w:pPr>
        <w:tabs>
          <w:tab w:val="left" w:pos="426"/>
          <w:tab w:val="left" w:pos="709"/>
        </w:tabs>
        <w:rPr>
          <w:b/>
        </w:rPr>
      </w:pPr>
      <w:r>
        <w:rPr>
          <w:b/>
        </w:rPr>
        <w:t>19.</w:t>
      </w:r>
      <w:r>
        <w:rPr>
          <w:b/>
        </w:rPr>
        <w:tab/>
      </w:r>
      <w:r w:rsidR="004104D7" w:rsidRPr="004104D7">
        <w:rPr>
          <w:b/>
        </w:rPr>
        <w:t xml:space="preserve">Had de gespecialiseerd verpleegkundige </w:t>
      </w:r>
      <w:r>
        <w:rPr>
          <w:b/>
        </w:rPr>
        <w:tab/>
      </w:r>
      <w:r w:rsidR="004104D7" w:rsidRPr="004104D7">
        <w:rPr>
          <w:b/>
        </w:rPr>
        <w:t>genoeg tijd voor u?</w:t>
      </w:r>
    </w:p>
    <w:p w:rsidR="004104D7" w:rsidRPr="004104D7" w:rsidRDefault="004104D7" w:rsidP="00A070F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Nooit</w:t>
      </w:r>
    </w:p>
    <w:p w:rsidR="004104D7" w:rsidRPr="004104D7" w:rsidRDefault="004104D7" w:rsidP="00A070F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Soms</w:t>
      </w:r>
    </w:p>
    <w:p w:rsidR="004104D7" w:rsidRPr="004104D7" w:rsidRDefault="004104D7" w:rsidP="00A070F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Meestal</w:t>
      </w:r>
    </w:p>
    <w:p w:rsidR="004104D7" w:rsidRPr="004104D7" w:rsidRDefault="004104D7" w:rsidP="00A070F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Altijd</w:t>
      </w:r>
    </w:p>
    <w:p w:rsidR="004104D7" w:rsidRDefault="004104D7" w:rsidP="004104D7"/>
    <w:p w:rsidR="00EC31E3" w:rsidRPr="004104D7" w:rsidRDefault="00EC31E3" w:rsidP="004104D7"/>
    <w:p w:rsidR="004104D7" w:rsidRPr="004104D7" w:rsidRDefault="00A070FF" w:rsidP="00A070FF">
      <w:pPr>
        <w:tabs>
          <w:tab w:val="left" w:pos="426"/>
          <w:tab w:val="left" w:pos="709"/>
        </w:tabs>
        <w:rPr>
          <w:b/>
        </w:rPr>
      </w:pPr>
      <w:r>
        <w:rPr>
          <w:b/>
        </w:rPr>
        <w:t>20.</w:t>
      </w:r>
      <w:r>
        <w:rPr>
          <w:b/>
        </w:rPr>
        <w:tab/>
      </w:r>
      <w:r w:rsidR="004104D7" w:rsidRPr="004104D7">
        <w:rPr>
          <w:b/>
        </w:rPr>
        <w:t xml:space="preserve">Luisterde de gespecialiseerd verpleegkundige </w:t>
      </w:r>
      <w:r>
        <w:rPr>
          <w:b/>
        </w:rPr>
        <w:tab/>
      </w:r>
      <w:r w:rsidR="004104D7" w:rsidRPr="004104D7">
        <w:rPr>
          <w:b/>
        </w:rPr>
        <w:t>aandachtig naar u?</w:t>
      </w:r>
    </w:p>
    <w:p w:rsidR="004104D7" w:rsidRPr="004104D7" w:rsidRDefault="004104D7" w:rsidP="00A070F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Nooit</w:t>
      </w:r>
    </w:p>
    <w:p w:rsidR="004104D7" w:rsidRPr="004104D7" w:rsidRDefault="004104D7" w:rsidP="00A070F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Soms</w:t>
      </w:r>
    </w:p>
    <w:p w:rsidR="004104D7" w:rsidRPr="004104D7" w:rsidRDefault="004104D7" w:rsidP="00A070F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Meestal</w:t>
      </w:r>
    </w:p>
    <w:p w:rsidR="004104D7" w:rsidRPr="004104D7" w:rsidRDefault="004104D7" w:rsidP="00A070F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Altijd</w:t>
      </w:r>
    </w:p>
    <w:p w:rsidR="004104D7" w:rsidRDefault="004104D7" w:rsidP="004104D7"/>
    <w:p w:rsidR="00EC31E3" w:rsidRPr="004104D7" w:rsidRDefault="00EC31E3" w:rsidP="004104D7"/>
    <w:p w:rsidR="004104D7" w:rsidRPr="004104D7" w:rsidRDefault="00A070FF" w:rsidP="00A070FF">
      <w:pPr>
        <w:tabs>
          <w:tab w:val="left" w:pos="426"/>
          <w:tab w:val="left" w:pos="709"/>
        </w:tabs>
        <w:rPr>
          <w:b/>
        </w:rPr>
      </w:pPr>
      <w:r>
        <w:rPr>
          <w:b/>
        </w:rPr>
        <w:t>21.</w:t>
      </w:r>
      <w:r>
        <w:rPr>
          <w:b/>
        </w:rPr>
        <w:tab/>
      </w:r>
      <w:r w:rsidR="004104D7" w:rsidRPr="004104D7">
        <w:rPr>
          <w:b/>
        </w:rPr>
        <w:t xml:space="preserve">Legde de gespecialiseerd verpleegkundige </w:t>
      </w:r>
      <w:r>
        <w:rPr>
          <w:b/>
        </w:rPr>
        <w:tab/>
      </w:r>
      <w:r w:rsidR="004104D7" w:rsidRPr="004104D7">
        <w:rPr>
          <w:b/>
        </w:rPr>
        <w:t>informatie op een begrijpelijke manier uit?</w:t>
      </w:r>
    </w:p>
    <w:p w:rsidR="004104D7" w:rsidRPr="004104D7" w:rsidRDefault="004104D7" w:rsidP="00A070F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Nooit</w:t>
      </w:r>
    </w:p>
    <w:p w:rsidR="004104D7" w:rsidRPr="004104D7" w:rsidRDefault="004104D7" w:rsidP="00A070F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Soms</w:t>
      </w:r>
    </w:p>
    <w:p w:rsidR="004104D7" w:rsidRPr="004104D7" w:rsidRDefault="004104D7" w:rsidP="00A070F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Meestal</w:t>
      </w:r>
    </w:p>
    <w:p w:rsidR="004104D7" w:rsidRPr="004104D7" w:rsidRDefault="004104D7" w:rsidP="00A070F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Altijd</w:t>
      </w:r>
    </w:p>
    <w:p w:rsidR="004104D7" w:rsidRDefault="004104D7" w:rsidP="004104D7"/>
    <w:p w:rsidR="00EC31E3" w:rsidRPr="004104D7" w:rsidRDefault="00EC31E3" w:rsidP="004104D7"/>
    <w:p w:rsidR="003D4236" w:rsidRDefault="003D4236" w:rsidP="00A070FF">
      <w:pPr>
        <w:tabs>
          <w:tab w:val="left" w:pos="426"/>
          <w:tab w:val="left" w:pos="709"/>
        </w:tabs>
        <w:rPr>
          <w:b/>
        </w:rPr>
      </w:pPr>
    </w:p>
    <w:p w:rsidR="003D4236" w:rsidRDefault="003D4236" w:rsidP="00A070FF">
      <w:pPr>
        <w:tabs>
          <w:tab w:val="left" w:pos="426"/>
          <w:tab w:val="left" w:pos="709"/>
        </w:tabs>
        <w:rPr>
          <w:b/>
        </w:rPr>
      </w:pPr>
    </w:p>
    <w:p w:rsidR="003D4236" w:rsidRDefault="003D4236" w:rsidP="00A070FF">
      <w:pPr>
        <w:tabs>
          <w:tab w:val="left" w:pos="426"/>
          <w:tab w:val="left" w:pos="709"/>
        </w:tabs>
        <w:rPr>
          <w:b/>
        </w:rPr>
      </w:pPr>
    </w:p>
    <w:p w:rsidR="003D4236" w:rsidRDefault="003D4236" w:rsidP="00A070FF">
      <w:pPr>
        <w:tabs>
          <w:tab w:val="left" w:pos="426"/>
          <w:tab w:val="left" w:pos="709"/>
        </w:tabs>
        <w:rPr>
          <w:b/>
        </w:rPr>
      </w:pPr>
    </w:p>
    <w:p w:rsidR="004104D7" w:rsidRPr="004104D7" w:rsidRDefault="00A070FF" w:rsidP="00A070FF">
      <w:pPr>
        <w:tabs>
          <w:tab w:val="left" w:pos="426"/>
          <w:tab w:val="left" w:pos="709"/>
        </w:tabs>
        <w:rPr>
          <w:b/>
        </w:rPr>
      </w:pPr>
      <w:r>
        <w:rPr>
          <w:b/>
        </w:rPr>
        <w:lastRenderedPageBreak/>
        <w:t>22.</w:t>
      </w:r>
      <w:r>
        <w:rPr>
          <w:b/>
        </w:rPr>
        <w:tab/>
      </w:r>
      <w:r w:rsidR="004104D7" w:rsidRPr="004104D7">
        <w:rPr>
          <w:b/>
        </w:rPr>
        <w:t xml:space="preserve">Kreeg u de gelegenheid vragen te stellen aan </w:t>
      </w:r>
      <w:r>
        <w:rPr>
          <w:b/>
        </w:rPr>
        <w:tab/>
      </w:r>
      <w:r w:rsidR="004104D7" w:rsidRPr="004104D7">
        <w:rPr>
          <w:b/>
        </w:rPr>
        <w:t>de gespecialiseerd verpleegkundige?</w:t>
      </w:r>
    </w:p>
    <w:p w:rsidR="004104D7" w:rsidRPr="004104D7" w:rsidRDefault="004104D7" w:rsidP="00A070F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Nooit</w:t>
      </w:r>
    </w:p>
    <w:p w:rsidR="004104D7" w:rsidRPr="004104D7" w:rsidRDefault="004104D7" w:rsidP="00A070F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Soms</w:t>
      </w:r>
    </w:p>
    <w:p w:rsidR="004104D7" w:rsidRPr="004104D7" w:rsidRDefault="004104D7" w:rsidP="00A070F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Meestal</w:t>
      </w:r>
    </w:p>
    <w:p w:rsidR="004104D7" w:rsidRPr="004104D7" w:rsidRDefault="004104D7" w:rsidP="00A070F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Altijd</w:t>
      </w:r>
    </w:p>
    <w:p w:rsidR="004104D7" w:rsidRDefault="004104D7" w:rsidP="00A070F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ab/>
        <w:t>Niet van toepassing</w:t>
      </w:r>
    </w:p>
    <w:p w:rsidR="003D4236" w:rsidRDefault="003D4236" w:rsidP="00A070FF">
      <w:pPr>
        <w:tabs>
          <w:tab w:val="left" w:pos="426"/>
          <w:tab w:val="left" w:pos="709"/>
        </w:tabs>
      </w:pPr>
    </w:p>
    <w:p w:rsidR="003D4236" w:rsidRPr="004104D7" w:rsidRDefault="003D4236" w:rsidP="00A070FF">
      <w:pPr>
        <w:tabs>
          <w:tab w:val="left" w:pos="426"/>
          <w:tab w:val="left" w:pos="709"/>
        </w:tabs>
      </w:pPr>
    </w:p>
    <w:p w:rsidR="004104D7" w:rsidRPr="004104D7" w:rsidRDefault="00A070FF" w:rsidP="00A070FF">
      <w:pPr>
        <w:tabs>
          <w:tab w:val="left" w:pos="426"/>
          <w:tab w:val="left" w:pos="709"/>
        </w:tabs>
        <w:rPr>
          <w:b/>
        </w:rPr>
      </w:pPr>
      <w:r>
        <w:rPr>
          <w:b/>
        </w:rPr>
        <w:t>23.</w:t>
      </w:r>
      <w:r>
        <w:rPr>
          <w:b/>
        </w:rPr>
        <w:tab/>
      </w:r>
      <w:r w:rsidR="004104D7" w:rsidRPr="004104D7">
        <w:rPr>
          <w:b/>
        </w:rPr>
        <w:t xml:space="preserve">Gaf de gespecialiseerd verpleegkundige u </w:t>
      </w:r>
      <w:r>
        <w:rPr>
          <w:b/>
        </w:rPr>
        <w:tab/>
      </w:r>
      <w:r w:rsidR="004104D7" w:rsidRPr="004104D7">
        <w:rPr>
          <w:b/>
        </w:rPr>
        <w:t xml:space="preserve">advies, instructies en/of voorlichting over de </w:t>
      </w:r>
      <w:r>
        <w:rPr>
          <w:b/>
        </w:rPr>
        <w:tab/>
      </w:r>
      <w:r w:rsidR="004104D7" w:rsidRPr="004104D7">
        <w:rPr>
          <w:b/>
        </w:rPr>
        <w:t>aandoening reumatoïde artritis?</w:t>
      </w:r>
    </w:p>
    <w:p w:rsidR="004104D7" w:rsidRPr="004104D7" w:rsidRDefault="00A070FF" w:rsidP="00A070FF">
      <w:pPr>
        <w:tabs>
          <w:tab w:val="left" w:pos="426"/>
          <w:tab w:val="left" w:pos="709"/>
        </w:tabs>
      </w:pPr>
      <w:r>
        <w:rPr>
          <w:vertAlign w:val="superscript"/>
        </w:rPr>
        <w:tab/>
      </w:r>
      <w:r w:rsidR="004104D7" w:rsidRPr="004104D7">
        <w:rPr>
          <w:rFonts w:ascii="Arial Unicode MS" w:eastAsia="Arial Unicode MS" w:hAnsi="Arial Unicode MS" w:cs="Arial Unicode MS" w:hint="eastAsia"/>
        </w:rPr>
        <w:t>❑</w:t>
      </w:r>
      <w:r w:rsidR="004104D7" w:rsidRPr="004104D7">
        <w:t xml:space="preserve"> </w:t>
      </w:r>
      <w:r w:rsidR="004104D7" w:rsidRPr="004104D7">
        <w:tab/>
        <w:t>Nooit</w:t>
      </w:r>
    </w:p>
    <w:p w:rsidR="004104D7" w:rsidRPr="004104D7" w:rsidRDefault="004104D7" w:rsidP="00A070F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Soms</w:t>
      </w:r>
    </w:p>
    <w:p w:rsidR="004104D7" w:rsidRPr="004104D7" w:rsidRDefault="004104D7" w:rsidP="00A070F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Meestal</w:t>
      </w:r>
    </w:p>
    <w:p w:rsidR="004104D7" w:rsidRPr="004104D7" w:rsidRDefault="004104D7" w:rsidP="00A070F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Altijd</w:t>
      </w:r>
    </w:p>
    <w:p w:rsidR="004104D7" w:rsidRDefault="004104D7" w:rsidP="004104D7"/>
    <w:p w:rsidR="00EC31E3" w:rsidRPr="004104D7" w:rsidRDefault="00EC31E3" w:rsidP="004104D7"/>
    <w:p w:rsidR="004104D7" w:rsidRPr="004104D7" w:rsidRDefault="001B5EF5" w:rsidP="001B5EF5">
      <w:pPr>
        <w:tabs>
          <w:tab w:val="left" w:pos="426"/>
          <w:tab w:val="left" w:pos="709"/>
        </w:tabs>
        <w:rPr>
          <w:b/>
        </w:rPr>
      </w:pPr>
      <w:r>
        <w:rPr>
          <w:b/>
        </w:rPr>
        <w:t>24.</w:t>
      </w:r>
      <w:r>
        <w:rPr>
          <w:b/>
        </w:rPr>
        <w:tab/>
      </w:r>
      <w:r w:rsidR="004104D7" w:rsidRPr="004104D7">
        <w:rPr>
          <w:b/>
        </w:rPr>
        <w:t xml:space="preserve">Gaf de gespecialiseerd verpleegkundige u </w:t>
      </w:r>
      <w:r>
        <w:rPr>
          <w:b/>
        </w:rPr>
        <w:tab/>
      </w:r>
      <w:r w:rsidR="004104D7" w:rsidRPr="004104D7">
        <w:rPr>
          <w:b/>
        </w:rPr>
        <w:t xml:space="preserve">advies over hoe u, met uw reumatoïde artritis, </w:t>
      </w:r>
      <w:r>
        <w:rPr>
          <w:b/>
        </w:rPr>
        <w:tab/>
      </w:r>
      <w:r w:rsidR="004104D7" w:rsidRPr="004104D7">
        <w:rPr>
          <w:b/>
        </w:rPr>
        <w:t>zo goed mogelijk kon functioneren?</w:t>
      </w:r>
    </w:p>
    <w:p w:rsidR="004104D7" w:rsidRPr="004104D7" w:rsidRDefault="004104D7" w:rsidP="001B5EF5">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Nooit</w:t>
      </w:r>
    </w:p>
    <w:p w:rsidR="004104D7" w:rsidRPr="004104D7" w:rsidRDefault="004104D7" w:rsidP="001B5EF5">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Soms</w:t>
      </w:r>
    </w:p>
    <w:p w:rsidR="004104D7" w:rsidRPr="004104D7" w:rsidRDefault="004104D7" w:rsidP="001B5EF5">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Meestal</w:t>
      </w:r>
    </w:p>
    <w:p w:rsidR="004104D7" w:rsidRPr="004104D7" w:rsidRDefault="004104D7" w:rsidP="001B5EF5">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Altijd</w:t>
      </w:r>
    </w:p>
    <w:p w:rsidR="004104D7" w:rsidRDefault="004104D7" w:rsidP="001B5EF5">
      <w:pPr>
        <w:rPr>
          <w:b/>
        </w:rPr>
      </w:pPr>
    </w:p>
    <w:p w:rsidR="00EC31E3" w:rsidRPr="004104D7" w:rsidRDefault="00EC31E3" w:rsidP="001B5EF5">
      <w:pPr>
        <w:rPr>
          <w:b/>
        </w:rPr>
      </w:pPr>
    </w:p>
    <w:p w:rsidR="004104D7" w:rsidRPr="004104D7" w:rsidRDefault="001B5EF5" w:rsidP="001B5EF5">
      <w:pPr>
        <w:tabs>
          <w:tab w:val="left" w:pos="426"/>
          <w:tab w:val="left" w:pos="709"/>
        </w:tabs>
        <w:rPr>
          <w:b/>
        </w:rPr>
      </w:pPr>
      <w:r>
        <w:rPr>
          <w:b/>
        </w:rPr>
        <w:t>25.</w:t>
      </w:r>
      <w:r>
        <w:rPr>
          <w:b/>
        </w:rPr>
        <w:tab/>
      </w:r>
      <w:r w:rsidR="004104D7" w:rsidRPr="004104D7">
        <w:rPr>
          <w:b/>
        </w:rPr>
        <w:t xml:space="preserve">Heeft de gespecialiseerd verpleegkundige u </w:t>
      </w:r>
      <w:r>
        <w:rPr>
          <w:b/>
        </w:rPr>
        <w:tab/>
      </w:r>
      <w:r w:rsidR="004104D7" w:rsidRPr="004104D7">
        <w:rPr>
          <w:b/>
        </w:rPr>
        <w:t xml:space="preserve">geïnformeerd over het verkrijgen van hulp en </w:t>
      </w:r>
      <w:r>
        <w:rPr>
          <w:b/>
        </w:rPr>
        <w:tab/>
      </w:r>
      <w:r w:rsidR="004104D7" w:rsidRPr="004104D7">
        <w:rPr>
          <w:b/>
        </w:rPr>
        <w:t>hulpmiddelen?</w:t>
      </w:r>
    </w:p>
    <w:p w:rsidR="004104D7" w:rsidRPr="004104D7" w:rsidRDefault="004104D7" w:rsidP="001B5EF5">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Nee</w:t>
      </w:r>
    </w:p>
    <w:p w:rsidR="004104D7" w:rsidRPr="004104D7" w:rsidRDefault="004104D7" w:rsidP="001B5EF5">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Ja</w:t>
      </w:r>
    </w:p>
    <w:p w:rsidR="004104D7" w:rsidRPr="004104D7" w:rsidRDefault="004104D7" w:rsidP="001B5EF5">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ab/>
        <w:t>Niet van toepassing/niet nodig</w:t>
      </w:r>
    </w:p>
    <w:p w:rsidR="004104D7" w:rsidRDefault="004104D7" w:rsidP="004104D7"/>
    <w:p w:rsidR="00EC31E3" w:rsidRPr="004104D7" w:rsidRDefault="00EC31E3" w:rsidP="004104D7"/>
    <w:p w:rsidR="004104D7" w:rsidRPr="004104D7" w:rsidRDefault="001B5EF5" w:rsidP="001B5EF5">
      <w:pPr>
        <w:tabs>
          <w:tab w:val="left" w:pos="426"/>
          <w:tab w:val="left" w:pos="709"/>
        </w:tabs>
        <w:rPr>
          <w:b/>
        </w:rPr>
      </w:pPr>
      <w:r>
        <w:rPr>
          <w:b/>
        </w:rPr>
        <w:t>26.</w:t>
      </w:r>
      <w:r>
        <w:rPr>
          <w:b/>
        </w:rPr>
        <w:tab/>
      </w:r>
      <w:r w:rsidR="004104D7" w:rsidRPr="004104D7">
        <w:rPr>
          <w:b/>
        </w:rPr>
        <w:t xml:space="preserve">Kreeg u hulp bij het zoeken naar de juiste  </w:t>
      </w:r>
      <w:r>
        <w:rPr>
          <w:b/>
        </w:rPr>
        <w:tab/>
      </w:r>
      <w:r w:rsidR="004104D7" w:rsidRPr="004104D7">
        <w:rPr>
          <w:b/>
        </w:rPr>
        <w:t xml:space="preserve">zorg (zoals informatie over behandelaars, </w:t>
      </w:r>
      <w:r>
        <w:rPr>
          <w:b/>
        </w:rPr>
        <w:tab/>
      </w:r>
      <w:r w:rsidR="004104D7" w:rsidRPr="004104D7">
        <w:rPr>
          <w:b/>
        </w:rPr>
        <w:t>wachtlijsten, het maken van afspraken)?</w:t>
      </w:r>
    </w:p>
    <w:p w:rsidR="004104D7" w:rsidRPr="004104D7" w:rsidRDefault="004104D7" w:rsidP="001B5EF5">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Nee</w:t>
      </w:r>
    </w:p>
    <w:p w:rsidR="004104D7" w:rsidRPr="004104D7" w:rsidRDefault="004104D7" w:rsidP="001B5EF5">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Ja</w:t>
      </w:r>
    </w:p>
    <w:p w:rsidR="004104D7" w:rsidRPr="004104D7" w:rsidRDefault="004104D7" w:rsidP="001B5EF5">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ab/>
        <w:t>Niet van toepassing/niet nodig</w:t>
      </w:r>
    </w:p>
    <w:p w:rsidR="004104D7" w:rsidRDefault="004104D7" w:rsidP="001B5EF5">
      <w:pPr>
        <w:tabs>
          <w:tab w:val="left" w:pos="426"/>
          <w:tab w:val="left" w:pos="709"/>
        </w:tabs>
      </w:pPr>
    </w:p>
    <w:p w:rsidR="00EC31E3" w:rsidRPr="004104D7" w:rsidRDefault="00EC31E3" w:rsidP="001B5EF5">
      <w:pPr>
        <w:tabs>
          <w:tab w:val="left" w:pos="426"/>
          <w:tab w:val="left" w:pos="709"/>
        </w:tabs>
      </w:pPr>
    </w:p>
    <w:p w:rsidR="003D4236" w:rsidRDefault="003D4236" w:rsidP="00DA10DA">
      <w:pPr>
        <w:tabs>
          <w:tab w:val="left" w:pos="426"/>
          <w:tab w:val="left" w:pos="709"/>
        </w:tabs>
        <w:rPr>
          <w:b/>
        </w:rPr>
      </w:pPr>
    </w:p>
    <w:p w:rsidR="003D4236" w:rsidRDefault="003D4236" w:rsidP="00DA10DA">
      <w:pPr>
        <w:tabs>
          <w:tab w:val="left" w:pos="426"/>
          <w:tab w:val="left" w:pos="709"/>
        </w:tabs>
        <w:rPr>
          <w:b/>
        </w:rPr>
      </w:pPr>
    </w:p>
    <w:p w:rsidR="003D4236" w:rsidRDefault="003D4236" w:rsidP="00DA10DA">
      <w:pPr>
        <w:tabs>
          <w:tab w:val="left" w:pos="426"/>
          <w:tab w:val="left" w:pos="709"/>
        </w:tabs>
        <w:rPr>
          <w:b/>
        </w:rPr>
      </w:pPr>
    </w:p>
    <w:p w:rsidR="003D4236" w:rsidRDefault="003D4236" w:rsidP="00DA10DA">
      <w:pPr>
        <w:tabs>
          <w:tab w:val="left" w:pos="426"/>
          <w:tab w:val="left" w:pos="709"/>
        </w:tabs>
        <w:rPr>
          <w:b/>
        </w:rPr>
      </w:pPr>
    </w:p>
    <w:p w:rsidR="003D4236" w:rsidRDefault="003D4236" w:rsidP="00DA10DA">
      <w:pPr>
        <w:tabs>
          <w:tab w:val="left" w:pos="426"/>
          <w:tab w:val="left" w:pos="709"/>
        </w:tabs>
        <w:rPr>
          <w:b/>
        </w:rPr>
      </w:pPr>
    </w:p>
    <w:p w:rsidR="003D4236" w:rsidRDefault="003D4236" w:rsidP="00DA10DA">
      <w:pPr>
        <w:tabs>
          <w:tab w:val="left" w:pos="426"/>
          <w:tab w:val="left" w:pos="709"/>
        </w:tabs>
        <w:rPr>
          <w:b/>
        </w:rPr>
      </w:pPr>
    </w:p>
    <w:p w:rsidR="003D4236" w:rsidRDefault="003D4236" w:rsidP="00DA10DA">
      <w:pPr>
        <w:tabs>
          <w:tab w:val="left" w:pos="426"/>
          <w:tab w:val="left" w:pos="709"/>
        </w:tabs>
        <w:rPr>
          <w:b/>
        </w:rPr>
      </w:pPr>
    </w:p>
    <w:p w:rsidR="003D4236" w:rsidRDefault="003D4236" w:rsidP="00DA10DA">
      <w:pPr>
        <w:tabs>
          <w:tab w:val="left" w:pos="426"/>
          <w:tab w:val="left" w:pos="709"/>
        </w:tabs>
        <w:rPr>
          <w:b/>
        </w:rPr>
      </w:pPr>
    </w:p>
    <w:p w:rsidR="003D4236" w:rsidRDefault="003D4236" w:rsidP="00DA10DA">
      <w:pPr>
        <w:tabs>
          <w:tab w:val="left" w:pos="426"/>
          <w:tab w:val="left" w:pos="709"/>
        </w:tabs>
        <w:rPr>
          <w:b/>
        </w:rPr>
      </w:pPr>
    </w:p>
    <w:p w:rsidR="003D4236" w:rsidRDefault="003D4236" w:rsidP="00DA10DA">
      <w:pPr>
        <w:tabs>
          <w:tab w:val="left" w:pos="426"/>
          <w:tab w:val="left" w:pos="709"/>
        </w:tabs>
        <w:rPr>
          <w:b/>
        </w:rPr>
      </w:pPr>
    </w:p>
    <w:p w:rsidR="004104D7" w:rsidRPr="004104D7" w:rsidRDefault="00DA10DA" w:rsidP="00DA10DA">
      <w:pPr>
        <w:tabs>
          <w:tab w:val="left" w:pos="426"/>
          <w:tab w:val="left" w:pos="709"/>
        </w:tabs>
        <w:rPr>
          <w:b/>
        </w:rPr>
      </w:pPr>
      <w:r>
        <w:rPr>
          <w:b/>
        </w:rPr>
        <w:t>27.</w:t>
      </w:r>
      <w:r>
        <w:rPr>
          <w:b/>
        </w:rPr>
        <w:tab/>
      </w:r>
      <w:r w:rsidR="004104D7" w:rsidRPr="004104D7">
        <w:rPr>
          <w:b/>
        </w:rPr>
        <w:t xml:space="preserve">Welk cijfer geeft u de gespecialiseerd </w:t>
      </w:r>
      <w:r>
        <w:rPr>
          <w:b/>
        </w:rPr>
        <w:tab/>
      </w:r>
      <w:r w:rsidR="004104D7" w:rsidRPr="004104D7">
        <w:rPr>
          <w:b/>
        </w:rPr>
        <w:t>verpleegkundige?</w:t>
      </w:r>
    </w:p>
    <w:p w:rsidR="008B600A" w:rsidRDefault="00DA10DA" w:rsidP="008B600A">
      <w:pPr>
        <w:tabs>
          <w:tab w:val="left" w:pos="426"/>
        </w:tabs>
      </w:pPr>
      <w:r>
        <w:tab/>
      </w:r>
      <w:r w:rsidR="004104D7" w:rsidRPr="004104D7">
        <w:t xml:space="preserve">Een 0 betekent: heel erg slecht. Een 10 betekent: </w:t>
      </w:r>
      <w:r>
        <w:tab/>
      </w:r>
      <w:r w:rsidR="004104D7" w:rsidRPr="004104D7">
        <w:t>uitstekend.</w:t>
      </w:r>
    </w:p>
    <w:p w:rsidR="004104D7" w:rsidRDefault="008B600A" w:rsidP="008B600A">
      <w:pPr>
        <w:tabs>
          <w:tab w:val="left" w:pos="426"/>
          <w:tab w:val="left" w:pos="709"/>
          <w:tab w:val="left" w:pos="851"/>
        </w:tabs>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ab/>
        <w:t>0</w:t>
      </w:r>
      <w:r>
        <w:tab/>
      </w:r>
      <w:r w:rsidR="004104D7" w:rsidRPr="004104D7">
        <w:t>Heel erg slecht</w:t>
      </w:r>
      <w:r>
        <w:t>e</w:t>
      </w:r>
      <w:r w:rsidR="004104D7" w:rsidRPr="004104D7">
        <w:t xml:space="preserve"> </w:t>
      </w:r>
      <w:r>
        <w:t xml:space="preserve">gespecialiseerd </w:t>
      </w:r>
      <w:r>
        <w:tab/>
      </w:r>
      <w:r>
        <w:tab/>
      </w:r>
      <w:r>
        <w:tab/>
      </w:r>
      <w:r>
        <w:tab/>
        <w:t>verple</w:t>
      </w:r>
      <w:r w:rsidR="004104D7" w:rsidRPr="004104D7">
        <w:t>egkundige</w:t>
      </w:r>
    </w:p>
    <w:p w:rsidR="008B600A" w:rsidRPr="004104D7" w:rsidRDefault="008B600A" w:rsidP="008B600A">
      <w:pPr>
        <w:tabs>
          <w:tab w:val="left" w:pos="426"/>
        </w:tabs>
      </w:pPr>
      <w:r>
        <w:tab/>
      </w:r>
      <w:r w:rsidRPr="004104D7">
        <w:rPr>
          <w:rFonts w:ascii="Arial Unicode MS" w:eastAsia="Arial Unicode MS" w:hAnsi="Arial Unicode MS" w:cs="Arial Unicode MS" w:hint="eastAsia"/>
        </w:rPr>
        <w:t>❑</w:t>
      </w:r>
      <w:r>
        <w:rPr>
          <w:rFonts w:ascii="Arial Unicode MS" w:eastAsia="Arial Unicode MS" w:hAnsi="Arial Unicode MS" w:cs="Arial Unicode MS"/>
        </w:rPr>
        <w:tab/>
        <w:t>1</w:t>
      </w:r>
    </w:p>
    <w:p w:rsidR="004104D7" w:rsidRPr="004104D7" w:rsidRDefault="008B600A" w:rsidP="008B600A">
      <w:pPr>
        <w:tabs>
          <w:tab w:val="left" w:pos="426"/>
          <w:tab w:val="left" w:pos="709"/>
        </w:tabs>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ab/>
        <w:t>2</w:t>
      </w:r>
    </w:p>
    <w:p w:rsidR="004104D7" w:rsidRPr="004104D7" w:rsidRDefault="008B600A" w:rsidP="008B600A">
      <w:pPr>
        <w:tabs>
          <w:tab w:val="left" w:pos="426"/>
          <w:tab w:val="left" w:pos="709"/>
        </w:tabs>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ab/>
        <w:t>3</w:t>
      </w:r>
    </w:p>
    <w:p w:rsidR="004104D7" w:rsidRPr="004104D7" w:rsidRDefault="008B600A" w:rsidP="008B600A">
      <w:pPr>
        <w:tabs>
          <w:tab w:val="left" w:pos="426"/>
          <w:tab w:val="left" w:pos="709"/>
        </w:tabs>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ab/>
        <w:t>4</w:t>
      </w:r>
    </w:p>
    <w:p w:rsidR="004104D7" w:rsidRPr="004104D7" w:rsidRDefault="008B600A" w:rsidP="008B600A">
      <w:pPr>
        <w:tabs>
          <w:tab w:val="left" w:pos="426"/>
          <w:tab w:val="left" w:pos="709"/>
        </w:tabs>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ab/>
        <w:t>5</w:t>
      </w:r>
    </w:p>
    <w:p w:rsidR="004104D7" w:rsidRPr="004104D7" w:rsidRDefault="008B600A" w:rsidP="008B600A">
      <w:pPr>
        <w:tabs>
          <w:tab w:val="left" w:pos="426"/>
          <w:tab w:val="left" w:pos="709"/>
        </w:tabs>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ab/>
        <w:t>6</w:t>
      </w:r>
    </w:p>
    <w:p w:rsidR="004104D7" w:rsidRPr="004104D7" w:rsidRDefault="008B600A" w:rsidP="008B600A">
      <w:pPr>
        <w:tabs>
          <w:tab w:val="left" w:pos="426"/>
          <w:tab w:val="left" w:pos="709"/>
        </w:tabs>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ab/>
        <w:t>7</w:t>
      </w:r>
    </w:p>
    <w:p w:rsidR="004104D7" w:rsidRPr="004104D7" w:rsidRDefault="008B600A" w:rsidP="008B600A">
      <w:pPr>
        <w:tabs>
          <w:tab w:val="left" w:pos="426"/>
          <w:tab w:val="left" w:pos="709"/>
        </w:tabs>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ab/>
        <w:t>8</w:t>
      </w:r>
    </w:p>
    <w:p w:rsidR="004104D7" w:rsidRPr="004104D7" w:rsidRDefault="008B600A" w:rsidP="008B600A">
      <w:pPr>
        <w:tabs>
          <w:tab w:val="left" w:pos="426"/>
          <w:tab w:val="left" w:pos="709"/>
        </w:tabs>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ab/>
        <w:t>9</w:t>
      </w:r>
    </w:p>
    <w:p w:rsidR="004104D7" w:rsidRPr="004104D7" w:rsidRDefault="004104D7" w:rsidP="008B600A">
      <w:pPr>
        <w:tabs>
          <w:tab w:val="left" w:pos="426"/>
          <w:tab w:val="left" w:pos="709"/>
          <w:tab w:val="left" w:pos="851"/>
        </w:tabs>
      </w:pPr>
      <w:r w:rsidRPr="004104D7">
        <w:rPr>
          <w:vertAlign w:val="superscript"/>
        </w:rPr>
        <w:tab/>
      </w:r>
      <w:r w:rsidRPr="004104D7">
        <w:rPr>
          <w:rFonts w:ascii="Arial Unicode MS" w:eastAsia="Arial Unicode MS" w:hAnsi="Arial Unicode MS" w:cs="Arial Unicode MS" w:hint="eastAsia"/>
        </w:rPr>
        <w:t>❑</w:t>
      </w:r>
      <w:r w:rsidRPr="004104D7">
        <w:tab/>
        <w:t>10Uitstekende gespecialiseerd</w:t>
      </w:r>
    </w:p>
    <w:p w:rsidR="004104D7" w:rsidRPr="004104D7" w:rsidRDefault="008B600A" w:rsidP="008B600A">
      <w:pPr>
        <w:tabs>
          <w:tab w:val="left" w:pos="426"/>
          <w:tab w:val="left" w:pos="709"/>
          <w:tab w:val="left" w:pos="993"/>
        </w:tabs>
      </w:pPr>
      <w:r>
        <w:tab/>
      </w:r>
      <w:r w:rsidR="004104D7" w:rsidRPr="004104D7">
        <w:tab/>
      </w:r>
      <w:r w:rsidR="004104D7" w:rsidRPr="004104D7">
        <w:tab/>
        <w:t>verpleegkundige</w:t>
      </w:r>
    </w:p>
    <w:p w:rsidR="004104D7" w:rsidRPr="004104D7" w:rsidRDefault="004104D7" w:rsidP="008B600A">
      <w:pPr>
        <w:pBdr>
          <w:bottom w:val="single" w:sz="4" w:space="1" w:color="auto"/>
        </w:pBdr>
      </w:pPr>
    </w:p>
    <w:p w:rsidR="003D4236" w:rsidRDefault="003D4236" w:rsidP="004104D7">
      <w:pPr>
        <w:rPr>
          <w:b/>
          <w:i/>
        </w:rPr>
      </w:pPr>
    </w:p>
    <w:p w:rsidR="004104D7" w:rsidRPr="004104D7" w:rsidRDefault="004104D7" w:rsidP="004104D7">
      <w:pPr>
        <w:rPr>
          <w:b/>
          <w:i/>
        </w:rPr>
      </w:pPr>
      <w:r w:rsidRPr="004104D7">
        <w:rPr>
          <w:b/>
          <w:i/>
        </w:rPr>
        <w:t>CONTROLE VAN UW ZORG</w:t>
      </w:r>
    </w:p>
    <w:p w:rsidR="004104D7" w:rsidRPr="004104D7" w:rsidRDefault="004104D7" w:rsidP="004104D7">
      <w:pPr>
        <w:rPr>
          <w:b/>
        </w:rPr>
      </w:pPr>
    </w:p>
    <w:p w:rsidR="004104D7" w:rsidRPr="004104D7" w:rsidRDefault="004104D7" w:rsidP="004104D7">
      <w:r w:rsidRPr="004104D7">
        <w:t>De vragen 28 t/m 39 gaan over uw ervaringen met zorgverlener(s) tijdens de controle van uw reumatoïde artritis in de afgelopen 12 maanden. Een zorgverlener kan een reumatoloog of een gespecialiseerd verpleegkundige zijn (zoals nurse practitioner, reumaverpleegkundige, reumaconsulent of physician assistent).</w:t>
      </w:r>
    </w:p>
    <w:p w:rsidR="008B600A" w:rsidRDefault="008B600A" w:rsidP="004104D7"/>
    <w:p w:rsidR="004104D7" w:rsidRPr="004104D7" w:rsidRDefault="008B600A" w:rsidP="008B600A">
      <w:pPr>
        <w:tabs>
          <w:tab w:val="left" w:pos="426"/>
          <w:tab w:val="left" w:pos="709"/>
        </w:tabs>
        <w:rPr>
          <w:b/>
          <w:i/>
        </w:rPr>
      </w:pPr>
      <w:r>
        <w:rPr>
          <w:b/>
        </w:rPr>
        <w:t>28.</w:t>
      </w:r>
      <w:r>
        <w:rPr>
          <w:b/>
        </w:rPr>
        <w:tab/>
      </w:r>
      <w:r w:rsidR="004104D7" w:rsidRPr="004104D7">
        <w:rPr>
          <w:b/>
        </w:rPr>
        <w:t xml:space="preserve">Bent u in de afgelopen 12 maanden voor </w:t>
      </w:r>
      <w:r>
        <w:rPr>
          <w:b/>
        </w:rPr>
        <w:tab/>
      </w:r>
      <w:r w:rsidR="004104D7" w:rsidRPr="004104D7">
        <w:rPr>
          <w:b/>
        </w:rPr>
        <w:t xml:space="preserve">geplande controles bij een zorgverlener </w:t>
      </w:r>
      <w:r>
        <w:rPr>
          <w:b/>
        </w:rPr>
        <w:tab/>
      </w:r>
      <w:r w:rsidR="004104D7" w:rsidRPr="004104D7">
        <w:rPr>
          <w:b/>
        </w:rPr>
        <w:t xml:space="preserve">geweest in [ZIEKENHUIS]? </w:t>
      </w:r>
    </w:p>
    <w:p w:rsidR="004104D7" w:rsidRPr="004104D7" w:rsidRDefault="004104D7" w:rsidP="008B600A">
      <w:pPr>
        <w:tabs>
          <w:tab w:val="left" w:pos="426"/>
          <w:tab w:val="left" w:pos="709"/>
        </w:tabs>
        <w:rPr>
          <w:i/>
        </w:rPr>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 xml:space="preserve">Nee </w:t>
      </w:r>
      <w:r w:rsidR="008B600A">
        <w:sym w:font="Wingdings" w:char="F0E0"/>
      </w:r>
      <w:r w:rsidR="008B600A">
        <w:t xml:space="preserve"> </w:t>
      </w:r>
      <w:r w:rsidRPr="004104D7">
        <w:rPr>
          <w:b/>
          <w:i/>
        </w:rPr>
        <w:t>Indien nee ga door naar vraag 40</w:t>
      </w:r>
    </w:p>
    <w:p w:rsidR="004104D7" w:rsidRPr="004104D7" w:rsidRDefault="004104D7" w:rsidP="008B600A">
      <w:pPr>
        <w:tabs>
          <w:tab w:val="left" w:pos="426"/>
          <w:tab w:val="left" w:pos="709"/>
        </w:tabs>
      </w:pPr>
      <w:r w:rsidRPr="004104D7">
        <w:tab/>
      </w:r>
      <w:r w:rsidRPr="004104D7">
        <w:rPr>
          <w:rFonts w:ascii="Arial Unicode MS" w:eastAsia="Arial Unicode MS" w:hAnsi="Arial Unicode MS" w:cs="Arial Unicode MS" w:hint="eastAsia"/>
        </w:rPr>
        <w:t>❑</w:t>
      </w:r>
      <w:r w:rsidRPr="004104D7">
        <w:t xml:space="preserve"> </w:t>
      </w:r>
      <w:r w:rsidRPr="004104D7">
        <w:tab/>
        <w:t>Ja</w:t>
      </w:r>
    </w:p>
    <w:p w:rsidR="00DA0ED3" w:rsidRDefault="00DA0ED3" w:rsidP="008B600A">
      <w:pPr>
        <w:tabs>
          <w:tab w:val="left" w:pos="426"/>
          <w:tab w:val="left" w:pos="709"/>
        </w:tabs>
        <w:rPr>
          <w:b/>
        </w:rPr>
      </w:pPr>
    </w:p>
    <w:p w:rsidR="00DA0ED3" w:rsidRDefault="00DA0ED3" w:rsidP="008B600A">
      <w:pPr>
        <w:tabs>
          <w:tab w:val="left" w:pos="426"/>
          <w:tab w:val="left" w:pos="709"/>
        </w:tabs>
        <w:rPr>
          <w:b/>
        </w:rPr>
      </w:pPr>
    </w:p>
    <w:p w:rsidR="004104D7" w:rsidRPr="004104D7" w:rsidRDefault="008B600A" w:rsidP="008B600A">
      <w:pPr>
        <w:tabs>
          <w:tab w:val="left" w:pos="426"/>
          <w:tab w:val="left" w:pos="709"/>
        </w:tabs>
        <w:rPr>
          <w:b/>
        </w:rPr>
      </w:pPr>
      <w:r>
        <w:rPr>
          <w:b/>
        </w:rPr>
        <w:t>29.</w:t>
      </w:r>
      <w:r>
        <w:rPr>
          <w:b/>
        </w:rPr>
        <w:tab/>
      </w:r>
      <w:r w:rsidR="004104D7" w:rsidRPr="004104D7">
        <w:rPr>
          <w:b/>
        </w:rPr>
        <w:t xml:space="preserve">Met welke zorgverlener heeft u het meest </w:t>
      </w:r>
      <w:r>
        <w:rPr>
          <w:b/>
        </w:rPr>
        <w:tab/>
      </w:r>
      <w:r w:rsidR="004104D7" w:rsidRPr="004104D7">
        <w:rPr>
          <w:b/>
        </w:rPr>
        <w:t xml:space="preserve">contact gehad in verband met uw reumatoïde </w:t>
      </w:r>
      <w:r>
        <w:rPr>
          <w:b/>
        </w:rPr>
        <w:tab/>
      </w:r>
      <w:r w:rsidR="004104D7" w:rsidRPr="004104D7">
        <w:rPr>
          <w:b/>
        </w:rPr>
        <w:t xml:space="preserve">artritis? </w:t>
      </w:r>
      <w:r w:rsidR="004104D7" w:rsidRPr="004104D7">
        <w:rPr>
          <w:b/>
          <w:i/>
        </w:rPr>
        <w:t xml:space="preserve">(één antwoord kiezen) </w:t>
      </w:r>
    </w:p>
    <w:p w:rsidR="004104D7" w:rsidRPr="004104D7" w:rsidRDefault="004104D7" w:rsidP="008B600A">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Huisarts</w:t>
      </w:r>
    </w:p>
    <w:p w:rsidR="004104D7" w:rsidRPr="004104D7" w:rsidRDefault="004104D7" w:rsidP="008B600A">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Reumatoloog</w:t>
      </w:r>
    </w:p>
    <w:p w:rsidR="004104D7" w:rsidRPr="004104D7" w:rsidRDefault="004104D7" w:rsidP="008B600A">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 xml:space="preserve">Gespecialiseerd verpleegkundige </w:t>
      </w:r>
      <w:r w:rsidR="008B600A">
        <w:tab/>
      </w:r>
      <w:r w:rsidR="008B600A">
        <w:tab/>
      </w:r>
      <w:r w:rsidR="008B600A">
        <w:tab/>
      </w:r>
      <w:r w:rsidRPr="004104D7">
        <w:t>(reumaconsulente)</w:t>
      </w:r>
    </w:p>
    <w:p w:rsidR="004104D7" w:rsidRPr="004104D7" w:rsidRDefault="004104D7" w:rsidP="008B600A">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Anders</w:t>
      </w:r>
    </w:p>
    <w:p w:rsidR="004104D7" w:rsidRDefault="004104D7" w:rsidP="004104D7"/>
    <w:p w:rsidR="00EC31E3" w:rsidRPr="004104D7" w:rsidRDefault="00EC31E3" w:rsidP="004104D7"/>
    <w:p w:rsidR="004104D7" w:rsidRPr="004104D7" w:rsidRDefault="008B600A" w:rsidP="008B600A">
      <w:pPr>
        <w:tabs>
          <w:tab w:val="left" w:pos="426"/>
          <w:tab w:val="left" w:pos="709"/>
        </w:tabs>
        <w:rPr>
          <w:b/>
        </w:rPr>
      </w:pPr>
      <w:r>
        <w:rPr>
          <w:b/>
        </w:rPr>
        <w:t>30.</w:t>
      </w:r>
      <w:r>
        <w:rPr>
          <w:b/>
        </w:rPr>
        <w:tab/>
      </w:r>
      <w:r w:rsidR="004104D7" w:rsidRPr="004104D7">
        <w:rPr>
          <w:b/>
        </w:rPr>
        <w:t xml:space="preserve">Hielpen de zorgverleners u binnen een </w:t>
      </w:r>
      <w:r>
        <w:rPr>
          <w:b/>
        </w:rPr>
        <w:tab/>
      </w:r>
      <w:r w:rsidR="004104D7" w:rsidRPr="004104D7">
        <w:rPr>
          <w:b/>
        </w:rPr>
        <w:t>kwartier na de afgesproken tijd?</w:t>
      </w:r>
    </w:p>
    <w:p w:rsidR="004104D7" w:rsidRPr="004104D7" w:rsidRDefault="004104D7" w:rsidP="008B600A">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Nooit</w:t>
      </w:r>
    </w:p>
    <w:p w:rsidR="004104D7" w:rsidRPr="004104D7" w:rsidRDefault="004104D7" w:rsidP="008B600A">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Soms</w:t>
      </w:r>
    </w:p>
    <w:p w:rsidR="004104D7" w:rsidRPr="004104D7" w:rsidRDefault="004104D7" w:rsidP="008B600A">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Meestal</w:t>
      </w:r>
    </w:p>
    <w:p w:rsidR="004104D7" w:rsidRPr="004104D7" w:rsidRDefault="004104D7" w:rsidP="008B600A">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Altijd</w:t>
      </w:r>
    </w:p>
    <w:p w:rsidR="004104D7" w:rsidRPr="004104D7" w:rsidRDefault="00890781" w:rsidP="00890781">
      <w:pPr>
        <w:tabs>
          <w:tab w:val="left" w:pos="426"/>
          <w:tab w:val="left" w:pos="709"/>
        </w:tabs>
        <w:rPr>
          <w:b/>
        </w:rPr>
      </w:pPr>
      <w:r>
        <w:rPr>
          <w:b/>
        </w:rPr>
        <w:lastRenderedPageBreak/>
        <w:t>31.</w:t>
      </w:r>
      <w:r>
        <w:rPr>
          <w:b/>
        </w:rPr>
        <w:tab/>
      </w:r>
      <w:r w:rsidR="004104D7" w:rsidRPr="004104D7">
        <w:rPr>
          <w:b/>
        </w:rPr>
        <w:t xml:space="preserve">Een score om de activiteit van reumatoïde </w:t>
      </w:r>
      <w:r>
        <w:rPr>
          <w:b/>
        </w:rPr>
        <w:tab/>
      </w:r>
      <w:r w:rsidR="004104D7" w:rsidRPr="004104D7">
        <w:rPr>
          <w:b/>
        </w:rPr>
        <w:t xml:space="preserve">artritis te meten is de DAS-28 score. Weet u </w:t>
      </w:r>
      <w:r>
        <w:rPr>
          <w:b/>
        </w:rPr>
        <w:tab/>
      </w:r>
      <w:r w:rsidR="004104D7" w:rsidRPr="004104D7">
        <w:rPr>
          <w:b/>
        </w:rPr>
        <w:t xml:space="preserve">welke DAS-28 score er bij uw laatste bezoek </w:t>
      </w:r>
      <w:r>
        <w:rPr>
          <w:b/>
        </w:rPr>
        <w:tab/>
      </w:r>
      <w:r w:rsidR="004104D7" w:rsidRPr="004104D7">
        <w:rPr>
          <w:b/>
        </w:rPr>
        <w:t>gemeten is?</w:t>
      </w:r>
    </w:p>
    <w:p w:rsidR="004104D7" w:rsidRPr="004104D7" w:rsidRDefault="004104D7" w:rsidP="00890781">
      <w:pPr>
        <w:tabs>
          <w:tab w:val="left" w:pos="426"/>
          <w:tab w:val="left" w:pos="709"/>
        </w:tabs>
      </w:pPr>
      <w:r w:rsidRPr="004104D7">
        <w:tab/>
      </w:r>
      <w:r w:rsidRPr="004104D7">
        <w:rPr>
          <w:rFonts w:ascii="Arial Unicode MS" w:eastAsia="Arial Unicode MS" w:hAnsi="Arial Unicode MS" w:cs="Arial Unicode MS" w:hint="eastAsia"/>
        </w:rPr>
        <w:t>❑</w:t>
      </w:r>
      <w:r w:rsidRPr="004104D7">
        <w:tab/>
        <w:t>&lt;2,7</w:t>
      </w:r>
    </w:p>
    <w:p w:rsidR="004104D7" w:rsidRPr="004104D7" w:rsidRDefault="004104D7" w:rsidP="00890781">
      <w:pPr>
        <w:tabs>
          <w:tab w:val="left" w:pos="426"/>
          <w:tab w:val="left" w:pos="709"/>
        </w:tabs>
      </w:pPr>
      <w:r w:rsidRPr="004104D7">
        <w:tab/>
      </w:r>
      <w:r w:rsidRPr="004104D7">
        <w:rPr>
          <w:rFonts w:ascii="Arial Unicode MS" w:eastAsia="Arial Unicode MS" w:hAnsi="Arial Unicode MS" w:cs="Arial Unicode MS" w:hint="eastAsia"/>
        </w:rPr>
        <w:t>❑</w:t>
      </w:r>
      <w:r w:rsidRPr="004104D7">
        <w:tab/>
        <w:t>2,7 – 3,5</w:t>
      </w:r>
    </w:p>
    <w:p w:rsidR="004104D7" w:rsidRPr="004104D7" w:rsidRDefault="004104D7" w:rsidP="00890781">
      <w:pPr>
        <w:tabs>
          <w:tab w:val="left" w:pos="426"/>
          <w:tab w:val="left" w:pos="709"/>
        </w:tabs>
      </w:pPr>
      <w:r w:rsidRPr="004104D7">
        <w:tab/>
      </w:r>
      <w:r w:rsidRPr="004104D7">
        <w:rPr>
          <w:rFonts w:ascii="Arial Unicode MS" w:eastAsia="Arial Unicode MS" w:hAnsi="Arial Unicode MS" w:cs="Arial Unicode MS" w:hint="eastAsia"/>
        </w:rPr>
        <w:t>❑</w:t>
      </w:r>
      <w:r w:rsidRPr="004104D7">
        <w:tab/>
        <w:t>&gt;3,6</w:t>
      </w:r>
    </w:p>
    <w:p w:rsidR="004104D7" w:rsidRPr="004104D7" w:rsidRDefault="004104D7" w:rsidP="00890781">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 xml:space="preserve">Weet ik niet </w:t>
      </w:r>
    </w:p>
    <w:p w:rsidR="004104D7" w:rsidRPr="004104D7" w:rsidRDefault="004104D7" w:rsidP="00890781">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 xml:space="preserve">Niet van toepassing, mijn gewrichten zijn </w:t>
      </w:r>
      <w:r w:rsidR="00890781">
        <w:tab/>
      </w:r>
      <w:r w:rsidR="00890781">
        <w:tab/>
      </w:r>
      <w:r w:rsidRPr="004104D7">
        <w:t>niet aangevoeld</w:t>
      </w:r>
    </w:p>
    <w:p w:rsidR="004104D7" w:rsidRDefault="004104D7" w:rsidP="00890781">
      <w:pPr>
        <w:rPr>
          <w:b/>
        </w:rPr>
      </w:pPr>
    </w:p>
    <w:p w:rsidR="00EC31E3" w:rsidRPr="004104D7" w:rsidRDefault="00EC31E3" w:rsidP="00890781">
      <w:pPr>
        <w:rPr>
          <w:b/>
        </w:rPr>
      </w:pPr>
    </w:p>
    <w:p w:rsidR="004104D7" w:rsidRPr="004104D7" w:rsidRDefault="00890781" w:rsidP="00890781">
      <w:pPr>
        <w:tabs>
          <w:tab w:val="left" w:pos="426"/>
          <w:tab w:val="left" w:pos="709"/>
        </w:tabs>
        <w:ind w:left="426" w:hanging="426"/>
        <w:rPr>
          <w:b/>
        </w:rPr>
      </w:pPr>
      <w:r>
        <w:rPr>
          <w:b/>
        </w:rPr>
        <w:t>32.</w:t>
      </w:r>
      <w:r>
        <w:rPr>
          <w:b/>
        </w:rPr>
        <w:tab/>
      </w:r>
      <w:r w:rsidR="004104D7" w:rsidRPr="004104D7">
        <w:rPr>
          <w:b/>
        </w:rPr>
        <w:t>Legde de zorgverlener de resultaten van het onderzoek op een begrijpelijke manier uit (bijvoorbeeld lichamelijk onderzoek, bloedonderzoek of röntgenfoto’s)?</w:t>
      </w:r>
    </w:p>
    <w:p w:rsidR="004104D7" w:rsidRPr="004104D7" w:rsidRDefault="004104D7" w:rsidP="00890781">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Nooit</w:t>
      </w:r>
    </w:p>
    <w:p w:rsidR="004104D7" w:rsidRPr="004104D7" w:rsidRDefault="004104D7" w:rsidP="00890781">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Soms</w:t>
      </w:r>
    </w:p>
    <w:p w:rsidR="004104D7" w:rsidRPr="004104D7" w:rsidRDefault="004104D7" w:rsidP="00890781">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Meestal</w:t>
      </w:r>
    </w:p>
    <w:p w:rsidR="004104D7" w:rsidRPr="004104D7" w:rsidRDefault="004104D7" w:rsidP="00890781">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Altijd</w:t>
      </w:r>
    </w:p>
    <w:p w:rsidR="004104D7" w:rsidRPr="004104D7" w:rsidRDefault="004104D7" w:rsidP="00890781">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ab/>
        <w:t>Niet van toepassing, geen onderzoek gehad</w:t>
      </w:r>
    </w:p>
    <w:p w:rsidR="004104D7" w:rsidRDefault="004104D7" w:rsidP="004104D7"/>
    <w:p w:rsidR="00EC31E3" w:rsidRPr="004104D7" w:rsidRDefault="00EC31E3" w:rsidP="004104D7"/>
    <w:p w:rsidR="004104D7" w:rsidRPr="004104D7" w:rsidRDefault="00890781" w:rsidP="00890781">
      <w:pPr>
        <w:tabs>
          <w:tab w:val="left" w:pos="426"/>
          <w:tab w:val="left" w:pos="709"/>
        </w:tabs>
        <w:ind w:left="426" w:hanging="426"/>
        <w:rPr>
          <w:b/>
        </w:rPr>
      </w:pPr>
      <w:r>
        <w:rPr>
          <w:b/>
        </w:rPr>
        <w:t>33.</w:t>
      </w:r>
      <w:r>
        <w:rPr>
          <w:b/>
        </w:rPr>
        <w:tab/>
      </w:r>
      <w:r w:rsidR="004104D7" w:rsidRPr="004104D7">
        <w:rPr>
          <w:b/>
        </w:rPr>
        <w:t>Werd er besproken of de huidige behandeling voor u nog optimaal was (werking medicijn voor bijvoorbeeld pijn en stijfheid, en bijwerkingen van het medicijn)?</w:t>
      </w:r>
    </w:p>
    <w:p w:rsidR="004104D7" w:rsidRPr="004104D7" w:rsidRDefault="004104D7" w:rsidP="00890781">
      <w:pPr>
        <w:tabs>
          <w:tab w:val="left" w:pos="426"/>
          <w:tab w:val="left" w:pos="709"/>
        </w:tabs>
        <w:ind w:left="426" w:hanging="426"/>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Nooit</w:t>
      </w:r>
    </w:p>
    <w:p w:rsidR="004104D7" w:rsidRPr="004104D7" w:rsidRDefault="004104D7" w:rsidP="00890781">
      <w:pPr>
        <w:tabs>
          <w:tab w:val="left" w:pos="426"/>
          <w:tab w:val="left" w:pos="709"/>
        </w:tabs>
        <w:ind w:left="426" w:hanging="426"/>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Soms</w:t>
      </w:r>
    </w:p>
    <w:p w:rsidR="004104D7" w:rsidRPr="004104D7" w:rsidRDefault="004104D7" w:rsidP="00890781">
      <w:pPr>
        <w:tabs>
          <w:tab w:val="left" w:pos="426"/>
          <w:tab w:val="left" w:pos="709"/>
        </w:tabs>
        <w:ind w:left="426" w:hanging="426"/>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Meestal</w:t>
      </w:r>
    </w:p>
    <w:p w:rsidR="004104D7" w:rsidRPr="004104D7" w:rsidRDefault="004104D7" w:rsidP="00890781">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Altijd</w:t>
      </w:r>
    </w:p>
    <w:p w:rsidR="004104D7" w:rsidRDefault="004104D7" w:rsidP="004104D7"/>
    <w:p w:rsidR="004104D7" w:rsidRPr="004104D7" w:rsidRDefault="004104D7" w:rsidP="004104D7"/>
    <w:p w:rsidR="004104D7" w:rsidRPr="004104D7" w:rsidRDefault="00890781" w:rsidP="00890781">
      <w:pPr>
        <w:tabs>
          <w:tab w:val="left" w:pos="426"/>
          <w:tab w:val="left" w:pos="709"/>
        </w:tabs>
        <w:ind w:left="426" w:hanging="426"/>
        <w:rPr>
          <w:b/>
        </w:rPr>
      </w:pPr>
      <w:r>
        <w:rPr>
          <w:b/>
        </w:rPr>
        <w:t>34.</w:t>
      </w:r>
      <w:r>
        <w:rPr>
          <w:b/>
        </w:rPr>
        <w:tab/>
      </w:r>
      <w:r w:rsidR="004104D7" w:rsidRPr="004104D7">
        <w:rPr>
          <w:b/>
        </w:rPr>
        <w:t>Gaf de zorgverlener u de ruimte om mee te beslissen over uw behandeling?</w:t>
      </w:r>
    </w:p>
    <w:p w:rsidR="004104D7" w:rsidRPr="004104D7" w:rsidRDefault="004104D7" w:rsidP="00890781">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Nooit</w:t>
      </w:r>
    </w:p>
    <w:p w:rsidR="004104D7" w:rsidRPr="004104D7" w:rsidRDefault="004104D7" w:rsidP="00890781">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Soms</w:t>
      </w:r>
    </w:p>
    <w:p w:rsidR="004104D7" w:rsidRPr="004104D7" w:rsidRDefault="004104D7" w:rsidP="00890781">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Meestal</w:t>
      </w:r>
    </w:p>
    <w:p w:rsidR="004104D7" w:rsidRPr="004104D7" w:rsidRDefault="004104D7" w:rsidP="00890781">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Altijd</w:t>
      </w:r>
    </w:p>
    <w:p w:rsidR="004104D7" w:rsidRPr="004104D7" w:rsidRDefault="004104D7" w:rsidP="004104D7"/>
    <w:p w:rsidR="004104D7" w:rsidRPr="004104D7" w:rsidRDefault="004104D7" w:rsidP="004104D7"/>
    <w:p w:rsidR="004104D7" w:rsidRPr="004104D7" w:rsidRDefault="00890781" w:rsidP="00890781">
      <w:pPr>
        <w:tabs>
          <w:tab w:val="left" w:pos="426"/>
          <w:tab w:val="left" w:pos="709"/>
        </w:tabs>
        <w:ind w:left="426" w:hanging="426"/>
        <w:rPr>
          <w:b/>
        </w:rPr>
      </w:pPr>
      <w:r>
        <w:rPr>
          <w:b/>
        </w:rPr>
        <w:t>35.</w:t>
      </w:r>
      <w:r>
        <w:rPr>
          <w:b/>
        </w:rPr>
        <w:tab/>
      </w:r>
      <w:r w:rsidR="004104D7" w:rsidRPr="004104D7">
        <w:rPr>
          <w:b/>
        </w:rPr>
        <w:t>Als de klachten van uw reumatoïde artritis erger werden kon u dan op een redelijke termijn (snel) op het spreekuur terecht?</w:t>
      </w:r>
    </w:p>
    <w:p w:rsidR="004104D7" w:rsidRPr="004104D7" w:rsidRDefault="004104D7" w:rsidP="00890781">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Nooit</w:t>
      </w:r>
    </w:p>
    <w:p w:rsidR="004104D7" w:rsidRPr="004104D7" w:rsidRDefault="004104D7" w:rsidP="00890781">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Soms</w:t>
      </w:r>
    </w:p>
    <w:p w:rsidR="004104D7" w:rsidRPr="004104D7" w:rsidRDefault="004104D7" w:rsidP="00890781">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Meestal</w:t>
      </w:r>
    </w:p>
    <w:p w:rsidR="004104D7" w:rsidRPr="004104D7" w:rsidRDefault="004104D7" w:rsidP="00890781">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Altijd</w:t>
      </w:r>
    </w:p>
    <w:p w:rsidR="004104D7" w:rsidRPr="004104D7" w:rsidRDefault="004104D7" w:rsidP="00890781">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ab/>
        <w:t>Niet van toepassing/weet ik niet</w:t>
      </w:r>
    </w:p>
    <w:p w:rsidR="004104D7" w:rsidRPr="004104D7" w:rsidRDefault="004104D7" w:rsidP="00890781">
      <w:pPr>
        <w:tabs>
          <w:tab w:val="left" w:pos="426"/>
          <w:tab w:val="left" w:pos="709"/>
        </w:tabs>
      </w:pPr>
    </w:p>
    <w:p w:rsidR="004104D7" w:rsidRDefault="004104D7" w:rsidP="004104D7"/>
    <w:p w:rsidR="003D4236" w:rsidRDefault="003D4236" w:rsidP="004104D7"/>
    <w:p w:rsidR="003D4236" w:rsidRPr="004104D7" w:rsidRDefault="003D4236" w:rsidP="004104D7"/>
    <w:p w:rsidR="004104D7" w:rsidRPr="004104D7" w:rsidRDefault="00890781" w:rsidP="00890781">
      <w:pPr>
        <w:tabs>
          <w:tab w:val="left" w:pos="426"/>
          <w:tab w:val="left" w:pos="709"/>
        </w:tabs>
        <w:ind w:left="426" w:hanging="426"/>
        <w:rPr>
          <w:b/>
        </w:rPr>
      </w:pPr>
      <w:r>
        <w:rPr>
          <w:b/>
        </w:rPr>
        <w:t>36.</w:t>
      </w:r>
      <w:r>
        <w:rPr>
          <w:b/>
        </w:rPr>
        <w:tab/>
      </w:r>
      <w:r w:rsidR="004104D7" w:rsidRPr="004104D7">
        <w:rPr>
          <w:b/>
        </w:rPr>
        <w:t>Kreeg u de gelegenheid vragen te stellen aan deze zorgverlener?</w:t>
      </w:r>
    </w:p>
    <w:p w:rsidR="004104D7" w:rsidRPr="004104D7" w:rsidRDefault="004104D7" w:rsidP="00890781">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Nooit</w:t>
      </w:r>
    </w:p>
    <w:p w:rsidR="004104D7" w:rsidRPr="004104D7" w:rsidRDefault="004104D7" w:rsidP="00890781">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Soms</w:t>
      </w:r>
    </w:p>
    <w:p w:rsidR="004104D7" w:rsidRPr="004104D7" w:rsidRDefault="004104D7" w:rsidP="00890781">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Meestal</w:t>
      </w:r>
    </w:p>
    <w:p w:rsidR="004104D7" w:rsidRPr="004104D7" w:rsidRDefault="004104D7" w:rsidP="00890781">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Altijd</w:t>
      </w:r>
    </w:p>
    <w:p w:rsidR="004104D7" w:rsidRPr="004104D7" w:rsidRDefault="004104D7" w:rsidP="004104D7"/>
    <w:p w:rsidR="004104D7" w:rsidRPr="004104D7" w:rsidRDefault="004104D7" w:rsidP="004104D7"/>
    <w:p w:rsidR="004104D7" w:rsidRPr="004104D7" w:rsidRDefault="00890781" w:rsidP="00890781">
      <w:pPr>
        <w:tabs>
          <w:tab w:val="left" w:pos="426"/>
          <w:tab w:val="left" w:pos="709"/>
        </w:tabs>
        <w:rPr>
          <w:b/>
        </w:rPr>
      </w:pPr>
      <w:r>
        <w:rPr>
          <w:b/>
        </w:rPr>
        <w:t>37.</w:t>
      </w:r>
      <w:r>
        <w:rPr>
          <w:b/>
        </w:rPr>
        <w:tab/>
      </w:r>
      <w:r w:rsidR="004104D7" w:rsidRPr="004104D7">
        <w:rPr>
          <w:b/>
        </w:rPr>
        <w:t xml:space="preserve">Bent u door dezelfde zorgverlener </w:t>
      </w:r>
      <w:r>
        <w:rPr>
          <w:b/>
        </w:rPr>
        <w:tab/>
      </w:r>
      <w:r w:rsidR="004104D7" w:rsidRPr="004104D7">
        <w:rPr>
          <w:b/>
        </w:rPr>
        <w:t>behandeld?</w:t>
      </w:r>
    </w:p>
    <w:p w:rsidR="004104D7" w:rsidRPr="004104D7" w:rsidRDefault="004104D7" w:rsidP="00890781">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Nooit</w:t>
      </w:r>
    </w:p>
    <w:p w:rsidR="004104D7" w:rsidRPr="004104D7" w:rsidRDefault="004104D7" w:rsidP="00890781">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Soms</w:t>
      </w:r>
    </w:p>
    <w:p w:rsidR="004104D7" w:rsidRPr="004104D7" w:rsidRDefault="004104D7" w:rsidP="00890781">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Meestal</w:t>
      </w:r>
    </w:p>
    <w:p w:rsidR="004104D7" w:rsidRDefault="004104D7" w:rsidP="00890781">
      <w:pPr>
        <w:tabs>
          <w:tab w:val="left" w:pos="426"/>
          <w:tab w:val="left" w:pos="709"/>
        </w:tabs>
        <w:rPr>
          <w:b/>
          <w:i/>
        </w:rPr>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 xml:space="preserve">Altijd </w:t>
      </w:r>
    </w:p>
    <w:p w:rsidR="00DA0ED3" w:rsidRDefault="00DA0ED3" w:rsidP="00890781">
      <w:pPr>
        <w:tabs>
          <w:tab w:val="left" w:pos="426"/>
          <w:tab w:val="left" w:pos="709"/>
        </w:tabs>
        <w:rPr>
          <w:b/>
          <w:i/>
        </w:rPr>
      </w:pPr>
    </w:p>
    <w:p w:rsidR="00DA0ED3" w:rsidRPr="004104D7" w:rsidRDefault="00DA0ED3" w:rsidP="00890781">
      <w:pPr>
        <w:tabs>
          <w:tab w:val="left" w:pos="426"/>
          <w:tab w:val="left" w:pos="709"/>
        </w:tabs>
        <w:rPr>
          <w:i/>
        </w:rPr>
      </w:pPr>
    </w:p>
    <w:p w:rsidR="004104D7" w:rsidRPr="004104D7" w:rsidRDefault="00890781" w:rsidP="00890781">
      <w:pPr>
        <w:tabs>
          <w:tab w:val="left" w:pos="426"/>
          <w:tab w:val="left" w:pos="709"/>
        </w:tabs>
        <w:ind w:left="426" w:hanging="426"/>
        <w:rPr>
          <w:b/>
        </w:rPr>
      </w:pPr>
      <w:r>
        <w:rPr>
          <w:b/>
        </w:rPr>
        <w:t>38.</w:t>
      </w:r>
      <w:r>
        <w:rPr>
          <w:b/>
        </w:rPr>
        <w:tab/>
      </w:r>
      <w:r w:rsidR="004104D7" w:rsidRPr="004104D7">
        <w:rPr>
          <w:b/>
        </w:rPr>
        <w:t>Ervaart u het als een probleem om door verschillende zorgverleners behandeld te worden?</w:t>
      </w:r>
    </w:p>
    <w:p w:rsidR="004104D7" w:rsidRPr="004104D7" w:rsidRDefault="004104D7" w:rsidP="00890781">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 xml:space="preserve">Groot probleem </w:t>
      </w:r>
    </w:p>
    <w:p w:rsidR="004104D7" w:rsidRPr="004104D7" w:rsidRDefault="004104D7" w:rsidP="00890781">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 xml:space="preserve">Klein probleem </w:t>
      </w:r>
    </w:p>
    <w:p w:rsidR="004104D7" w:rsidRPr="004104D7" w:rsidRDefault="004104D7" w:rsidP="00890781">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Geen probleem</w:t>
      </w:r>
    </w:p>
    <w:p w:rsidR="004104D7" w:rsidRDefault="004104D7" w:rsidP="00890781">
      <w:pPr>
        <w:tabs>
          <w:tab w:val="left" w:pos="426"/>
          <w:tab w:val="left" w:pos="709"/>
        </w:tabs>
      </w:pPr>
    </w:p>
    <w:p w:rsidR="009F1DE7" w:rsidRDefault="009F1DE7" w:rsidP="00890781">
      <w:pPr>
        <w:tabs>
          <w:tab w:val="left" w:pos="426"/>
          <w:tab w:val="left" w:pos="709"/>
        </w:tabs>
      </w:pPr>
    </w:p>
    <w:p w:rsidR="004104D7" w:rsidRPr="004104D7" w:rsidRDefault="009F1DE7" w:rsidP="009F1DE7">
      <w:pPr>
        <w:tabs>
          <w:tab w:val="left" w:pos="426"/>
          <w:tab w:val="left" w:pos="709"/>
        </w:tabs>
        <w:rPr>
          <w:b/>
        </w:rPr>
      </w:pPr>
      <w:r>
        <w:rPr>
          <w:b/>
        </w:rPr>
        <w:t>39.</w:t>
      </w:r>
      <w:r>
        <w:rPr>
          <w:b/>
        </w:rPr>
        <w:tab/>
      </w:r>
      <w:r w:rsidR="004104D7" w:rsidRPr="004104D7">
        <w:rPr>
          <w:b/>
        </w:rPr>
        <w:t>Welk cijfer geeft u deze zorgverlener?</w:t>
      </w:r>
    </w:p>
    <w:p w:rsidR="004104D7" w:rsidRPr="009F1DE7" w:rsidRDefault="004104D7" w:rsidP="009F1DE7">
      <w:pPr>
        <w:tabs>
          <w:tab w:val="left" w:pos="426"/>
          <w:tab w:val="left" w:pos="709"/>
        </w:tabs>
      </w:pPr>
      <w:r w:rsidRPr="004104D7">
        <w:rPr>
          <w:b/>
        </w:rPr>
        <w:tab/>
      </w:r>
      <w:r w:rsidRPr="004104D7">
        <w:t xml:space="preserve">Een 0 betekent: heel erg slecht. Een 10 betekent: </w:t>
      </w:r>
      <w:r w:rsidR="009F1DE7">
        <w:tab/>
      </w:r>
      <w:r w:rsidRPr="004104D7">
        <w:t>uitstekend.</w:t>
      </w:r>
      <w:r w:rsidRPr="004104D7">
        <w:rPr>
          <w:b/>
        </w:rPr>
        <w:tab/>
      </w:r>
    </w:p>
    <w:p w:rsidR="004104D7" w:rsidRPr="004104D7" w:rsidRDefault="009F1DE7" w:rsidP="009F1DE7">
      <w:pPr>
        <w:tabs>
          <w:tab w:val="left" w:pos="426"/>
          <w:tab w:val="left" w:pos="709"/>
        </w:tabs>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ab/>
        <w:t>0</w:t>
      </w:r>
      <w:r>
        <w:t xml:space="preserve"> </w:t>
      </w:r>
      <w:r w:rsidR="004104D7" w:rsidRPr="004104D7">
        <w:t xml:space="preserve">Heel erg slechte zorgverlener </w:t>
      </w:r>
    </w:p>
    <w:p w:rsidR="004104D7" w:rsidRPr="004104D7" w:rsidRDefault="009F1DE7" w:rsidP="009F1DE7">
      <w:pPr>
        <w:tabs>
          <w:tab w:val="left" w:pos="426"/>
          <w:tab w:val="left" w:pos="709"/>
        </w:tabs>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ab/>
        <w:t xml:space="preserve">1 </w:t>
      </w:r>
      <w:r w:rsidR="004104D7" w:rsidRPr="004104D7">
        <w:tab/>
      </w:r>
    </w:p>
    <w:p w:rsidR="004104D7" w:rsidRPr="004104D7" w:rsidRDefault="009F1DE7" w:rsidP="009F1DE7">
      <w:pPr>
        <w:tabs>
          <w:tab w:val="left" w:pos="426"/>
          <w:tab w:val="left" w:pos="709"/>
        </w:tabs>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ab/>
        <w:t>2</w:t>
      </w:r>
    </w:p>
    <w:p w:rsidR="004104D7" w:rsidRPr="004104D7" w:rsidRDefault="009F1DE7" w:rsidP="009F1DE7">
      <w:pPr>
        <w:tabs>
          <w:tab w:val="left" w:pos="426"/>
          <w:tab w:val="left" w:pos="709"/>
        </w:tabs>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ab/>
        <w:t>3</w:t>
      </w:r>
    </w:p>
    <w:p w:rsidR="004104D7" w:rsidRPr="004104D7" w:rsidRDefault="009F1DE7" w:rsidP="009F1DE7">
      <w:pPr>
        <w:tabs>
          <w:tab w:val="left" w:pos="426"/>
          <w:tab w:val="left" w:pos="709"/>
        </w:tabs>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ab/>
        <w:t>4</w:t>
      </w:r>
    </w:p>
    <w:p w:rsidR="004104D7" w:rsidRPr="004104D7" w:rsidRDefault="009F1DE7" w:rsidP="009F1DE7">
      <w:pPr>
        <w:tabs>
          <w:tab w:val="left" w:pos="426"/>
          <w:tab w:val="left" w:pos="709"/>
        </w:tabs>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ab/>
        <w:t>5</w:t>
      </w:r>
    </w:p>
    <w:p w:rsidR="004104D7" w:rsidRPr="004104D7" w:rsidRDefault="009F1DE7" w:rsidP="009F1DE7">
      <w:pPr>
        <w:tabs>
          <w:tab w:val="left" w:pos="426"/>
          <w:tab w:val="left" w:pos="709"/>
        </w:tabs>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ab/>
        <w:t>6</w:t>
      </w:r>
    </w:p>
    <w:p w:rsidR="004104D7" w:rsidRPr="004104D7" w:rsidRDefault="009F1DE7" w:rsidP="009F1DE7">
      <w:pPr>
        <w:tabs>
          <w:tab w:val="left" w:pos="426"/>
          <w:tab w:val="left" w:pos="709"/>
        </w:tabs>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ab/>
        <w:t>7</w:t>
      </w:r>
    </w:p>
    <w:p w:rsidR="004104D7" w:rsidRPr="004104D7" w:rsidRDefault="009F1DE7" w:rsidP="009F1DE7">
      <w:pPr>
        <w:tabs>
          <w:tab w:val="left" w:pos="426"/>
          <w:tab w:val="left" w:pos="709"/>
        </w:tabs>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ab/>
        <w:t>8</w:t>
      </w:r>
    </w:p>
    <w:p w:rsidR="004104D7" w:rsidRPr="004104D7" w:rsidRDefault="009F1DE7" w:rsidP="009F1DE7">
      <w:pPr>
        <w:tabs>
          <w:tab w:val="left" w:pos="426"/>
          <w:tab w:val="left" w:pos="709"/>
        </w:tabs>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ab/>
        <w:t>9</w:t>
      </w:r>
    </w:p>
    <w:p w:rsidR="004104D7" w:rsidRDefault="009F1DE7" w:rsidP="009F1DE7">
      <w:pPr>
        <w:tabs>
          <w:tab w:val="left" w:pos="426"/>
          <w:tab w:val="left" w:pos="709"/>
        </w:tabs>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ab/>
        <w:t>10</w:t>
      </w:r>
      <w:r>
        <w:t xml:space="preserve"> </w:t>
      </w:r>
      <w:r w:rsidR="004104D7" w:rsidRPr="004104D7">
        <w:t>Uitstekende zorgverlener</w:t>
      </w:r>
    </w:p>
    <w:p w:rsidR="009F1DE7" w:rsidRPr="004104D7" w:rsidRDefault="009F1DE7" w:rsidP="009F1DE7">
      <w:pPr>
        <w:pBdr>
          <w:bottom w:val="single" w:sz="4" w:space="1" w:color="auto"/>
        </w:pBdr>
        <w:tabs>
          <w:tab w:val="left" w:pos="426"/>
          <w:tab w:val="left" w:pos="709"/>
        </w:tabs>
      </w:pPr>
    </w:p>
    <w:p w:rsidR="004104D7" w:rsidRPr="004104D7" w:rsidRDefault="004104D7" w:rsidP="009F1DE7">
      <w:pPr>
        <w:tabs>
          <w:tab w:val="left" w:pos="426"/>
          <w:tab w:val="left" w:pos="709"/>
        </w:tabs>
      </w:pPr>
    </w:p>
    <w:p w:rsidR="003D4236" w:rsidRDefault="003D4236" w:rsidP="004104D7">
      <w:pPr>
        <w:rPr>
          <w:b/>
          <w:i/>
        </w:rPr>
      </w:pPr>
    </w:p>
    <w:p w:rsidR="003D4236" w:rsidRDefault="003D4236" w:rsidP="004104D7">
      <w:pPr>
        <w:rPr>
          <w:b/>
          <w:i/>
        </w:rPr>
      </w:pPr>
    </w:p>
    <w:p w:rsidR="003D4236" w:rsidRDefault="003D4236" w:rsidP="004104D7">
      <w:pPr>
        <w:rPr>
          <w:b/>
          <w:i/>
        </w:rPr>
      </w:pPr>
    </w:p>
    <w:p w:rsidR="003D4236" w:rsidRDefault="003D4236" w:rsidP="004104D7">
      <w:pPr>
        <w:rPr>
          <w:b/>
          <w:i/>
        </w:rPr>
      </w:pPr>
    </w:p>
    <w:p w:rsidR="003D4236" w:rsidRDefault="003D4236" w:rsidP="004104D7">
      <w:pPr>
        <w:rPr>
          <w:b/>
          <w:i/>
        </w:rPr>
      </w:pPr>
    </w:p>
    <w:p w:rsidR="003D4236" w:rsidRDefault="003D4236" w:rsidP="004104D7">
      <w:pPr>
        <w:rPr>
          <w:b/>
          <w:i/>
        </w:rPr>
      </w:pPr>
    </w:p>
    <w:p w:rsidR="003D4236" w:rsidRDefault="003D4236" w:rsidP="004104D7">
      <w:pPr>
        <w:rPr>
          <w:b/>
          <w:i/>
        </w:rPr>
      </w:pPr>
    </w:p>
    <w:p w:rsidR="003D4236" w:rsidRDefault="003D4236" w:rsidP="004104D7">
      <w:pPr>
        <w:rPr>
          <w:b/>
          <w:i/>
        </w:rPr>
      </w:pPr>
    </w:p>
    <w:p w:rsidR="003D4236" w:rsidRDefault="003D4236" w:rsidP="004104D7">
      <w:pPr>
        <w:rPr>
          <w:b/>
          <w:i/>
        </w:rPr>
      </w:pPr>
    </w:p>
    <w:p w:rsidR="003D4236" w:rsidRDefault="003D4236" w:rsidP="004104D7">
      <w:pPr>
        <w:rPr>
          <w:b/>
          <w:i/>
        </w:rPr>
      </w:pPr>
    </w:p>
    <w:p w:rsidR="003D4236" w:rsidRDefault="003D4236" w:rsidP="004104D7">
      <w:pPr>
        <w:rPr>
          <w:b/>
          <w:i/>
        </w:rPr>
      </w:pPr>
    </w:p>
    <w:p w:rsidR="003D4236" w:rsidRDefault="003D4236" w:rsidP="004104D7">
      <w:pPr>
        <w:rPr>
          <w:b/>
          <w:i/>
        </w:rPr>
      </w:pPr>
    </w:p>
    <w:p w:rsidR="004104D7" w:rsidRPr="004104D7" w:rsidRDefault="004104D7" w:rsidP="004104D7">
      <w:pPr>
        <w:rPr>
          <w:b/>
          <w:i/>
        </w:rPr>
      </w:pPr>
      <w:r w:rsidRPr="004104D7">
        <w:rPr>
          <w:b/>
          <w:i/>
        </w:rPr>
        <w:lastRenderedPageBreak/>
        <w:t>INFORMATIE MEDICIJNEN/APOTHEKER</w:t>
      </w:r>
    </w:p>
    <w:p w:rsidR="004104D7" w:rsidRPr="004104D7" w:rsidRDefault="004104D7" w:rsidP="004104D7">
      <w:pPr>
        <w:rPr>
          <w:b/>
        </w:rPr>
      </w:pPr>
    </w:p>
    <w:p w:rsidR="004104D7" w:rsidRPr="004104D7" w:rsidRDefault="004104D7" w:rsidP="004104D7">
      <w:r w:rsidRPr="004104D7">
        <w:t>De vragen 40 t/m 48 gaan over uw ervaringen met informatie die u heeft gekregen over uw</w:t>
      </w:r>
      <w:r w:rsidR="006A1208">
        <w:t xml:space="preserve"> </w:t>
      </w:r>
      <w:r w:rsidRPr="004104D7">
        <w:t>medicijnen</w:t>
      </w:r>
      <w:r w:rsidRPr="004104D7">
        <w:rPr>
          <w:u w:val="single"/>
        </w:rPr>
        <w:t xml:space="preserve"> </w:t>
      </w:r>
      <w:r w:rsidRPr="004104D7">
        <w:t xml:space="preserve">in de afgelopen 12 maanden. Enkele vragen gaan over de zorgverlener die uw medicijnen heeft verstrekt na een recept van de reumatoloog. Dit kan de apotheker zijn in de apotheek of op de politheek waar u uw medicijnen af kunt halen. </w:t>
      </w:r>
    </w:p>
    <w:p w:rsidR="004104D7" w:rsidRPr="004104D7" w:rsidRDefault="004104D7" w:rsidP="004104D7">
      <w:pPr>
        <w:rPr>
          <w:b/>
        </w:rPr>
      </w:pPr>
    </w:p>
    <w:p w:rsidR="004104D7" w:rsidRPr="004104D7" w:rsidRDefault="002D3C6F" w:rsidP="00EC31E3">
      <w:pPr>
        <w:tabs>
          <w:tab w:val="left" w:pos="426"/>
          <w:tab w:val="left" w:pos="709"/>
        </w:tabs>
        <w:spacing w:line="260" w:lineRule="exact"/>
        <w:rPr>
          <w:b/>
          <w:i/>
        </w:rPr>
      </w:pPr>
      <w:r>
        <w:rPr>
          <w:b/>
        </w:rPr>
        <w:t>40.</w:t>
      </w:r>
      <w:r>
        <w:rPr>
          <w:b/>
        </w:rPr>
        <w:tab/>
      </w:r>
      <w:r w:rsidR="004104D7" w:rsidRPr="004104D7">
        <w:rPr>
          <w:b/>
        </w:rPr>
        <w:t xml:space="preserve">Welke medicijnen gebruikt u op dit moment? </w:t>
      </w:r>
      <w:r>
        <w:rPr>
          <w:b/>
        </w:rPr>
        <w:tab/>
      </w:r>
      <w:r w:rsidR="004104D7" w:rsidRPr="004104D7">
        <w:rPr>
          <w:b/>
          <w:i/>
        </w:rPr>
        <w:t>(meerdere antwoorden mogelijk)</w:t>
      </w:r>
    </w:p>
    <w:p w:rsidR="004104D7" w:rsidRPr="004104D7" w:rsidRDefault="004104D7" w:rsidP="00EC31E3">
      <w:pPr>
        <w:tabs>
          <w:tab w:val="left" w:pos="426"/>
          <w:tab w:val="left" w:pos="709"/>
        </w:tabs>
        <w:spacing w:line="260" w:lineRule="exact"/>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 xml:space="preserve">Geen medicijnen </w:t>
      </w:r>
      <w:r w:rsidR="002D3C6F">
        <w:sym w:font="Wingdings" w:char="F0E0"/>
      </w:r>
      <w:r w:rsidRPr="004104D7">
        <w:rPr>
          <w:b/>
          <w:i/>
        </w:rPr>
        <w:t xml:space="preserve"> Indien u geen </w:t>
      </w:r>
      <w:r w:rsidR="002D3C6F">
        <w:rPr>
          <w:b/>
          <w:i/>
        </w:rPr>
        <w:tab/>
      </w:r>
      <w:r w:rsidR="002D3C6F">
        <w:rPr>
          <w:b/>
          <w:i/>
        </w:rPr>
        <w:tab/>
      </w:r>
      <w:r w:rsidR="002D3C6F">
        <w:rPr>
          <w:b/>
          <w:i/>
        </w:rPr>
        <w:tab/>
      </w:r>
      <w:r w:rsidRPr="004104D7">
        <w:rPr>
          <w:b/>
          <w:i/>
        </w:rPr>
        <w:t>medicijnen gebruikt ga door naar vraag 49</w:t>
      </w:r>
    </w:p>
    <w:p w:rsidR="004104D7" w:rsidRPr="004104D7" w:rsidRDefault="004104D7" w:rsidP="00EC31E3">
      <w:pPr>
        <w:tabs>
          <w:tab w:val="left" w:pos="426"/>
          <w:tab w:val="left" w:pos="709"/>
        </w:tabs>
        <w:spacing w:line="260" w:lineRule="exact"/>
      </w:pPr>
      <w:r w:rsidRPr="004104D7">
        <w:tab/>
      </w:r>
      <w:r w:rsidRPr="004104D7">
        <w:rPr>
          <w:rFonts w:ascii="Arial Unicode MS" w:eastAsia="Arial Unicode MS" w:hAnsi="Arial Unicode MS" w:cs="Arial Unicode MS" w:hint="eastAsia"/>
        </w:rPr>
        <w:t>❑</w:t>
      </w:r>
      <w:r w:rsidRPr="004104D7">
        <w:t xml:space="preserve"> </w:t>
      </w:r>
      <w:r w:rsidRPr="004104D7">
        <w:tab/>
        <w:t xml:space="preserve">Pijnstillers zoals paracetamol, paracetamol </w:t>
      </w:r>
      <w:r w:rsidR="002D3C6F">
        <w:tab/>
      </w:r>
      <w:r w:rsidR="002D3C6F">
        <w:tab/>
      </w:r>
      <w:r w:rsidRPr="004104D7">
        <w:t>met codeïne en tramamol</w:t>
      </w:r>
    </w:p>
    <w:p w:rsidR="004104D7" w:rsidRPr="004104D7" w:rsidRDefault="004104D7" w:rsidP="00EC31E3">
      <w:pPr>
        <w:tabs>
          <w:tab w:val="left" w:pos="426"/>
          <w:tab w:val="left" w:pos="709"/>
        </w:tabs>
        <w:spacing w:line="260" w:lineRule="exact"/>
      </w:pPr>
      <w:r w:rsidRPr="004104D7">
        <w:tab/>
      </w:r>
      <w:r w:rsidRPr="004104D7">
        <w:rPr>
          <w:rFonts w:ascii="Arial Unicode MS" w:eastAsia="Arial Unicode MS" w:hAnsi="Arial Unicode MS" w:cs="Arial Unicode MS" w:hint="eastAsia"/>
        </w:rPr>
        <w:t>❑</w:t>
      </w:r>
      <w:r w:rsidRPr="004104D7">
        <w:t xml:space="preserve"> </w:t>
      </w:r>
      <w:r w:rsidRPr="004104D7">
        <w:tab/>
        <w:t xml:space="preserve">Pijnstillers met een ontstekingsremmende </w:t>
      </w:r>
      <w:r w:rsidR="002D3C6F">
        <w:tab/>
      </w:r>
      <w:r w:rsidR="002D3C6F">
        <w:tab/>
      </w:r>
      <w:r w:rsidRPr="004104D7">
        <w:t xml:space="preserve">werking (NSAID’s of COXibs ) zoals </w:t>
      </w:r>
      <w:r w:rsidR="002D3C6F">
        <w:tab/>
      </w:r>
      <w:r w:rsidR="002D3C6F">
        <w:tab/>
      </w:r>
      <w:r w:rsidR="002D3C6F">
        <w:tab/>
      </w:r>
      <w:r w:rsidRPr="004104D7">
        <w:t xml:space="preserve">ibuprofen, naproxen, diclofenac of </w:t>
      </w:r>
      <w:r w:rsidR="002D3C6F">
        <w:tab/>
      </w:r>
      <w:r w:rsidR="002D3C6F">
        <w:tab/>
      </w:r>
      <w:r w:rsidR="002D3C6F">
        <w:tab/>
      </w:r>
      <w:r w:rsidRPr="004104D7">
        <w:t>etoricoxib, celecoxib. </w:t>
      </w:r>
    </w:p>
    <w:p w:rsidR="004104D7" w:rsidRPr="004104D7" w:rsidRDefault="004104D7" w:rsidP="00EC31E3">
      <w:pPr>
        <w:tabs>
          <w:tab w:val="left" w:pos="426"/>
          <w:tab w:val="left" w:pos="709"/>
        </w:tabs>
        <w:spacing w:line="260" w:lineRule="exact"/>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 xml:space="preserve">Klassieke specifieke reumaremmers </w:t>
      </w:r>
      <w:r w:rsidR="002D3C6F">
        <w:tab/>
      </w:r>
      <w:r w:rsidR="002D3C6F">
        <w:tab/>
      </w:r>
      <w:r w:rsidR="002D3C6F">
        <w:tab/>
      </w:r>
      <w:r w:rsidRPr="004104D7">
        <w:t xml:space="preserve">(DMARD’s) o.a.methotrexaat (MTX), </w:t>
      </w:r>
      <w:r w:rsidR="002D3C6F">
        <w:tab/>
      </w:r>
      <w:r w:rsidR="002D3C6F">
        <w:tab/>
      </w:r>
      <w:r w:rsidR="002D3C6F">
        <w:tab/>
      </w:r>
      <w:r w:rsidRPr="004104D7">
        <w:t>sulfasalazine, hydroxychloroquine, goud</w:t>
      </w:r>
    </w:p>
    <w:p w:rsidR="004104D7" w:rsidRPr="004104D7" w:rsidRDefault="004104D7" w:rsidP="00EC31E3">
      <w:pPr>
        <w:tabs>
          <w:tab w:val="left" w:pos="426"/>
          <w:tab w:val="left" w:pos="709"/>
        </w:tabs>
        <w:spacing w:line="260" w:lineRule="exact"/>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 xml:space="preserve">Bijnierschorshormoon (corticosteroïden) </w:t>
      </w:r>
      <w:r w:rsidR="002D3C6F">
        <w:tab/>
      </w:r>
      <w:r w:rsidR="002D3C6F">
        <w:tab/>
      </w:r>
      <w:r w:rsidRPr="004104D7">
        <w:t>zoals prednison. </w:t>
      </w:r>
    </w:p>
    <w:p w:rsidR="004104D7" w:rsidRPr="004104D7" w:rsidRDefault="004104D7" w:rsidP="00EC31E3">
      <w:pPr>
        <w:tabs>
          <w:tab w:val="left" w:pos="426"/>
          <w:tab w:val="left" w:pos="709"/>
        </w:tabs>
        <w:spacing w:line="260" w:lineRule="exact"/>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Biologicals MabThera(rituximab) of TNF-</w:t>
      </w:r>
      <w:r w:rsidR="002D3C6F">
        <w:tab/>
      </w:r>
      <w:r w:rsidR="002D3C6F">
        <w:tab/>
      </w:r>
      <w:r w:rsidRPr="004104D7">
        <w:t xml:space="preserve">alpha blokkers zoals Enbrel (etanercept), </w:t>
      </w:r>
      <w:r w:rsidR="002D3C6F">
        <w:tab/>
      </w:r>
      <w:r w:rsidR="002D3C6F">
        <w:tab/>
      </w:r>
      <w:r w:rsidRPr="004104D7">
        <w:t xml:space="preserve">Humira (adalimumab), Remicade </w:t>
      </w:r>
      <w:r w:rsidR="00EC31E3">
        <w:tab/>
      </w:r>
      <w:r w:rsidR="00EC31E3">
        <w:tab/>
      </w:r>
      <w:r w:rsidR="00EC31E3">
        <w:tab/>
        <w:t>i</w:t>
      </w:r>
      <w:r w:rsidRPr="004104D7">
        <w:t xml:space="preserve">nfliximab). </w:t>
      </w:r>
    </w:p>
    <w:p w:rsidR="004104D7" w:rsidRDefault="004104D7" w:rsidP="00EC31E3">
      <w:pPr>
        <w:tabs>
          <w:tab w:val="left" w:pos="426"/>
          <w:tab w:val="left" w:pos="709"/>
        </w:tabs>
        <w:spacing w:line="260" w:lineRule="exact"/>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 xml:space="preserve">Anders, namelijk </w:t>
      </w:r>
    </w:p>
    <w:p w:rsidR="003D4236" w:rsidRDefault="003D4236" w:rsidP="00EC31E3">
      <w:pPr>
        <w:tabs>
          <w:tab w:val="left" w:pos="426"/>
          <w:tab w:val="left" w:pos="709"/>
        </w:tabs>
        <w:spacing w:line="260" w:lineRule="exact"/>
      </w:pPr>
    </w:p>
    <w:p w:rsidR="003D4236" w:rsidRPr="004104D7" w:rsidRDefault="003D4236" w:rsidP="00EC31E3">
      <w:pPr>
        <w:tabs>
          <w:tab w:val="left" w:pos="426"/>
          <w:tab w:val="left" w:pos="709"/>
        </w:tabs>
        <w:spacing w:line="260" w:lineRule="exact"/>
      </w:pPr>
    </w:p>
    <w:p w:rsidR="004104D7" w:rsidRPr="004104D7" w:rsidRDefault="002D3C6F" w:rsidP="002D3C6F">
      <w:pPr>
        <w:tabs>
          <w:tab w:val="left" w:pos="426"/>
          <w:tab w:val="left" w:pos="709"/>
        </w:tabs>
        <w:rPr>
          <w:b/>
        </w:rPr>
      </w:pPr>
      <w:r>
        <w:rPr>
          <w:b/>
        </w:rPr>
        <w:t>41.</w:t>
      </w:r>
      <w:r>
        <w:rPr>
          <w:b/>
        </w:rPr>
        <w:tab/>
      </w:r>
      <w:r w:rsidR="004104D7" w:rsidRPr="004104D7">
        <w:rPr>
          <w:b/>
        </w:rPr>
        <w:t xml:space="preserve">Weet u op welke mogelijke bijwerkingen van </w:t>
      </w:r>
      <w:r>
        <w:rPr>
          <w:b/>
        </w:rPr>
        <w:tab/>
      </w:r>
      <w:r w:rsidR="004104D7" w:rsidRPr="004104D7">
        <w:rPr>
          <w:b/>
        </w:rPr>
        <w:t>de medicijnen u moet letten?</w:t>
      </w:r>
    </w:p>
    <w:p w:rsidR="004104D7" w:rsidRPr="004104D7" w:rsidRDefault="004104D7" w:rsidP="002D3C6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Nee</w:t>
      </w:r>
    </w:p>
    <w:p w:rsidR="004104D7" w:rsidRPr="004104D7" w:rsidRDefault="004104D7" w:rsidP="002D3C6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Ja</w:t>
      </w:r>
    </w:p>
    <w:p w:rsidR="004104D7" w:rsidRPr="004104D7" w:rsidRDefault="004104D7" w:rsidP="004104D7"/>
    <w:p w:rsidR="004104D7" w:rsidRPr="004104D7" w:rsidRDefault="004104D7" w:rsidP="004104D7"/>
    <w:p w:rsidR="004104D7" w:rsidRPr="004104D7" w:rsidRDefault="002D3C6F" w:rsidP="002D3C6F">
      <w:pPr>
        <w:tabs>
          <w:tab w:val="left" w:pos="426"/>
          <w:tab w:val="left" w:pos="709"/>
        </w:tabs>
        <w:rPr>
          <w:b/>
        </w:rPr>
      </w:pPr>
      <w:r>
        <w:rPr>
          <w:b/>
        </w:rPr>
        <w:t>42.</w:t>
      </w:r>
      <w:r>
        <w:rPr>
          <w:b/>
        </w:rPr>
        <w:tab/>
      </w:r>
      <w:r w:rsidR="004104D7" w:rsidRPr="004104D7">
        <w:rPr>
          <w:b/>
        </w:rPr>
        <w:t xml:space="preserve">Heeft u een kinderwens? </w:t>
      </w:r>
    </w:p>
    <w:p w:rsidR="004104D7" w:rsidRPr="004104D7" w:rsidRDefault="004104D7" w:rsidP="002D3C6F">
      <w:pPr>
        <w:tabs>
          <w:tab w:val="left" w:pos="426"/>
          <w:tab w:val="left" w:pos="709"/>
        </w:tabs>
        <w:rPr>
          <w:b/>
          <w:i/>
        </w:rPr>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 xml:space="preserve">Nee </w:t>
      </w:r>
      <w:r w:rsidR="002D3C6F">
        <w:sym w:font="Wingdings" w:char="F0E0"/>
      </w:r>
      <w:r w:rsidRPr="004104D7">
        <w:rPr>
          <w:i/>
        </w:rPr>
        <w:t xml:space="preserve"> </w:t>
      </w:r>
      <w:r w:rsidRPr="004104D7">
        <w:rPr>
          <w:b/>
          <w:i/>
        </w:rPr>
        <w:t>Indien nee ga door naar vraag 45</w:t>
      </w:r>
    </w:p>
    <w:p w:rsidR="004104D7" w:rsidRPr="004104D7" w:rsidRDefault="004104D7" w:rsidP="002D3C6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Ja</w:t>
      </w:r>
    </w:p>
    <w:p w:rsidR="004104D7" w:rsidRPr="004104D7" w:rsidRDefault="004104D7" w:rsidP="004104D7">
      <w:pPr>
        <w:rPr>
          <w:b/>
          <w:i/>
        </w:rPr>
      </w:pPr>
    </w:p>
    <w:p w:rsidR="004104D7" w:rsidRPr="004104D7" w:rsidRDefault="004104D7" w:rsidP="004104D7">
      <w:pPr>
        <w:rPr>
          <w:b/>
          <w:i/>
        </w:rPr>
      </w:pPr>
    </w:p>
    <w:p w:rsidR="004104D7" w:rsidRPr="004104D7" w:rsidRDefault="002D3C6F" w:rsidP="002D3C6F">
      <w:pPr>
        <w:tabs>
          <w:tab w:val="left" w:pos="426"/>
          <w:tab w:val="left" w:pos="709"/>
        </w:tabs>
        <w:rPr>
          <w:b/>
        </w:rPr>
      </w:pPr>
      <w:r>
        <w:rPr>
          <w:b/>
        </w:rPr>
        <w:t>43.</w:t>
      </w:r>
      <w:r>
        <w:rPr>
          <w:b/>
        </w:rPr>
        <w:tab/>
      </w:r>
      <w:r w:rsidR="004104D7" w:rsidRPr="004104D7">
        <w:rPr>
          <w:b/>
        </w:rPr>
        <w:t xml:space="preserve">Heeft u wel eens met een zorgverlener </w:t>
      </w:r>
      <w:r>
        <w:rPr>
          <w:b/>
        </w:rPr>
        <w:tab/>
      </w:r>
      <w:r w:rsidR="004104D7" w:rsidRPr="006A1208">
        <w:rPr>
          <w:b/>
        </w:rPr>
        <w:t xml:space="preserve">gepraat </w:t>
      </w:r>
      <w:r w:rsidR="004104D7" w:rsidRPr="004104D7">
        <w:rPr>
          <w:b/>
        </w:rPr>
        <w:t xml:space="preserve">over een kinderwens? </w:t>
      </w:r>
    </w:p>
    <w:p w:rsidR="004104D7" w:rsidRPr="004104D7" w:rsidRDefault="004104D7" w:rsidP="002D3C6F">
      <w:pPr>
        <w:tabs>
          <w:tab w:val="left" w:pos="426"/>
          <w:tab w:val="left" w:pos="709"/>
        </w:tabs>
        <w:rPr>
          <w:b/>
          <w:i/>
        </w:rPr>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 xml:space="preserve">Nee </w:t>
      </w:r>
      <w:r w:rsidR="002D3C6F">
        <w:sym w:font="Wingdings" w:char="F0E0"/>
      </w:r>
      <w:r w:rsidRPr="004104D7">
        <w:rPr>
          <w:b/>
          <w:i/>
        </w:rPr>
        <w:t>Indien nee ga door naar vraag 45</w:t>
      </w:r>
    </w:p>
    <w:p w:rsidR="004104D7" w:rsidRPr="004104D7" w:rsidRDefault="004104D7" w:rsidP="002D3C6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Ja</w:t>
      </w:r>
    </w:p>
    <w:p w:rsidR="004104D7" w:rsidRPr="004104D7" w:rsidRDefault="004104D7" w:rsidP="004104D7"/>
    <w:p w:rsidR="004104D7" w:rsidRDefault="004104D7" w:rsidP="004104D7"/>
    <w:p w:rsidR="003D4236" w:rsidRDefault="003D4236" w:rsidP="004104D7"/>
    <w:p w:rsidR="003D4236" w:rsidRDefault="003D4236" w:rsidP="004104D7"/>
    <w:p w:rsidR="003D4236" w:rsidRDefault="003D4236" w:rsidP="004104D7"/>
    <w:p w:rsidR="003D4236" w:rsidRDefault="003D4236" w:rsidP="004104D7"/>
    <w:p w:rsidR="003D4236" w:rsidRPr="004104D7" w:rsidRDefault="003D4236" w:rsidP="004104D7"/>
    <w:p w:rsidR="004104D7" w:rsidRPr="004104D7" w:rsidRDefault="002D3C6F" w:rsidP="002D3C6F">
      <w:pPr>
        <w:tabs>
          <w:tab w:val="left" w:pos="426"/>
          <w:tab w:val="left" w:pos="709"/>
        </w:tabs>
        <w:ind w:left="426" w:hanging="426"/>
        <w:rPr>
          <w:b/>
        </w:rPr>
      </w:pPr>
      <w:r>
        <w:rPr>
          <w:b/>
        </w:rPr>
        <w:t>44.</w:t>
      </w:r>
      <w:r>
        <w:rPr>
          <w:b/>
        </w:rPr>
        <w:tab/>
      </w:r>
      <w:r w:rsidR="004104D7" w:rsidRPr="004104D7">
        <w:rPr>
          <w:b/>
        </w:rPr>
        <w:t>Heeft u goede voorlichting gekregen wat betreft de schadelijkheid van medicijnen voor vruchtbaarheid en/of het ongeboren kind en/of het verloop van de aandoening tijdens de zwangerschap?</w:t>
      </w:r>
    </w:p>
    <w:p w:rsidR="004104D7" w:rsidRPr="004104D7" w:rsidRDefault="004104D7" w:rsidP="002D3C6F">
      <w:pPr>
        <w:tabs>
          <w:tab w:val="left" w:pos="426"/>
          <w:tab w:val="left" w:pos="709"/>
        </w:tabs>
      </w:pPr>
      <w:r w:rsidRPr="004104D7">
        <w:tab/>
      </w:r>
      <w:r w:rsidRPr="004104D7">
        <w:rPr>
          <w:rFonts w:ascii="Arial Unicode MS" w:eastAsia="Arial Unicode MS" w:hAnsi="Arial Unicode MS" w:cs="Arial Unicode MS" w:hint="eastAsia"/>
        </w:rPr>
        <w:t>❑</w:t>
      </w:r>
      <w:r w:rsidRPr="004104D7">
        <w:t xml:space="preserve"> </w:t>
      </w:r>
      <w:r w:rsidRPr="004104D7">
        <w:tab/>
        <w:t>Nee</w:t>
      </w:r>
    </w:p>
    <w:p w:rsidR="004104D7" w:rsidRPr="004104D7" w:rsidRDefault="004104D7" w:rsidP="002D3C6F">
      <w:pPr>
        <w:tabs>
          <w:tab w:val="left" w:pos="426"/>
          <w:tab w:val="left" w:pos="709"/>
        </w:tabs>
      </w:pPr>
      <w:r w:rsidRPr="004104D7">
        <w:tab/>
      </w:r>
      <w:r w:rsidRPr="004104D7">
        <w:rPr>
          <w:rFonts w:ascii="Arial Unicode MS" w:eastAsia="Arial Unicode MS" w:hAnsi="Arial Unicode MS" w:cs="Arial Unicode MS" w:hint="eastAsia"/>
        </w:rPr>
        <w:t>❑</w:t>
      </w:r>
      <w:r w:rsidRPr="004104D7">
        <w:t xml:space="preserve"> </w:t>
      </w:r>
      <w:r w:rsidRPr="004104D7">
        <w:tab/>
        <w:t>Ja, voldoende</w:t>
      </w:r>
    </w:p>
    <w:p w:rsidR="004104D7" w:rsidRPr="004104D7" w:rsidRDefault="004104D7" w:rsidP="002D3C6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Ja, maar onvoldoende</w:t>
      </w:r>
    </w:p>
    <w:p w:rsidR="004104D7" w:rsidRPr="004104D7" w:rsidRDefault="004104D7" w:rsidP="002D3C6F">
      <w:pPr>
        <w:tabs>
          <w:tab w:val="left" w:pos="426"/>
          <w:tab w:val="left" w:pos="709"/>
        </w:tabs>
      </w:pPr>
    </w:p>
    <w:p w:rsidR="004104D7" w:rsidRPr="004104D7" w:rsidRDefault="004104D7" w:rsidP="002D3C6F">
      <w:pPr>
        <w:rPr>
          <w:b/>
        </w:rPr>
      </w:pPr>
    </w:p>
    <w:p w:rsidR="004104D7" w:rsidRPr="004104D7" w:rsidRDefault="002D3C6F" w:rsidP="002D3C6F">
      <w:pPr>
        <w:tabs>
          <w:tab w:val="left" w:pos="426"/>
          <w:tab w:val="left" w:pos="709"/>
        </w:tabs>
        <w:ind w:left="426" w:hanging="426"/>
        <w:rPr>
          <w:b/>
        </w:rPr>
      </w:pPr>
      <w:r>
        <w:rPr>
          <w:b/>
        </w:rPr>
        <w:t>45.</w:t>
      </w:r>
      <w:r>
        <w:rPr>
          <w:b/>
        </w:rPr>
        <w:tab/>
      </w:r>
      <w:r w:rsidR="004104D7" w:rsidRPr="004104D7">
        <w:rPr>
          <w:b/>
        </w:rPr>
        <w:t>Was de apotheker die u medicijnen verstrekt op de hoogte van uw situatie (aandoening, gebruik medicijnen, allergieën en/of overgevoeligheid)?</w:t>
      </w:r>
    </w:p>
    <w:p w:rsidR="004104D7" w:rsidRPr="004104D7" w:rsidRDefault="004104D7" w:rsidP="002D3C6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Nooit</w:t>
      </w:r>
    </w:p>
    <w:p w:rsidR="004104D7" w:rsidRPr="004104D7" w:rsidRDefault="004104D7" w:rsidP="002D3C6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Soms</w:t>
      </w:r>
    </w:p>
    <w:p w:rsidR="004104D7" w:rsidRPr="004104D7" w:rsidRDefault="004104D7" w:rsidP="002D3C6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Meestal</w:t>
      </w:r>
    </w:p>
    <w:p w:rsidR="004104D7" w:rsidRPr="004104D7" w:rsidRDefault="004104D7" w:rsidP="002D3C6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Altijd</w:t>
      </w:r>
    </w:p>
    <w:p w:rsidR="004104D7" w:rsidRPr="004104D7" w:rsidRDefault="004104D7" w:rsidP="002D3C6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ab/>
        <w:t>Weet ik niet</w:t>
      </w:r>
    </w:p>
    <w:p w:rsidR="004104D7" w:rsidRPr="004104D7" w:rsidRDefault="004104D7" w:rsidP="004104D7">
      <w:pPr>
        <w:rPr>
          <w:b/>
        </w:rPr>
      </w:pPr>
    </w:p>
    <w:p w:rsidR="004104D7" w:rsidRPr="004104D7" w:rsidRDefault="004104D7" w:rsidP="004104D7">
      <w:pPr>
        <w:rPr>
          <w:b/>
        </w:rPr>
      </w:pPr>
    </w:p>
    <w:p w:rsidR="004104D7" w:rsidRPr="004104D7" w:rsidRDefault="002D3C6F" w:rsidP="002D3C6F">
      <w:pPr>
        <w:tabs>
          <w:tab w:val="left" w:pos="426"/>
          <w:tab w:val="left" w:pos="709"/>
        </w:tabs>
        <w:ind w:left="426" w:hanging="426"/>
        <w:rPr>
          <w:b/>
        </w:rPr>
      </w:pPr>
      <w:r>
        <w:rPr>
          <w:b/>
        </w:rPr>
        <w:t>46.</w:t>
      </w:r>
      <w:r>
        <w:rPr>
          <w:b/>
        </w:rPr>
        <w:tab/>
      </w:r>
      <w:r w:rsidR="004104D7" w:rsidRPr="004104D7">
        <w:rPr>
          <w:b/>
        </w:rPr>
        <w:t>Hield de apotheker rekening met andere medicijnen die u gebruikt?</w:t>
      </w:r>
    </w:p>
    <w:p w:rsidR="004104D7" w:rsidRPr="004104D7" w:rsidRDefault="004104D7" w:rsidP="002D3C6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Nooit</w:t>
      </w:r>
    </w:p>
    <w:p w:rsidR="004104D7" w:rsidRPr="004104D7" w:rsidRDefault="004104D7" w:rsidP="002D3C6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Soms</w:t>
      </w:r>
    </w:p>
    <w:p w:rsidR="004104D7" w:rsidRPr="004104D7" w:rsidRDefault="004104D7" w:rsidP="002D3C6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Meestal</w:t>
      </w:r>
    </w:p>
    <w:p w:rsidR="004104D7" w:rsidRPr="004104D7" w:rsidRDefault="004104D7" w:rsidP="002D3C6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Altijd</w:t>
      </w:r>
    </w:p>
    <w:p w:rsidR="004104D7" w:rsidRPr="004104D7" w:rsidRDefault="004104D7" w:rsidP="002D3C6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ab/>
        <w:t>Weet ik niet</w:t>
      </w:r>
    </w:p>
    <w:p w:rsidR="004104D7" w:rsidRPr="004104D7" w:rsidRDefault="004104D7" w:rsidP="004104D7">
      <w:pPr>
        <w:rPr>
          <w:b/>
        </w:rPr>
      </w:pPr>
    </w:p>
    <w:p w:rsidR="004104D7" w:rsidRPr="004104D7" w:rsidRDefault="004104D7" w:rsidP="004104D7">
      <w:pPr>
        <w:rPr>
          <w:b/>
        </w:rPr>
      </w:pPr>
    </w:p>
    <w:p w:rsidR="004104D7" w:rsidRPr="004104D7" w:rsidRDefault="002D3C6F" w:rsidP="002D3C6F">
      <w:pPr>
        <w:tabs>
          <w:tab w:val="left" w:pos="426"/>
          <w:tab w:val="left" w:pos="709"/>
        </w:tabs>
        <w:rPr>
          <w:b/>
        </w:rPr>
      </w:pPr>
      <w:r>
        <w:rPr>
          <w:b/>
        </w:rPr>
        <w:t>47.</w:t>
      </w:r>
      <w:r>
        <w:rPr>
          <w:b/>
        </w:rPr>
        <w:tab/>
      </w:r>
      <w:r w:rsidR="004104D7" w:rsidRPr="004104D7">
        <w:rPr>
          <w:b/>
        </w:rPr>
        <w:t>Vond u de apotheker behulpzaam?</w:t>
      </w:r>
    </w:p>
    <w:p w:rsidR="004104D7" w:rsidRPr="004104D7" w:rsidRDefault="004104D7" w:rsidP="002D3C6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Nooit</w:t>
      </w:r>
    </w:p>
    <w:p w:rsidR="004104D7" w:rsidRPr="004104D7" w:rsidRDefault="004104D7" w:rsidP="002D3C6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Soms</w:t>
      </w:r>
    </w:p>
    <w:p w:rsidR="004104D7" w:rsidRPr="004104D7" w:rsidRDefault="004104D7" w:rsidP="002D3C6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Meestal</w:t>
      </w:r>
    </w:p>
    <w:p w:rsidR="004104D7" w:rsidRPr="004104D7" w:rsidRDefault="004104D7" w:rsidP="002D3C6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Altijd</w:t>
      </w:r>
    </w:p>
    <w:p w:rsidR="004104D7" w:rsidRDefault="004104D7" w:rsidP="002D3C6F">
      <w:pPr>
        <w:rPr>
          <w:b/>
        </w:rPr>
      </w:pPr>
    </w:p>
    <w:p w:rsidR="00DA0ED3" w:rsidRPr="004104D7" w:rsidRDefault="00DA0ED3" w:rsidP="002D3C6F">
      <w:pPr>
        <w:rPr>
          <w:b/>
        </w:rPr>
      </w:pPr>
    </w:p>
    <w:p w:rsidR="004104D7" w:rsidRPr="004104D7" w:rsidRDefault="002D3C6F" w:rsidP="002D3C6F">
      <w:pPr>
        <w:tabs>
          <w:tab w:val="left" w:pos="426"/>
          <w:tab w:val="left" w:pos="709"/>
        </w:tabs>
        <w:rPr>
          <w:b/>
        </w:rPr>
      </w:pPr>
      <w:r>
        <w:rPr>
          <w:b/>
        </w:rPr>
        <w:t>48.</w:t>
      </w:r>
      <w:r>
        <w:rPr>
          <w:b/>
        </w:rPr>
        <w:tab/>
      </w:r>
      <w:r w:rsidR="004104D7" w:rsidRPr="004104D7">
        <w:rPr>
          <w:b/>
        </w:rPr>
        <w:t xml:space="preserve">Welk cijfer geeft u de apotheker? </w:t>
      </w:r>
    </w:p>
    <w:p w:rsidR="004104D7" w:rsidRPr="004104D7" w:rsidRDefault="002D3C6F" w:rsidP="002D3C6F">
      <w:pPr>
        <w:tabs>
          <w:tab w:val="left" w:pos="426"/>
          <w:tab w:val="left" w:pos="709"/>
        </w:tabs>
      </w:pPr>
      <w:r>
        <w:tab/>
      </w:r>
      <w:r w:rsidR="004104D7" w:rsidRPr="004104D7">
        <w:t xml:space="preserve">Een 0 betekent: heel erg slecht. Een 10 betekent: </w:t>
      </w:r>
      <w:r>
        <w:tab/>
      </w:r>
      <w:r w:rsidR="004104D7" w:rsidRPr="004104D7">
        <w:t>uitstekend.</w:t>
      </w:r>
    </w:p>
    <w:p w:rsidR="004104D7" w:rsidRPr="004104D7" w:rsidRDefault="002D3C6F" w:rsidP="002D3C6F">
      <w:pPr>
        <w:tabs>
          <w:tab w:val="left" w:pos="426"/>
          <w:tab w:val="left" w:pos="709"/>
        </w:tabs>
        <w:ind w:left="426" w:hanging="426"/>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ab/>
      </w:r>
      <w:r>
        <w:t xml:space="preserve">0 </w:t>
      </w:r>
      <w:r w:rsidR="004104D7" w:rsidRPr="004104D7">
        <w:t xml:space="preserve">Heel erg slechte apotheker </w:t>
      </w:r>
    </w:p>
    <w:p w:rsidR="004104D7" w:rsidRPr="004104D7" w:rsidRDefault="002D3C6F" w:rsidP="002D3C6F">
      <w:pPr>
        <w:tabs>
          <w:tab w:val="left" w:pos="426"/>
          <w:tab w:val="left" w:pos="709"/>
        </w:tabs>
        <w:ind w:left="426" w:hanging="426"/>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ab/>
        <w:t xml:space="preserve">1 </w:t>
      </w:r>
      <w:r w:rsidR="004104D7" w:rsidRPr="004104D7">
        <w:tab/>
      </w:r>
    </w:p>
    <w:p w:rsidR="004104D7" w:rsidRPr="004104D7" w:rsidRDefault="002D3C6F" w:rsidP="002D3C6F">
      <w:pPr>
        <w:tabs>
          <w:tab w:val="left" w:pos="426"/>
          <w:tab w:val="left" w:pos="709"/>
        </w:tabs>
        <w:ind w:left="426" w:hanging="426"/>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ab/>
        <w:t>2</w:t>
      </w:r>
    </w:p>
    <w:p w:rsidR="004104D7" w:rsidRPr="004104D7" w:rsidRDefault="002D3C6F" w:rsidP="002D3C6F">
      <w:pPr>
        <w:tabs>
          <w:tab w:val="left" w:pos="426"/>
          <w:tab w:val="left" w:pos="709"/>
        </w:tabs>
        <w:ind w:left="426" w:hanging="426"/>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ab/>
        <w:t>3</w:t>
      </w:r>
    </w:p>
    <w:p w:rsidR="004104D7" w:rsidRPr="004104D7" w:rsidRDefault="002D3C6F" w:rsidP="002D3C6F">
      <w:pPr>
        <w:tabs>
          <w:tab w:val="left" w:pos="426"/>
          <w:tab w:val="left" w:pos="709"/>
        </w:tabs>
        <w:ind w:left="426" w:hanging="426"/>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ab/>
        <w:t>4</w:t>
      </w:r>
    </w:p>
    <w:p w:rsidR="004104D7" w:rsidRPr="004104D7" w:rsidRDefault="002D3C6F" w:rsidP="002D3C6F">
      <w:pPr>
        <w:tabs>
          <w:tab w:val="left" w:pos="426"/>
          <w:tab w:val="left" w:pos="709"/>
        </w:tabs>
        <w:ind w:left="426" w:hanging="426"/>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ab/>
        <w:t>5</w:t>
      </w:r>
    </w:p>
    <w:p w:rsidR="004104D7" w:rsidRPr="004104D7" w:rsidRDefault="002D3C6F" w:rsidP="002D3C6F">
      <w:pPr>
        <w:tabs>
          <w:tab w:val="left" w:pos="426"/>
          <w:tab w:val="left" w:pos="709"/>
        </w:tabs>
        <w:ind w:left="426" w:hanging="426"/>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ab/>
        <w:t>6</w:t>
      </w:r>
    </w:p>
    <w:p w:rsidR="004104D7" w:rsidRPr="004104D7" w:rsidRDefault="002D3C6F" w:rsidP="002D3C6F">
      <w:pPr>
        <w:tabs>
          <w:tab w:val="left" w:pos="426"/>
          <w:tab w:val="left" w:pos="709"/>
        </w:tabs>
        <w:ind w:left="426" w:hanging="426"/>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ab/>
        <w:t>7</w:t>
      </w:r>
    </w:p>
    <w:p w:rsidR="004104D7" w:rsidRPr="004104D7" w:rsidRDefault="002D3C6F" w:rsidP="002D3C6F">
      <w:pPr>
        <w:tabs>
          <w:tab w:val="left" w:pos="426"/>
          <w:tab w:val="left" w:pos="709"/>
        </w:tabs>
        <w:ind w:left="426" w:hanging="426"/>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ab/>
        <w:t>8</w:t>
      </w:r>
    </w:p>
    <w:p w:rsidR="004104D7" w:rsidRPr="004104D7" w:rsidRDefault="002D3C6F" w:rsidP="002D3C6F">
      <w:pPr>
        <w:tabs>
          <w:tab w:val="left" w:pos="426"/>
          <w:tab w:val="left" w:pos="709"/>
        </w:tabs>
        <w:ind w:left="426" w:hanging="426"/>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ab/>
        <w:t>9</w:t>
      </w:r>
    </w:p>
    <w:p w:rsidR="004104D7" w:rsidRPr="004104D7" w:rsidRDefault="002D3C6F" w:rsidP="002D3C6F">
      <w:pPr>
        <w:tabs>
          <w:tab w:val="left" w:pos="426"/>
          <w:tab w:val="left" w:pos="709"/>
        </w:tabs>
        <w:ind w:left="426" w:hanging="426"/>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ab/>
      </w:r>
      <w:r>
        <w:t xml:space="preserve">10 </w:t>
      </w:r>
      <w:r w:rsidR="004104D7" w:rsidRPr="004104D7">
        <w:t>Uitstekende apotheker</w:t>
      </w:r>
    </w:p>
    <w:p w:rsidR="004104D7" w:rsidRPr="004104D7" w:rsidRDefault="004104D7" w:rsidP="002D3C6F">
      <w:pPr>
        <w:pBdr>
          <w:bottom w:val="single" w:sz="4" w:space="1" w:color="auto"/>
        </w:pBdr>
        <w:tabs>
          <w:tab w:val="left" w:pos="426"/>
          <w:tab w:val="left" w:pos="709"/>
        </w:tabs>
        <w:ind w:left="426" w:hanging="426"/>
      </w:pPr>
    </w:p>
    <w:p w:rsidR="004104D7" w:rsidRPr="004104D7" w:rsidRDefault="004104D7" w:rsidP="004104D7">
      <w:pPr>
        <w:rPr>
          <w:b/>
          <w:i/>
        </w:rPr>
      </w:pPr>
      <w:r w:rsidRPr="004104D7">
        <w:rPr>
          <w:b/>
          <w:i/>
        </w:rPr>
        <w:lastRenderedPageBreak/>
        <w:t>UW THERAPEUT</w:t>
      </w:r>
    </w:p>
    <w:p w:rsidR="004104D7" w:rsidRPr="004104D7" w:rsidRDefault="004104D7" w:rsidP="004104D7"/>
    <w:p w:rsidR="004104D7" w:rsidRPr="004104D7" w:rsidRDefault="004104D7" w:rsidP="004104D7">
      <w:r w:rsidRPr="004104D7">
        <w:t xml:space="preserve">De vragen 49 t/m 59 gaan over uw ervaringen met een therapeut in de afgelopen 12 maanden. Een therapeut kan bijvoorbeeld een ergotherapeut, fysiotherapeut, manueel therapeut, oefentherapeut of podotherapeut zijn. </w:t>
      </w:r>
    </w:p>
    <w:p w:rsidR="004104D7" w:rsidRPr="004104D7" w:rsidRDefault="004104D7" w:rsidP="004104D7"/>
    <w:p w:rsidR="004104D7" w:rsidRPr="004104D7" w:rsidRDefault="002D3C6F" w:rsidP="002D3C6F">
      <w:pPr>
        <w:tabs>
          <w:tab w:val="left" w:pos="426"/>
          <w:tab w:val="left" w:pos="709"/>
        </w:tabs>
        <w:ind w:left="426" w:hanging="426"/>
        <w:rPr>
          <w:b/>
        </w:rPr>
      </w:pPr>
      <w:r>
        <w:rPr>
          <w:b/>
        </w:rPr>
        <w:t>49.</w:t>
      </w:r>
      <w:r>
        <w:rPr>
          <w:b/>
        </w:rPr>
        <w:tab/>
      </w:r>
      <w:r w:rsidR="004104D7" w:rsidRPr="004104D7">
        <w:rPr>
          <w:b/>
        </w:rPr>
        <w:t>Heeft u in de afgelopen 12 maanden een behandeling gehad van een therapeut in verband met uw reumatoïde artritis?</w:t>
      </w:r>
    </w:p>
    <w:p w:rsidR="004104D7" w:rsidRPr="004104D7" w:rsidRDefault="004104D7" w:rsidP="002D3C6F">
      <w:pPr>
        <w:tabs>
          <w:tab w:val="left" w:pos="426"/>
          <w:tab w:val="left" w:pos="709"/>
        </w:tabs>
        <w:rPr>
          <w:b/>
        </w:rPr>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Nee</w:t>
      </w:r>
      <w:r w:rsidR="002D3C6F">
        <w:t xml:space="preserve"> </w:t>
      </w:r>
      <w:r w:rsidR="002D3C6F">
        <w:sym w:font="Wingdings" w:char="F0E0"/>
      </w:r>
      <w:r w:rsidR="00DA0ED3" w:rsidRPr="00D92AFB">
        <w:rPr>
          <w:vanish/>
        </w:rPr>
        <w:t xml:space="preserve"> </w:t>
      </w:r>
      <w:r w:rsidRPr="004104D7">
        <w:rPr>
          <w:b/>
          <w:i/>
        </w:rPr>
        <w:t>Indien nee ga door naar vraag 60</w:t>
      </w:r>
    </w:p>
    <w:p w:rsidR="004104D7" w:rsidRPr="004104D7" w:rsidRDefault="004104D7" w:rsidP="002D3C6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Ja</w:t>
      </w:r>
    </w:p>
    <w:p w:rsidR="004104D7" w:rsidRPr="004104D7" w:rsidRDefault="004104D7" w:rsidP="004104D7"/>
    <w:p w:rsidR="004104D7" w:rsidRPr="004104D7" w:rsidRDefault="004104D7" w:rsidP="004104D7"/>
    <w:p w:rsidR="004104D7" w:rsidRPr="004104D7" w:rsidRDefault="002D3C6F" w:rsidP="002D3C6F">
      <w:pPr>
        <w:tabs>
          <w:tab w:val="left" w:pos="426"/>
          <w:tab w:val="left" w:pos="709"/>
        </w:tabs>
        <w:ind w:left="426" w:hanging="426"/>
        <w:rPr>
          <w:b/>
        </w:rPr>
      </w:pPr>
      <w:r>
        <w:rPr>
          <w:b/>
        </w:rPr>
        <w:t>50.</w:t>
      </w:r>
      <w:r>
        <w:rPr>
          <w:b/>
        </w:rPr>
        <w:tab/>
      </w:r>
      <w:r w:rsidR="004104D7" w:rsidRPr="004104D7">
        <w:rPr>
          <w:b/>
        </w:rPr>
        <w:t xml:space="preserve">Met welke van de onderstaande therapeuten heeft u het meest contact gehad in verband met uw reumatoïde artritis? </w:t>
      </w:r>
      <w:r w:rsidR="004104D7" w:rsidRPr="004104D7">
        <w:rPr>
          <w:b/>
          <w:i/>
        </w:rPr>
        <w:t>(één antwoord kiezen)</w:t>
      </w:r>
    </w:p>
    <w:p w:rsidR="004104D7" w:rsidRPr="004104D7" w:rsidRDefault="004104D7" w:rsidP="002D3C6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 xml:space="preserve">Ergotherapeut </w:t>
      </w:r>
    </w:p>
    <w:p w:rsidR="004104D7" w:rsidRPr="004104D7" w:rsidRDefault="004104D7" w:rsidP="002D3C6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Fysiotherapeut</w:t>
      </w:r>
    </w:p>
    <w:p w:rsidR="004104D7" w:rsidRPr="004104D7" w:rsidRDefault="004104D7" w:rsidP="002D3C6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Manueel therapeut</w:t>
      </w:r>
    </w:p>
    <w:p w:rsidR="004104D7" w:rsidRPr="004104D7" w:rsidRDefault="004104D7" w:rsidP="002D3C6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Oefentherapeut (Cesar/Mensendieck)</w:t>
      </w:r>
    </w:p>
    <w:p w:rsidR="004104D7" w:rsidRPr="004104D7" w:rsidRDefault="004104D7" w:rsidP="002D3C6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ab/>
        <w:t>Podotherapeut</w:t>
      </w:r>
    </w:p>
    <w:p w:rsidR="004104D7" w:rsidRPr="004104D7" w:rsidRDefault="004104D7" w:rsidP="002D3C6F">
      <w:pPr>
        <w:tabs>
          <w:tab w:val="left" w:pos="426"/>
          <w:tab w:val="left" w:pos="709"/>
        </w:tabs>
      </w:pPr>
      <w:r w:rsidRPr="004104D7">
        <w:tab/>
      </w:r>
      <w:r w:rsidRPr="004104D7">
        <w:rPr>
          <w:rFonts w:ascii="Arial Unicode MS" w:eastAsia="Arial Unicode MS" w:hAnsi="Arial Unicode MS" w:cs="Arial Unicode MS" w:hint="eastAsia"/>
        </w:rPr>
        <w:t>❑</w:t>
      </w:r>
      <w:r w:rsidRPr="004104D7">
        <w:tab/>
        <w:t xml:space="preserve">Anders, namelijk </w:t>
      </w:r>
    </w:p>
    <w:p w:rsidR="004104D7" w:rsidRPr="004104D7" w:rsidRDefault="004104D7" w:rsidP="003D4236">
      <w:pPr>
        <w:spacing w:line="240" w:lineRule="exact"/>
      </w:pPr>
    </w:p>
    <w:p w:rsidR="004104D7" w:rsidRPr="004104D7" w:rsidRDefault="004104D7" w:rsidP="003D4236">
      <w:pPr>
        <w:spacing w:line="240" w:lineRule="exact"/>
        <w:rPr>
          <w:b/>
        </w:rPr>
      </w:pPr>
    </w:p>
    <w:p w:rsidR="004104D7" w:rsidRPr="004104D7" w:rsidRDefault="002D3C6F" w:rsidP="002D3C6F">
      <w:pPr>
        <w:tabs>
          <w:tab w:val="left" w:pos="426"/>
          <w:tab w:val="left" w:pos="709"/>
        </w:tabs>
        <w:rPr>
          <w:b/>
        </w:rPr>
      </w:pPr>
      <w:r>
        <w:rPr>
          <w:b/>
        </w:rPr>
        <w:t>51.</w:t>
      </w:r>
      <w:r>
        <w:rPr>
          <w:b/>
        </w:rPr>
        <w:tab/>
      </w:r>
      <w:r w:rsidR="004104D7" w:rsidRPr="004104D7">
        <w:rPr>
          <w:b/>
        </w:rPr>
        <w:t>Nam deze therapeut u serieus?</w:t>
      </w:r>
    </w:p>
    <w:p w:rsidR="004104D7" w:rsidRPr="004104D7" w:rsidRDefault="004104D7" w:rsidP="002D3C6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Nooit</w:t>
      </w:r>
    </w:p>
    <w:p w:rsidR="004104D7" w:rsidRPr="004104D7" w:rsidRDefault="004104D7" w:rsidP="002D3C6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Soms</w:t>
      </w:r>
    </w:p>
    <w:p w:rsidR="004104D7" w:rsidRPr="004104D7" w:rsidRDefault="004104D7" w:rsidP="002D3C6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Meestal</w:t>
      </w:r>
    </w:p>
    <w:p w:rsidR="004104D7" w:rsidRPr="004104D7" w:rsidRDefault="004104D7" w:rsidP="002D3C6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Altijd</w:t>
      </w:r>
    </w:p>
    <w:p w:rsidR="004104D7" w:rsidRDefault="004104D7" w:rsidP="003D4236">
      <w:pPr>
        <w:spacing w:line="240" w:lineRule="exact"/>
      </w:pPr>
    </w:p>
    <w:p w:rsidR="002D3C6F" w:rsidRPr="004104D7" w:rsidRDefault="002D3C6F" w:rsidP="003D4236">
      <w:pPr>
        <w:spacing w:line="240" w:lineRule="exact"/>
      </w:pPr>
    </w:p>
    <w:p w:rsidR="004104D7" w:rsidRPr="004104D7" w:rsidRDefault="002D3C6F" w:rsidP="002D3C6F">
      <w:pPr>
        <w:tabs>
          <w:tab w:val="left" w:pos="426"/>
          <w:tab w:val="left" w:pos="709"/>
        </w:tabs>
        <w:rPr>
          <w:b/>
        </w:rPr>
      </w:pPr>
      <w:r>
        <w:rPr>
          <w:b/>
        </w:rPr>
        <w:t>52.</w:t>
      </w:r>
      <w:r>
        <w:rPr>
          <w:b/>
        </w:rPr>
        <w:tab/>
      </w:r>
      <w:r w:rsidR="004104D7" w:rsidRPr="004104D7">
        <w:rPr>
          <w:b/>
        </w:rPr>
        <w:t>Had deze therapeut genoeg tijd voor u?</w:t>
      </w:r>
    </w:p>
    <w:p w:rsidR="004104D7" w:rsidRPr="004104D7" w:rsidRDefault="004104D7" w:rsidP="002D3C6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Nooit</w:t>
      </w:r>
    </w:p>
    <w:p w:rsidR="004104D7" w:rsidRPr="004104D7" w:rsidRDefault="004104D7" w:rsidP="002D3C6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Soms</w:t>
      </w:r>
    </w:p>
    <w:p w:rsidR="004104D7" w:rsidRPr="004104D7" w:rsidRDefault="004104D7" w:rsidP="002D3C6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Meestal</w:t>
      </w:r>
    </w:p>
    <w:p w:rsidR="004104D7" w:rsidRPr="004104D7" w:rsidRDefault="004104D7" w:rsidP="002D3C6F">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Altijd</w:t>
      </w:r>
    </w:p>
    <w:p w:rsidR="004104D7" w:rsidRPr="004104D7" w:rsidRDefault="004104D7" w:rsidP="003D4236">
      <w:pPr>
        <w:spacing w:line="240" w:lineRule="exact"/>
        <w:rPr>
          <w:b/>
        </w:rPr>
      </w:pPr>
    </w:p>
    <w:p w:rsidR="004104D7" w:rsidRPr="004104D7" w:rsidRDefault="004104D7" w:rsidP="003D4236">
      <w:pPr>
        <w:spacing w:line="240" w:lineRule="exact"/>
        <w:rPr>
          <w:b/>
        </w:rPr>
      </w:pPr>
    </w:p>
    <w:p w:rsidR="004104D7" w:rsidRPr="004104D7" w:rsidRDefault="00824D81" w:rsidP="00824D81">
      <w:pPr>
        <w:tabs>
          <w:tab w:val="left" w:pos="426"/>
          <w:tab w:val="left" w:pos="709"/>
        </w:tabs>
        <w:rPr>
          <w:b/>
        </w:rPr>
      </w:pPr>
      <w:r>
        <w:rPr>
          <w:b/>
        </w:rPr>
        <w:t>53.</w:t>
      </w:r>
      <w:r>
        <w:rPr>
          <w:b/>
        </w:rPr>
        <w:tab/>
      </w:r>
      <w:r w:rsidR="004104D7" w:rsidRPr="004104D7">
        <w:rPr>
          <w:b/>
        </w:rPr>
        <w:t>Luisterde deze therapeut aandachtig naar u?</w:t>
      </w:r>
    </w:p>
    <w:p w:rsidR="004104D7" w:rsidRPr="004104D7" w:rsidRDefault="004104D7" w:rsidP="00824D81">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Nooit</w:t>
      </w:r>
    </w:p>
    <w:p w:rsidR="004104D7" w:rsidRPr="004104D7" w:rsidRDefault="004104D7" w:rsidP="00824D81">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Soms</w:t>
      </w:r>
    </w:p>
    <w:p w:rsidR="004104D7" w:rsidRPr="004104D7" w:rsidRDefault="004104D7" w:rsidP="00824D81">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Meestal</w:t>
      </w:r>
    </w:p>
    <w:p w:rsidR="004104D7" w:rsidRPr="004104D7" w:rsidRDefault="004104D7" w:rsidP="00824D81">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Altijd</w:t>
      </w:r>
    </w:p>
    <w:p w:rsidR="004104D7" w:rsidRPr="004104D7" w:rsidRDefault="004104D7" w:rsidP="003D4236">
      <w:pPr>
        <w:spacing w:line="240" w:lineRule="exact"/>
      </w:pPr>
    </w:p>
    <w:p w:rsidR="004104D7" w:rsidRPr="004104D7" w:rsidRDefault="004104D7" w:rsidP="003D4236">
      <w:pPr>
        <w:spacing w:line="240" w:lineRule="exact"/>
      </w:pPr>
    </w:p>
    <w:p w:rsidR="004104D7" w:rsidRPr="004104D7" w:rsidRDefault="00824D81" w:rsidP="003D4236">
      <w:pPr>
        <w:tabs>
          <w:tab w:val="left" w:pos="426"/>
          <w:tab w:val="left" w:pos="709"/>
        </w:tabs>
        <w:ind w:left="426" w:hanging="426"/>
        <w:rPr>
          <w:b/>
        </w:rPr>
      </w:pPr>
      <w:r>
        <w:rPr>
          <w:b/>
        </w:rPr>
        <w:t>54.</w:t>
      </w:r>
      <w:r>
        <w:rPr>
          <w:b/>
        </w:rPr>
        <w:tab/>
      </w:r>
      <w:r w:rsidR="004104D7" w:rsidRPr="004104D7">
        <w:rPr>
          <w:b/>
        </w:rPr>
        <w:t>Toonde deze therapeut persoonlijke belangstelling voor u?</w:t>
      </w:r>
    </w:p>
    <w:p w:rsidR="004104D7" w:rsidRPr="004104D7" w:rsidRDefault="004104D7" w:rsidP="00824D81">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Nooit</w:t>
      </w:r>
    </w:p>
    <w:p w:rsidR="004104D7" w:rsidRPr="004104D7" w:rsidRDefault="004104D7" w:rsidP="00824D81">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Soms</w:t>
      </w:r>
    </w:p>
    <w:p w:rsidR="004104D7" w:rsidRPr="004104D7" w:rsidRDefault="004104D7" w:rsidP="00824D81">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Meestal</w:t>
      </w:r>
    </w:p>
    <w:p w:rsidR="004104D7" w:rsidRPr="004104D7" w:rsidRDefault="004104D7" w:rsidP="00824D81">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Altijd</w:t>
      </w:r>
    </w:p>
    <w:p w:rsidR="004104D7" w:rsidRPr="004104D7" w:rsidRDefault="00824D81" w:rsidP="00824D81">
      <w:pPr>
        <w:tabs>
          <w:tab w:val="left" w:pos="426"/>
          <w:tab w:val="left" w:pos="709"/>
        </w:tabs>
        <w:ind w:left="426" w:hanging="426"/>
        <w:rPr>
          <w:b/>
        </w:rPr>
      </w:pPr>
      <w:r>
        <w:rPr>
          <w:b/>
        </w:rPr>
        <w:t>55.</w:t>
      </w:r>
      <w:r>
        <w:rPr>
          <w:b/>
        </w:rPr>
        <w:tab/>
      </w:r>
      <w:r w:rsidR="004104D7" w:rsidRPr="004104D7">
        <w:rPr>
          <w:b/>
        </w:rPr>
        <w:t>Maakte deze therapeut u duidelijk waarom het belangrijk was zijn/haar instructies/advies te volgen?</w:t>
      </w:r>
    </w:p>
    <w:p w:rsidR="004104D7" w:rsidRPr="004104D7" w:rsidRDefault="004104D7" w:rsidP="00824D81">
      <w:pPr>
        <w:tabs>
          <w:tab w:val="left" w:pos="426"/>
          <w:tab w:val="left" w:pos="709"/>
        </w:tabs>
        <w:ind w:left="426" w:hanging="426"/>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Nooit</w:t>
      </w:r>
    </w:p>
    <w:p w:rsidR="004104D7" w:rsidRPr="004104D7" w:rsidRDefault="004104D7" w:rsidP="00824D81">
      <w:pPr>
        <w:tabs>
          <w:tab w:val="left" w:pos="426"/>
          <w:tab w:val="left" w:pos="709"/>
        </w:tabs>
        <w:ind w:left="426" w:hanging="426"/>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Soms</w:t>
      </w:r>
    </w:p>
    <w:p w:rsidR="004104D7" w:rsidRPr="004104D7" w:rsidRDefault="004104D7" w:rsidP="00824D81">
      <w:pPr>
        <w:tabs>
          <w:tab w:val="left" w:pos="426"/>
          <w:tab w:val="left" w:pos="709"/>
        </w:tabs>
        <w:ind w:left="426" w:hanging="426"/>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Meestal</w:t>
      </w:r>
    </w:p>
    <w:p w:rsidR="004104D7" w:rsidRPr="004104D7" w:rsidRDefault="004104D7" w:rsidP="00824D81">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Altijd</w:t>
      </w:r>
    </w:p>
    <w:p w:rsidR="004104D7" w:rsidRPr="004104D7" w:rsidRDefault="004104D7" w:rsidP="004104D7"/>
    <w:p w:rsidR="004104D7" w:rsidRPr="004104D7" w:rsidRDefault="004104D7" w:rsidP="004104D7"/>
    <w:p w:rsidR="004104D7" w:rsidRPr="004104D7" w:rsidRDefault="00824D81" w:rsidP="00824D81">
      <w:pPr>
        <w:tabs>
          <w:tab w:val="left" w:pos="426"/>
          <w:tab w:val="left" w:pos="709"/>
        </w:tabs>
        <w:rPr>
          <w:b/>
        </w:rPr>
      </w:pPr>
      <w:r>
        <w:rPr>
          <w:b/>
        </w:rPr>
        <w:t>56.</w:t>
      </w:r>
      <w:r>
        <w:rPr>
          <w:b/>
        </w:rPr>
        <w:tab/>
      </w:r>
      <w:r w:rsidR="004104D7" w:rsidRPr="004104D7">
        <w:rPr>
          <w:b/>
        </w:rPr>
        <w:t xml:space="preserve">Kon u uw dagelijkse bezigheden verbeteren </w:t>
      </w:r>
      <w:r>
        <w:rPr>
          <w:b/>
        </w:rPr>
        <w:tab/>
      </w:r>
      <w:r w:rsidR="004104D7" w:rsidRPr="004104D7">
        <w:rPr>
          <w:b/>
        </w:rPr>
        <w:t>door de behandeling van de therapeut?</w:t>
      </w:r>
    </w:p>
    <w:p w:rsidR="004104D7" w:rsidRPr="004104D7" w:rsidRDefault="004104D7" w:rsidP="00824D81">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Nooit</w:t>
      </w:r>
    </w:p>
    <w:p w:rsidR="004104D7" w:rsidRPr="004104D7" w:rsidRDefault="004104D7" w:rsidP="00824D81">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Soms</w:t>
      </w:r>
    </w:p>
    <w:p w:rsidR="004104D7" w:rsidRPr="004104D7" w:rsidRDefault="004104D7" w:rsidP="00824D81">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Meestal</w:t>
      </w:r>
    </w:p>
    <w:p w:rsidR="004104D7" w:rsidRPr="004104D7" w:rsidRDefault="004104D7" w:rsidP="00824D81">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Altijd</w:t>
      </w:r>
    </w:p>
    <w:p w:rsidR="004104D7" w:rsidRPr="004104D7" w:rsidRDefault="004104D7" w:rsidP="004104D7"/>
    <w:p w:rsidR="004104D7" w:rsidRPr="004104D7" w:rsidRDefault="004104D7" w:rsidP="004104D7"/>
    <w:p w:rsidR="004104D7" w:rsidRPr="004104D7" w:rsidRDefault="00824D81" w:rsidP="00824D81">
      <w:pPr>
        <w:tabs>
          <w:tab w:val="left" w:pos="426"/>
          <w:tab w:val="left" w:pos="709"/>
        </w:tabs>
        <w:ind w:left="426" w:hanging="426"/>
        <w:rPr>
          <w:b/>
        </w:rPr>
      </w:pPr>
      <w:r>
        <w:rPr>
          <w:b/>
        </w:rPr>
        <w:t>57.</w:t>
      </w:r>
      <w:r>
        <w:rPr>
          <w:b/>
        </w:rPr>
        <w:tab/>
      </w:r>
      <w:r w:rsidR="004104D7" w:rsidRPr="004104D7">
        <w:rPr>
          <w:b/>
        </w:rPr>
        <w:t>Heeft deze therapeut u, indien nodig, geïnformeerd over het verkrijgen van aanpassingen?</w:t>
      </w:r>
    </w:p>
    <w:p w:rsidR="004104D7" w:rsidRPr="004104D7" w:rsidRDefault="004104D7" w:rsidP="00824D81">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Nooit</w:t>
      </w:r>
    </w:p>
    <w:p w:rsidR="004104D7" w:rsidRPr="004104D7" w:rsidRDefault="004104D7" w:rsidP="00824D81">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Soms</w:t>
      </w:r>
    </w:p>
    <w:p w:rsidR="004104D7" w:rsidRPr="004104D7" w:rsidRDefault="004104D7" w:rsidP="00824D81">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Meestal</w:t>
      </w:r>
    </w:p>
    <w:p w:rsidR="004104D7" w:rsidRPr="004104D7" w:rsidRDefault="004104D7" w:rsidP="00824D81">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Altijd</w:t>
      </w:r>
    </w:p>
    <w:p w:rsidR="004104D7" w:rsidRPr="004104D7" w:rsidRDefault="004104D7" w:rsidP="00824D81">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ab/>
        <w:t xml:space="preserve">Niet van toepassing (bijvoorbeeld ik heb </w:t>
      </w:r>
      <w:r w:rsidR="00824D81">
        <w:tab/>
      </w:r>
      <w:r w:rsidR="00824D81">
        <w:tab/>
      </w:r>
      <w:r w:rsidRPr="004104D7">
        <w:t>geen aanpassingen nodig)</w:t>
      </w:r>
    </w:p>
    <w:p w:rsidR="004104D7" w:rsidRPr="004104D7" w:rsidRDefault="004104D7" w:rsidP="00824D81">
      <w:pPr>
        <w:tabs>
          <w:tab w:val="left" w:pos="426"/>
          <w:tab w:val="left" w:pos="709"/>
        </w:tabs>
      </w:pPr>
    </w:p>
    <w:p w:rsidR="004104D7" w:rsidRDefault="004104D7" w:rsidP="004104D7"/>
    <w:p w:rsidR="004104D7" w:rsidRPr="004104D7" w:rsidRDefault="00824D81" w:rsidP="00824D81">
      <w:pPr>
        <w:tabs>
          <w:tab w:val="left" w:pos="426"/>
          <w:tab w:val="left" w:pos="709"/>
        </w:tabs>
        <w:rPr>
          <w:b/>
        </w:rPr>
      </w:pPr>
      <w:r>
        <w:rPr>
          <w:b/>
        </w:rPr>
        <w:t>58.</w:t>
      </w:r>
      <w:r>
        <w:rPr>
          <w:b/>
        </w:rPr>
        <w:tab/>
      </w:r>
      <w:r w:rsidR="004104D7" w:rsidRPr="004104D7">
        <w:rPr>
          <w:b/>
        </w:rPr>
        <w:t xml:space="preserve">Kreeg u de gelegenheid om vragen te stellen </w:t>
      </w:r>
      <w:r>
        <w:rPr>
          <w:b/>
        </w:rPr>
        <w:tab/>
      </w:r>
      <w:r w:rsidR="004104D7" w:rsidRPr="004104D7">
        <w:rPr>
          <w:b/>
        </w:rPr>
        <w:t>aan deze therapeut?</w:t>
      </w:r>
    </w:p>
    <w:p w:rsidR="004104D7" w:rsidRPr="004104D7" w:rsidRDefault="004104D7" w:rsidP="00824D81">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Nooit</w:t>
      </w:r>
    </w:p>
    <w:p w:rsidR="004104D7" w:rsidRPr="004104D7" w:rsidRDefault="004104D7" w:rsidP="00824D81">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Soms</w:t>
      </w:r>
    </w:p>
    <w:p w:rsidR="004104D7" w:rsidRPr="004104D7" w:rsidRDefault="004104D7" w:rsidP="00824D81">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Meestal</w:t>
      </w:r>
    </w:p>
    <w:p w:rsidR="004104D7" w:rsidRPr="004104D7" w:rsidRDefault="004104D7" w:rsidP="00824D81">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Altijd</w:t>
      </w:r>
    </w:p>
    <w:p w:rsidR="004104D7" w:rsidRPr="004104D7" w:rsidRDefault="004104D7" w:rsidP="00824D81">
      <w:pPr>
        <w:rPr>
          <w:b/>
        </w:rPr>
      </w:pPr>
    </w:p>
    <w:p w:rsidR="004104D7" w:rsidRPr="004104D7" w:rsidRDefault="004104D7" w:rsidP="00824D81">
      <w:pPr>
        <w:rPr>
          <w:b/>
        </w:rPr>
      </w:pPr>
    </w:p>
    <w:p w:rsidR="004104D7" w:rsidRPr="004104D7" w:rsidRDefault="00824D81" w:rsidP="00824D81">
      <w:pPr>
        <w:tabs>
          <w:tab w:val="left" w:pos="426"/>
          <w:tab w:val="left" w:pos="709"/>
        </w:tabs>
        <w:rPr>
          <w:b/>
        </w:rPr>
      </w:pPr>
      <w:r>
        <w:rPr>
          <w:b/>
        </w:rPr>
        <w:t>59.</w:t>
      </w:r>
      <w:r>
        <w:rPr>
          <w:b/>
        </w:rPr>
        <w:tab/>
      </w:r>
      <w:r w:rsidR="004104D7" w:rsidRPr="004104D7">
        <w:rPr>
          <w:b/>
        </w:rPr>
        <w:t xml:space="preserve">Welk cijfer geeft u deze therapeut? </w:t>
      </w:r>
    </w:p>
    <w:p w:rsidR="004104D7" w:rsidRPr="004104D7" w:rsidRDefault="00824D81" w:rsidP="00824D81">
      <w:pPr>
        <w:tabs>
          <w:tab w:val="left" w:pos="426"/>
          <w:tab w:val="left" w:pos="709"/>
        </w:tabs>
      </w:pPr>
      <w:r>
        <w:tab/>
      </w:r>
      <w:r w:rsidR="004104D7" w:rsidRPr="004104D7">
        <w:t xml:space="preserve">Een 0 betekent: heel erg slecht. Een 10 betekent: </w:t>
      </w:r>
      <w:r>
        <w:tab/>
      </w:r>
      <w:r w:rsidR="004104D7" w:rsidRPr="004104D7">
        <w:t>uitstekend.</w:t>
      </w:r>
    </w:p>
    <w:p w:rsidR="004104D7" w:rsidRPr="004104D7" w:rsidRDefault="00824D81" w:rsidP="00824D81">
      <w:pPr>
        <w:tabs>
          <w:tab w:val="left" w:pos="426"/>
          <w:tab w:val="left" w:pos="709"/>
        </w:tabs>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ab/>
        <w:t>0</w:t>
      </w:r>
      <w:r>
        <w:t xml:space="preserve"> H</w:t>
      </w:r>
      <w:r w:rsidR="004104D7" w:rsidRPr="004104D7">
        <w:t>eel erg slechte therapeut</w:t>
      </w:r>
    </w:p>
    <w:p w:rsidR="004104D7" w:rsidRPr="004104D7" w:rsidRDefault="00824D81" w:rsidP="00824D81">
      <w:pPr>
        <w:tabs>
          <w:tab w:val="left" w:pos="426"/>
          <w:tab w:val="left" w:pos="709"/>
        </w:tabs>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ab/>
        <w:t xml:space="preserve">1 </w:t>
      </w:r>
      <w:r w:rsidR="004104D7" w:rsidRPr="004104D7">
        <w:tab/>
      </w:r>
    </w:p>
    <w:p w:rsidR="004104D7" w:rsidRPr="004104D7" w:rsidRDefault="00824D81" w:rsidP="00824D81">
      <w:pPr>
        <w:tabs>
          <w:tab w:val="left" w:pos="426"/>
          <w:tab w:val="left" w:pos="709"/>
        </w:tabs>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ab/>
        <w:t>2</w:t>
      </w:r>
    </w:p>
    <w:p w:rsidR="004104D7" w:rsidRPr="004104D7" w:rsidRDefault="00824D81" w:rsidP="00824D81">
      <w:pPr>
        <w:tabs>
          <w:tab w:val="left" w:pos="426"/>
          <w:tab w:val="left" w:pos="709"/>
        </w:tabs>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ab/>
        <w:t>3</w:t>
      </w:r>
    </w:p>
    <w:p w:rsidR="004104D7" w:rsidRPr="004104D7" w:rsidRDefault="00824D81" w:rsidP="00824D81">
      <w:pPr>
        <w:tabs>
          <w:tab w:val="left" w:pos="426"/>
          <w:tab w:val="left" w:pos="709"/>
        </w:tabs>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ab/>
        <w:t>4</w:t>
      </w:r>
    </w:p>
    <w:p w:rsidR="004104D7" w:rsidRPr="004104D7" w:rsidRDefault="00824D81" w:rsidP="00824D81">
      <w:pPr>
        <w:tabs>
          <w:tab w:val="left" w:pos="426"/>
          <w:tab w:val="left" w:pos="709"/>
        </w:tabs>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ab/>
        <w:t>5</w:t>
      </w:r>
      <w:r>
        <w:tab/>
      </w:r>
    </w:p>
    <w:p w:rsidR="004104D7" w:rsidRPr="004104D7" w:rsidRDefault="00824D81" w:rsidP="00824D81">
      <w:pPr>
        <w:tabs>
          <w:tab w:val="left" w:pos="426"/>
          <w:tab w:val="left" w:pos="709"/>
        </w:tabs>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ab/>
        <w:t>6</w:t>
      </w:r>
    </w:p>
    <w:p w:rsidR="004104D7" w:rsidRPr="004104D7" w:rsidRDefault="00824D81" w:rsidP="00824D81">
      <w:pPr>
        <w:tabs>
          <w:tab w:val="left" w:pos="426"/>
          <w:tab w:val="left" w:pos="709"/>
        </w:tabs>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ab/>
        <w:t>7</w:t>
      </w:r>
    </w:p>
    <w:p w:rsidR="004104D7" w:rsidRPr="004104D7" w:rsidRDefault="00824D81" w:rsidP="00824D81">
      <w:pPr>
        <w:tabs>
          <w:tab w:val="left" w:pos="426"/>
          <w:tab w:val="left" w:pos="709"/>
        </w:tabs>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ab/>
        <w:t>8</w:t>
      </w:r>
    </w:p>
    <w:p w:rsidR="004104D7" w:rsidRPr="004104D7" w:rsidRDefault="00824D81" w:rsidP="00824D81">
      <w:pPr>
        <w:tabs>
          <w:tab w:val="left" w:pos="426"/>
          <w:tab w:val="left" w:pos="709"/>
        </w:tabs>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ab/>
        <w:t>9</w:t>
      </w:r>
    </w:p>
    <w:p w:rsidR="004104D7" w:rsidRPr="004104D7" w:rsidRDefault="004104D7" w:rsidP="00824D81">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ab/>
      </w:r>
      <w:r w:rsidR="00824D81">
        <w:t xml:space="preserve">10 </w:t>
      </w:r>
      <w:r w:rsidRPr="004104D7">
        <w:t>Uitstekende therapeut</w:t>
      </w:r>
    </w:p>
    <w:p w:rsidR="004104D7" w:rsidRPr="004104D7" w:rsidRDefault="004104D7" w:rsidP="00824D81">
      <w:pPr>
        <w:pBdr>
          <w:bottom w:val="single" w:sz="4" w:space="1" w:color="auto"/>
        </w:pBdr>
        <w:tabs>
          <w:tab w:val="left" w:pos="426"/>
          <w:tab w:val="left" w:pos="709"/>
        </w:tabs>
        <w:rPr>
          <w:b/>
        </w:rPr>
      </w:pPr>
    </w:p>
    <w:p w:rsidR="004104D7" w:rsidRPr="004104D7" w:rsidRDefault="004104D7" w:rsidP="004104D7">
      <w:pPr>
        <w:rPr>
          <w:b/>
        </w:rPr>
      </w:pPr>
    </w:p>
    <w:p w:rsidR="004104D7" w:rsidRPr="004104D7" w:rsidRDefault="004104D7" w:rsidP="004104D7">
      <w:pPr>
        <w:rPr>
          <w:b/>
          <w:i/>
        </w:rPr>
      </w:pPr>
      <w:r w:rsidRPr="004104D7">
        <w:rPr>
          <w:b/>
          <w:i/>
        </w:rPr>
        <w:lastRenderedPageBreak/>
        <w:t>PSYCHOSOCIALE ZORG</w:t>
      </w:r>
    </w:p>
    <w:p w:rsidR="004104D7" w:rsidRPr="004104D7" w:rsidRDefault="004104D7" w:rsidP="004104D7">
      <w:pPr>
        <w:rPr>
          <w:b/>
        </w:rPr>
      </w:pPr>
    </w:p>
    <w:p w:rsidR="004104D7" w:rsidRPr="004104D7" w:rsidRDefault="004104D7" w:rsidP="004104D7">
      <w:r w:rsidRPr="004104D7">
        <w:t>De vragen 60 t/m 66 gaan over uw ervaringen met psychosociale zorg (zorg rondom uw gevoelens, emoties en sociale omgeving).</w:t>
      </w:r>
    </w:p>
    <w:p w:rsidR="004104D7" w:rsidRPr="004104D7" w:rsidRDefault="004104D7" w:rsidP="004104D7"/>
    <w:p w:rsidR="004104D7" w:rsidRPr="004104D7" w:rsidRDefault="0082071A" w:rsidP="0082071A">
      <w:pPr>
        <w:tabs>
          <w:tab w:val="left" w:pos="426"/>
          <w:tab w:val="left" w:pos="709"/>
        </w:tabs>
        <w:rPr>
          <w:b/>
        </w:rPr>
      </w:pPr>
      <w:r>
        <w:rPr>
          <w:b/>
        </w:rPr>
        <w:t>60.</w:t>
      </w:r>
      <w:r>
        <w:rPr>
          <w:b/>
        </w:rPr>
        <w:tab/>
      </w:r>
      <w:r w:rsidR="004104D7" w:rsidRPr="004104D7">
        <w:rPr>
          <w:b/>
        </w:rPr>
        <w:t xml:space="preserve">Heeft u in de afgelopen 12 maanden contact </w:t>
      </w:r>
      <w:r>
        <w:rPr>
          <w:b/>
        </w:rPr>
        <w:tab/>
      </w:r>
      <w:r w:rsidR="004104D7" w:rsidRPr="004104D7">
        <w:rPr>
          <w:b/>
        </w:rPr>
        <w:t>gehad met een psychosociale zorgverlener?</w:t>
      </w:r>
    </w:p>
    <w:p w:rsidR="004104D7" w:rsidRPr="004104D7" w:rsidRDefault="004104D7" w:rsidP="0082071A">
      <w:pPr>
        <w:tabs>
          <w:tab w:val="left" w:pos="426"/>
          <w:tab w:val="left" w:pos="709"/>
        </w:tabs>
        <w:rPr>
          <w:b/>
          <w:i/>
        </w:rPr>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 xml:space="preserve">Nee </w:t>
      </w:r>
      <w:r w:rsidR="0082071A">
        <w:sym w:font="Wingdings" w:char="F0E0"/>
      </w:r>
      <w:r w:rsidRPr="004104D7">
        <w:t xml:space="preserve"> </w:t>
      </w:r>
      <w:r w:rsidRPr="004104D7">
        <w:rPr>
          <w:b/>
          <w:i/>
        </w:rPr>
        <w:t>Indien nee</w:t>
      </w:r>
      <w:r w:rsidRPr="004104D7">
        <w:t xml:space="preserve"> </w:t>
      </w:r>
      <w:r w:rsidRPr="004104D7">
        <w:rPr>
          <w:b/>
          <w:i/>
        </w:rPr>
        <w:t>ga door naar vraag 67</w:t>
      </w:r>
    </w:p>
    <w:p w:rsidR="004104D7" w:rsidRPr="004104D7" w:rsidRDefault="0082071A" w:rsidP="0082071A">
      <w:pPr>
        <w:tabs>
          <w:tab w:val="left" w:pos="426"/>
          <w:tab w:val="left" w:pos="709"/>
        </w:tabs>
        <w:rPr>
          <w:b/>
          <w:i/>
        </w:rPr>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 xml:space="preserve">  Ja</w:t>
      </w:r>
    </w:p>
    <w:p w:rsidR="004104D7" w:rsidRDefault="004104D7" w:rsidP="004104D7"/>
    <w:p w:rsidR="0082071A" w:rsidRPr="004104D7" w:rsidRDefault="0082071A" w:rsidP="004104D7"/>
    <w:p w:rsidR="004104D7" w:rsidRPr="004104D7" w:rsidRDefault="0082071A" w:rsidP="0082071A">
      <w:pPr>
        <w:tabs>
          <w:tab w:val="left" w:pos="426"/>
          <w:tab w:val="left" w:pos="709"/>
        </w:tabs>
        <w:ind w:left="426" w:hanging="426"/>
        <w:rPr>
          <w:b/>
        </w:rPr>
      </w:pPr>
      <w:r>
        <w:rPr>
          <w:b/>
        </w:rPr>
        <w:t>61.</w:t>
      </w:r>
      <w:r>
        <w:rPr>
          <w:b/>
        </w:rPr>
        <w:tab/>
      </w:r>
      <w:r w:rsidR="004104D7" w:rsidRPr="004104D7">
        <w:rPr>
          <w:b/>
        </w:rPr>
        <w:t xml:space="preserve">Met welke van de onderstaande psychosociale zorgverleners heeft u het meest contact gehad in verband met uw reumatoïde artritis? </w:t>
      </w:r>
      <w:r w:rsidR="004104D7" w:rsidRPr="004104D7">
        <w:rPr>
          <w:b/>
          <w:i/>
        </w:rPr>
        <w:t>(één antwoord kiezen)</w:t>
      </w:r>
    </w:p>
    <w:p w:rsidR="004104D7" w:rsidRPr="004104D7" w:rsidRDefault="004104D7" w:rsidP="0082071A">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(Klinisch) psycholoog</w:t>
      </w:r>
    </w:p>
    <w:p w:rsidR="004104D7" w:rsidRPr="004104D7" w:rsidRDefault="004104D7" w:rsidP="0082071A">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Maatschappelijk werker</w:t>
      </w:r>
    </w:p>
    <w:p w:rsidR="004104D7" w:rsidRPr="004104D7" w:rsidRDefault="004104D7" w:rsidP="0082071A">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 xml:space="preserve">Geestelijk verzorger </w:t>
      </w:r>
    </w:p>
    <w:p w:rsidR="004104D7" w:rsidRPr="004104D7" w:rsidRDefault="004104D7" w:rsidP="0082071A">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 xml:space="preserve">Anders, namelijk </w:t>
      </w:r>
    </w:p>
    <w:p w:rsidR="004104D7" w:rsidRPr="004104D7" w:rsidRDefault="004104D7" w:rsidP="0082071A">
      <w:pPr>
        <w:tabs>
          <w:tab w:val="left" w:pos="426"/>
          <w:tab w:val="left" w:pos="709"/>
        </w:tabs>
      </w:pPr>
    </w:p>
    <w:p w:rsidR="004104D7" w:rsidRPr="004104D7" w:rsidRDefault="004104D7" w:rsidP="004104D7"/>
    <w:p w:rsidR="004104D7" w:rsidRPr="004104D7" w:rsidRDefault="0082071A" w:rsidP="0082071A">
      <w:pPr>
        <w:tabs>
          <w:tab w:val="left" w:pos="426"/>
          <w:tab w:val="left" w:pos="709"/>
        </w:tabs>
        <w:rPr>
          <w:b/>
        </w:rPr>
      </w:pPr>
      <w:r>
        <w:rPr>
          <w:b/>
        </w:rPr>
        <w:t>62.</w:t>
      </w:r>
      <w:r>
        <w:rPr>
          <w:b/>
        </w:rPr>
        <w:tab/>
      </w:r>
      <w:r w:rsidR="004104D7" w:rsidRPr="004104D7">
        <w:rPr>
          <w:b/>
        </w:rPr>
        <w:t xml:space="preserve">Is het een probleem geweest om met deze </w:t>
      </w:r>
      <w:r>
        <w:rPr>
          <w:b/>
        </w:rPr>
        <w:tab/>
      </w:r>
      <w:r w:rsidR="004104D7" w:rsidRPr="004104D7">
        <w:rPr>
          <w:b/>
        </w:rPr>
        <w:t>zorgverlener in contact te treden?</w:t>
      </w:r>
    </w:p>
    <w:p w:rsidR="004104D7" w:rsidRPr="004104D7" w:rsidRDefault="004104D7" w:rsidP="0082071A">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Een groot probleem</w:t>
      </w:r>
    </w:p>
    <w:p w:rsidR="004104D7" w:rsidRPr="004104D7" w:rsidRDefault="004104D7" w:rsidP="0082071A">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Een klein probleem</w:t>
      </w:r>
    </w:p>
    <w:p w:rsidR="004104D7" w:rsidRPr="004104D7" w:rsidRDefault="004104D7" w:rsidP="0082071A">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Geen probleem</w:t>
      </w:r>
    </w:p>
    <w:p w:rsidR="004104D7" w:rsidRPr="004104D7" w:rsidRDefault="004104D7" w:rsidP="004104D7"/>
    <w:p w:rsidR="004104D7" w:rsidRPr="004104D7" w:rsidRDefault="0082071A" w:rsidP="0082071A">
      <w:pPr>
        <w:tabs>
          <w:tab w:val="left" w:pos="426"/>
          <w:tab w:val="left" w:pos="709"/>
        </w:tabs>
        <w:rPr>
          <w:b/>
        </w:rPr>
      </w:pPr>
      <w:r>
        <w:rPr>
          <w:b/>
        </w:rPr>
        <w:t>63.</w:t>
      </w:r>
      <w:r>
        <w:rPr>
          <w:b/>
        </w:rPr>
        <w:tab/>
      </w:r>
      <w:r w:rsidR="004104D7" w:rsidRPr="004104D7">
        <w:rPr>
          <w:b/>
        </w:rPr>
        <w:t>Nam deze zorgverlener u serieus?</w:t>
      </w:r>
    </w:p>
    <w:p w:rsidR="004104D7" w:rsidRPr="004104D7" w:rsidRDefault="004104D7" w:rsidP="0082071A">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Nooit</w:t>
      </w:r>
    </w:p>
    <w:p w:rsidR="004104D7" w:rsidRPr="004104D7" w:rsidRDefault="004104D7" w:rsidP="0082071A">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Soms</w:t>
      </w:r>
    </w:p>
    <w:p w:rsidR="004104D7" w:rsidRPr="004104D7" w:rsidRDefault="004104D7" w:rsidP="0082071A">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Meestal</w:t>
      </w:r>
    </w:p>
    <w:p w:rsidR="004104D7" w:rsidRPr="004104D7" w:rsidRDefault="004104D7" w:rsidP="0082071A">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Altijd</w:t>
      </w:r>
    </w:p>
    <w:p w:rsidR="004104D7" w:rsidRPr="004104D7" w:rsidRDefault="004104D7" w:rsidP="004104D7"/>
    <w:p w:rsidR="004104D7" w:rsidRPr="004104D7" w:rsidRDefault="004104D7" w:rsidP="004104D7"/>
    <w:p w:rsidR="004104D7" w:rsidRPr="004104D7" w:rsidRDefault="0082071A" w:rsidP="0082071A">
      <w:pPr>
        <w:tabs>
          <w:tab w:val="left" w:pos="426"/>
          <w:tab w:val="left" w:pos="709"/>
        </w:tabs>
        <w:ind w:left="426" w:hanging="426"/>
        <w:rPr>
          <w:b/>
        </w:rPr>
      </w:pPr>
      <w:r>
        <w:rPr>
          <w:b/>
        </w:rPr>
        <w:t>64.</w:t>
      </w:r>
      <w:r>
        <w:rPr>
          <w:b/>
        </w:rPr>
        <w:tab/>
      </w:r>
      <w:r w:rsidR="004104D7" w:rsidRPr="004104D7">
        <w:rPr>
          <w:b/>
        </w:rPr>
        <w:t>Had deze zorgverlener aandacht voor mogelijke emotionele problemen die te maken hebben met uw reumatoïde artritis?</w:t>
      </w:r>
    </w:p>
    <w:p w:rsidR="004104D7" w:rsidRPr="004104D7" w:rsidRDefault="004104D7" w:rsidP="0082071A">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Nooit</w:t>
      </w:r>
    </w:p>
    <w:p w:rsidR="004104D7" w:rsidRPr="004104D7" w:rsidRDefault="004104D7" w:rsidP="0082071A">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Soms</w:t>
      </w:r>
    </w:p>
    <w:p w:rsidR="004104D7" w:rsidRPr="004104D7" w:rsidRDefault="004104D7" w:rsidP="0082071A">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Meestal</w:t>
      </w:r>
    </w:p>
    <w:p w:rsidR="004104D7" w:rsidRPr="004104D7" w:rsidRDefault="004104D7" w:rsidP="0082071A">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Altijd</w:t>
      </w:r>
    </w:p>
    <w:p w:rsidR="004104D7" w:rsidRPr="004104D7" w:rsidRDefault="004104D7" w:rsidP="004104D7"/>
    <w:p w:rsidR="004104D7" w:rsidRPr="004104D7" w:rsidRDefault="004104D7" w:rsidP="004104D7"/>
    <w:p w:rsidR="004104D7" w:rsidRPr="004104D7" w:rsidRDefault="0082071A" w:rsidP="0082071A">
      <w:pPr>
        <w:tabs>
          <w:tab w:val="left" w:pos="426"/>
          <w:tab w:val="left" w:pos="709"/>
        </w:tabs>
        <w:ind w:left="426" w:hanging="426"/>
        <w:rPr>
          <w:b/>
        </w:rPr>
      </w:pPr>
      <w:r>
        <w:rPr>
          <w:b/>
        </w:rPr>
        <w:t>65.</w:t>
      </w:r>
      <w:r>
        <w:rPr>
          <w:b/>
        </w:rPr>
        <w:tab/>
      </w:r>
      <w:r w:rsidR="004104D7" w:rsidRPr="004104D7">
        <w:rPr>
          <w:b/>
        </w:rPr>
        <w:t>Had deze zorgverlener aandacht voor uw eventuele partner, kinderen en/of andere familieleden?</w:t>
      </w:r>
    </w:p>
    <w:p w:rsidR="004104D7" w:rsidRPr="004104D7" w:rsidRDefault="004104D7" w:rsidP="0082071A">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Nooit</w:t>
      </w:r>
    </w:p>
    <w:p w:rsidR="004104D7" w:rsidRPr="004104D7" w:rsidRDefault="004104D7" w:rsidP="0082071A">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Soms</w:t>
      </w:r>
    </w:p>
    <w:p w:rsidR="004104D7" w:rsidRPr="004104D7" w:rsidRDefault="004104D7" w:rsidP="0082071A">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Meestal</w:t>
      </w:r>
    </w:p>
    <w:p w:rsidR="004104D7" w:rsidRDefault="004104D7" w:rsidP="0082071A">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Altijd</w:t>
      </w:r>
    </w:p>
    <w:p w:rsidR="0082071A" w:rsidRDefault="0082071A" w:rsidP="0082071A">
      <w:pPr>
        <w:tabs>
          <w:tab w:val="left" w:pos="426"/>
          <w:tab w:val="left" w:pos="709"/>
        </w:tabs>
      </w:pPr>
    </w:p>
    <w:p w:rsidR="0082071A" w:rsidRPr="004104D7" w:rsidRDefault="0082071A" w:rsidP="0082071A">
      <w:pPr>
        <w:tabs>
          <w:tab w:val="left" w:pos="426"/>
          <w:tab w:val="left" w:pos="709"/>
        </w:tabs>
      </w:pPr>
    </w:p>
    <w:p w:rsidR="004104D7" w:rsidRPr="004104D7" w:rsidRDefault="0082071A" w:rsidP="0082071A">
      <w:pPr>
        <w:tabs>
          <w:tab w:val="left" w:pos="426"/>
          <w:tab w:val="left" w:pos="709"/>
        </w:tabs>
        <w:ind w:left="426" w:hanging="426"/>
        <w:rPr>
          <w:b/>
        </w:rPr>
      </w:pPr>
      <w:r>
        <w:rPr>
          <w:b/>
        </w:rPr>
        <w:t>66.</w:t>
      </w:r>
      <w:r>
        <w:rPr>
          <w:b/>
        </w:rPr>
        <w:tab/>
      </w:r>
      <w:r w:rsidR="004104D7" w:rsidRPr="004104D7">
        <w:rPr>
          <w:b/>
        </w:rPr>
        <w:t>Gaf deze zorgverlener u advies over hoe u, met uw reumatoïde artritis, goed kon blijven functioneren (bijvoorbeeld aan het werk blijven, dagelijkse bezigheden zo goed mogelijk uitvoeren etc.)?</w:t>
      </w:r>
    </w:p>
    <w:p w:rsidR="004104D7" w:rsidRPr="004104D7" w:rsidRDefault="004104D7" w:rsidP="0082071A">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Nooit</w:t>
      </w:r>
    </w:p>
    <w:p w:rsidR="004104D7" w:rsidRPr="004104D7" w:rsidRDefault="004104D7" w:rsidP="0082071A">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Soms</w:t>
      </w:r>
    </w:p>
    <w:p w:rsidR="004104D7" w:rsidRPr="004104D7" w:rsidRDefault="004104D7" w:rsidP="0082071A">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Meestal</w:t>
      </w:r>
    </w:p>
    <w:p w:rsidR="004104D7" w:rsidRPr="004104D7" w:rsidRDefault="004104D7" w:rsidP="0082071A">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Altijd</w:t>
      </w:r>
    </w:p>
    <w:p w:rsidR="004104D7" w:rsidRPr="004104D7" w:rsidRDefault="004104D7" w:rsidP="0082071A">
      <w:pPr>
        <w:pBdr>
          <w:bottom w:val="single" w:sz="4" w:space="1" w:color="auto"/>
        </w:pBdr>
        <w:tabs>
          <w:tab w:val="left" w:pos="426"/>
          <w:tab w:val="left" w:pos="709"/>
        </w:tabs>
        <w:rPr>
          <w:b/>
        </w:rPr>
      </w:pPr>
    </w:p>
    <w:p w:rsidR="004104D7" w:rsidRPr="004104D7" w:rsidRDefault="004104D7" w:rsidP="004104D7">
      <w:pPr>
        <w:rPr>
          <w:b/>
        </w:rPr>
      </w:pPr>
    </w:p>
    <w:p w:rsidR="004104D7" w:rsidRPr="004104D7" w:rsidRDefault="004104D7" w:rsidP="004104D7">
      <w:pPr>
        <w:rPr>
          <w:b/>
          <w:i/>
        </w:rPr>
      </w:pPr>
      <w:r w:rsidRPr="004104D7">
        <w:rPr>
          <w:b/>
          <w:i/>
        </w:rPr>
        <w:t>UW BEDRIJFSARTS</w:t>
      </w:r>
    </w:p>
    <w:p w:rsidR="004104D7" w:rsidRPr="004104D7" w:rsidRDefault="004104D7" w:rsidP="004104D7">
      <w:pPr>
        <w:rPr>
          <w:b/>
          <w:i/>
        </w:rPr>
      </w:pPr>
    </w:p>
    <w:p w:rsidR="00743B81" w:rsidRDefault="004104D7" w:rsidP="00743B81">
      <w:r w:rsidRPr="004104D7">
        <w:t>De vragen 67 t/m 73 gaan over uw ervaringen met een bedrijfsarts.</w:t>
      </w:r>
    </w:p>
    <w:p w:rsidR="00743B81" w:rsidRDefault="00743B81" w:rsidP="00743B81"/>
    <w:p w:rsidR="004104D7" w:rsidRPr="00743B81" w:rsidRDefault="0082071A" w:rsidP="00743B81">
      <w:pPr>
        <w:tabs>
          <w:tab w:val="left" w:pos="426"/>
        </w:tabs>
      </w:pPr>
      <w:r>
        <w:rPr>
          <w:b/>
        </w:rPr>
        <w:t>67.</w:t>
      </w:r>
      <w:r>
        <w:rPr>
          <w:b/>
        </w:rPr>
        <w:tab/>
      </w:r>
      <w:r w:rsidR="004104D7" w:rsidRPr="004104D7">
        <w:rPr>
          <w:b/>
        </w:rPr>
        <w:t xml:space="preserve">Heeft u contact gehad met een bedrijfsarts in </w:t>
      </w:r>
      <w:r>
        <w:rPr>
          <w:b/>
        </w:rPr>
        <w:tab/>
      </w:r>
      <w:r w:rsidR="004104D7" w:rsidRPr="004104D7">
        <w:rPr>
          <w:b/>
        </w:rPr>
        <w:t>verband met uw reumatoïde artritis?</w:t>
      </w:r>
    </w:p>
    <w:p w:rsidR="004104D7" w:rsidRPr="004104D7" w:rsidRDefault="004104D7" w:rsidP="0082071A">
      <w:pPr>
        <w:tabs>
          <w:tab w:val="left" w:pos="426"/>
          <w:tab w:val="left" w:pos="709"/>
        </w:tabs>
        <w:rPr>
          <w:b/>
          <w:i/>
        </w:rPr>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 xml:space="preserve">Nee </w:t>
      </w:r>
      <w:r w:rsidR="0082071A">
        <w:sym w:font="Wingdings" w:char="F0E0"/>
      </w:r>
      <w:r w:rsidRPr="004104D7">
        <w:t xml:space="preserve"> </w:t>
      </w:r>
      <w:r w:rsidRPr="004104D7">
        <w:rPr>
          <w:b/>
          <w:i/>
        </w:rPr>
        <w:t>Indien nee</w:t>
      </w:r>
      <w:r w:rsidRPr="004104D7">
        <w:t xml:space="preserve"> </w:t>
      </w:r>
      <w:r w:rsidRPr="004104D7">
        <w:rPr>
          <w:b/>
          <w:i/>
        </w:rPr>
        <w:t>ga door naar vraag 74</w:t>
      </w:r>
    </w:p>
    <w:p w:rsidR="004104D7" w:rsidRPr="004104D7" w:rsidRDefault="0082071A" w:rsidP="0082071A">
      <w:pPr>
        <w:tabs>
          <w:tab w:val="left" w:pos="426"/>
          <w:tab w:val="left" w:pos="709"/>
        </w:tabs>
        <w:rPr>
          <w:b/>
          <w:i/>
        </w:rPr>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3D4236">
        <w:rPr>
          <w:rFonts w:ascii="Arial Unicode MS" w:eastAsia="Arial Unicode MS" w:hAnsi="Arial Unicode MS" w:cs="Arial Unicode MS"/>
        </w:rPr>
        <w:tab/>
      </w:r>
      <w:r w:rsidR="004104D7" w:rsidRPr="004104D7">
        <w:t>Ja</w:t>
      </w:r>
    </w:p>
    <w:p w:rsidR="004104D7" w:rsidRPr="004104D7" w:rsidRDefault="004104D7" w:rsidP="004104D7"/>
    <w:p w:rsidR="004104D7" w:rsidRPr="004104D7" w:rsidRDefault="004104D7" w:rsidP="004104D7"/>
    <w:p w:rsidR="004104D7" w:rsidRPr="004104D7" w:rsidRDefault="0082071A" w:rsidP="0082071A">
      <w:pPr>
        <w:tabs>
          <w:tab w:val="left" w:pos="426"/>
          <w:tab w:val="left" w:pos="709"/>
        </w:tabs>
        <w:rPr>
          <w:b/>
        </w:rPr>
      </w:pPr>
      <w:r>
        <w:rPr>
          <w:b/>
        </w:rPr>
        <w:t>68.</w:t>
      </w:r>
      <w:r>
        <w:rPr>
          <w:b/>
        </w:rPr>
        <w:tab/>
      </w:r>
      <w:r w:rsidR="004104D7" w:rsidRPr="004104D7">
        <w:rPr>
          <w:b/>
        </w:rPr>
        <w:t xml:space="preserve">Is het een probleem geweest om met de </w:t>
      </w:r>
      <w:r>
        <w:rPr>
          <w:b/>
        </w:rPr>
        <w:tab/>
      </w:r>
      <w:r w:rsidR="004104D7" w:rsidRPr="004104D7">
        <w:rPr>
          <w:b/>
        </w:rPr>
        <w:t>bedrijfsarts in contact te treden?</w:t>
      </w:r>
    </w:p>
    <w:p w:rsidR="004104D7" w:rsidRPr="004104D7" w:rsidRDefault="004104D7" w:rsidP="0082071A">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Een groot probleem</w:t>
      </w:r>
    </w:p>
    <w:p w:rsidR="004104D7" w:rsidRPr="004104D7" w:rsidRDefault="004104D7" w:rsidP="0082071A">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Een klein probleem</w:t>
      </w:r>
    </w:p>
    <w:p w:rsidR="004104D7" w:rsidRDefault="004104D7" w:rsidP="0082071A">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Geen probleem</w:t>
      </w:r>
    </w:p>
    <w:p w:rsidR="003D4236" w:rsidRPr="004104D7" w:rsidRDefault="003D4236" w:rsidP="0082071A">
      <w:pPr>
        <w:tabs>
          <w:tab w:val="left" w:pos="426"/>
          <w:tab w:val="left" w:pos="709"/>
        </w:tabs>
      </w:pPr>
    </w:p>
    <w:p w:rsidR="004104D7" w:rsidRPr="004104D7" w:rsidRDefault="0082071A" w:rsidP="0082071A">
      <w:pPr>
        <w:tabs>
          <w:tab w:val="left" w:pos="426"/>
          <w:tab w:val="left" w:pos="709"/>
        </w:tabs>
        <w:rPr>
          <w:b/>
        </w:rPr>
      </w:pPr>
      <w:r>
        <w:rPr>
          <w:b/>
        </w:rPr>
        <w:t>69.</w:t>
      </w:r>
      <w:r>
        <w:rPr>
          <w:b/>
        </w:rPr>
        <w:tab/>
      </w:r>
      <w:r w:rsidR="004104D7" w:rsidRPr="004104D7">
        <w:rPr>
          <w:b/>
        </w:rPr>
        <w:t>Had de bedrijfsarts genoeg tijd voor u?</w:t>
      </w:r>
    </w:p>
    <w:p w:rsidR="004104D7" w:rsidRPr="004104D7" w:rsidRDefault="004104D7" w:rsidP="0082071A">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Nooit</w:t>
      </w:r>
    </w:p>
    <w:p w:rsidR="004104D7" w:rsidRPr="004104D7" w:rsidRDefault="004104D7" w:rsidP="0082071A">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Soms</w:t>
      </w:r>
    </w:p>
    <w:p w:rsidR="004104D7" w:rsidRPr="004104D7" w:rsidRDefault="004104D7" w:rsidP="0082071A">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Meestal</w:t>
      </w:r>
    </w:p>
    <w:p w:rsidR="004104D7" w:rsidRPr="004104D7" w:rsidRDefault="004104D7" w:rsidP="0082071A">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Altijd</w:t>
      </w:r>
    </w:p>
    <w:p w:rsidR="004104D7" w:rsidRPr="004104D7" w:rsidRDefault="004104D7" w:rsidP="004104D7"/>
    <w:p w:rsidR="004104D7" w:rsidRPr="004104D7" w:rsidRDefault="004104D7" w:rsidP="004104D7"/>
    <w:p w:rsidR="004104D7" w:rsidRPr="004104D7" w:rsidRDefault="0082071A" w:rsidP="0082071A">
      <w:pPr>
        <w:tabs>
          <w:tab w:val="left" w:pos="426"/>
          <w:tab w:val="left" w:pos="709"/>
        </w:tabs>
        <w:rPr>
          <w:b/>
        </w:rPr>
      </w:pPr>
      <w:r>
        <w:rPr>
          <w:b/>
        </w:rPr>
        <w:t>70.</w:t>
      </w:r>
      <w:r>
        <w:rPr>
          <w:b/>
        </w:rPr>
        <w:tab/>
      </w:r>
      <w:r w:rsidR="004104D7" w:rsidRPr="004104D7">
        <w:rPr>
          <w:b/>
        </w:rPr>
        <w:t>Luisterde de bedrijfsarts aandachtig naar u?</w:t>
      </w:r>
    </w:p>
    <w:p w:rsidR="004104D7" w:rsidRPr="004104D7" w:rsidRDefault="004104D7" w:rsidP="0082071A">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Nooit</w:t>
      </w:r>
    </w:p>
    <w:p w:rsidR="004104D7" w:rsidRPr="004104D7" w:rsidRDefault="004104D7" w:rsidP="0082071A">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Soms</w:t>
      </w:r>
    </w:p>
    <w:p w:rsidR="004104D7" w:rsidRPr="004104D7" w:rsidRDefault="004104D7" w:rsidP="0082071A">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Meestal</w:t>
      </w:r>
    </w:p>
    <w:p w:rsidR="004104D7" w:rsidRPr="004104D7" w:rsidRDefault="004104D7" w:rsidP="0082071A">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Altijd</w:t>
      </w:r>
    </w:p>
    <w:p w:rsidR="004104D7" w:rsidRPr="004104D7" w:rsidRDefault="004104D7" w:rsidP="0082071A">
      <w:pPr>
        <w:tabs>
          <w:tab w:val="left" w:pos="426"/>
          <w:tab w:val="left" w:pos="709"/>
        </w:tabs>
      </w:pPr>
    </w:p>
    <w:p w:rsidR="004104D7" w:rsidRPr="004104D7" w:rsidRDefault="004104D7" w:rsidP="004104D7"/>
    <w:p w:rsidR="004104D7" w:rsidRPr="004104D7" w:rsidRDefault="0082071A" w:rsidP="0082071A">
      <w:pPr>
        <w:tabs>
          <w:tab w:val="left" w:pos="426"/>
          <w:tab w:val="left" w:pos="709"/>
        </w:tabs>
        <w:rPr>
          <w:b/>
        </w:rPr>
      </w:pPr>
      <w:r>
        <w:rPr>
          <w:b/>
        </w:rPr>
        <w:t>71.</w:t>
      </w:r>
      <w:r>
        <w:rPr>
          <w:b/>
        </w:rPr>
        <w:tab/>
      </w:r>
      <w:r w:rsidR="004104D7" w:rsidRPr="004104D7">
        <w:rPr>
          <w:b/>
        </w:rPr>
        <w:t xml:space="preserve">Toonde de bedrijfsarts persoonlijke </w:t>
      </w:r>
      <w:r>
        <w:rPr>
          <w:b/>
        </w:rPr>
        <w:tab/>
      </w:r>
      <w:r w:rsidR="004104D7" w:rsidRPr="004104D7">
        <w:rPr>
          <w:b/>
        </w:rPr>
        <w:t>belangstelling voor u?</w:t>
      </w:r>
    </w:p>
    <w:p w:rsidR="004104D7" w:rsidRPr="004104D7" w:rsidRDefault="004104D7" w:rsidP="0082071A">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Nooit</w:t>
      </w:r>
    </w:p>
    <w:p w:rsidR="004104D7" w:rsidRPr="004104D7" w:rsidRDefault="004104D7" w:rsidP="0082071A">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Soms</w:t>
      </w:r>
    </w:p>
    <w:p w:rsidR="004104D7" w:rsidRPr="004104D7" w:rsidRDefault="004104D7" w:rsidP="0082071A">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Meestal</w:t>
      </w:r>
    </w:p>
    <w:p w:rsidR="004104D7" w:rsidRPr="004104D7" w:rsidRDefault="004104D7" w:rsidP="0082071A">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Altijd</w:t>
      </w:r>
    </w:p>
    <w:p w:rsidR="004104D7" w:rsidRDefault="004104D7" w:rsidP="0082071A">
      <w:pPr>
        <w:tabs>
          <w:tab w:val="left" w:pos="426"/>
          <w:tab w:val="left" w:pos="709"/>
        </w:tabs>
      </w:pPr>
    </w:p>
    <w:p w:rsidR="003D4236" w:rsidRDefault="003D4236" w:rsidP="0082071A">
      <w:pPr>
        <w:tabs>
          <w:tab w:val="left" w:pos="426"/>
          <w:tab w:val="left" w:pos="709"/>
        </w:tabs>
      </w:pPr>
    </w:p>
    <w:p w:rsidR="003D4236" w:rsidRPr="004104D7" w:rsidRDefault="003D4236" w:rsidP="0082071A">
      <w:pPr>
        <w:tabs>
          <w:tab w:val="left" w:pos="426"/>
          <w:tab w:val="left" w:pos="709"/>
        </w:tabs>
      </w:pPr>
    </w:p>
    <w:p w:rsidR="004104D7" w:rsidRPr="004104D7" w:rsidRDefault="004104D7" w:rsidP="004104D7"/>
    <w:p w:rsidR="004104D7" w:rsidRPr="004104D7" w:rsidRDefault="0082071A" w:rsidP="00EC31E3">
      <w:pPr>
        <w:tabs>
          <w:tab w:val="left" w:pos="426"/>
          <w:tab w:val="left" w:pos="709"/>
        </w:tabs>
        <w:ind w:left="426" w:hanging="426"/>
        <w:rPr>
          <w:b/>
        </w:rPr>
      </w:pPr>
      <w:r>
        <w:rPr>
          <w:b/>
        </w:rPr>
        <w:lastRenderedPageBreak/>
        <w:t>72.</w:t>
      </w:r>
      <w:r w:rsidR="00EC31E3">
        <w:rPr>
          <w:b/>
        </w:rPr>
        <w:tab/>
      </w:r>
      <w:r w:rsidR="004104D7" w:rsidRPr="004104D7">
        <w:rPr>
          <w:b/>
        </w:rPr>
        <w:t>Gaf de bedrijfsarts u advies over hoe u, met uw reumatoïde artritis, goed kon blijven functioneren (bijvoorbeeld aan het werk blijven, dagelijkse bezigheden zo goed mogelijk uitvoeren etc.)?</w:t>
      </w:r>
    </w:p>
    <w:p w:rsidR="004104D7" w:rsidRPr="004104D7" w:rsidRDefault="004104D7" w:rsidP="00EC31E3">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Nooit</w:t>
      </w:r>
    </w:p>
    <w:p w:rsidR="004104D7" w:rsidRPr="004104D7" w:rsidRDefault="004104D7" w:rsidP="00EC31E3">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Soms</w:t>
      </w:r>
    </w:p>
    <w:p w:rsidR="004104D7" w:rsidRPr="004104D7" w:rsidRDefault="004104D7" w:rsidP="00EC31E3">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Meestal</w:t>
      </w:r>
    </w:p>
    <w:p w:rsidR="004104D7" w:rsidRPr="004104D7" w:rsidRDefault="004104D7" w:rsidP="00EC31E3">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Altijd</w:t>
      </w:r>
    </w:p>
    <w:p w:rsidR="004104D7" w:rsidRDefault="004104D7" w:rsidP="004104D7"/>
    <w:p w:rsidR="00EC31E3" w:rsidRPr="004104D7" w:rsidRDefault="00EC31E3" w:rsidP="004104D7"/>
    <w:p w:rsidR="004104D7" w:rsidRPr="004104D7" w:rsidRDefault="00EC31E3" w:rsidP="00EC31E3">
      <w:pPr>
        <w:tabs>
          <w:tab w:val="left" w:pos="426"/>
          <w:tab w:val="left" w:pos="709"/>
        </w:tabs>
        <w:rPr>
          <w:b/>
        </w:rPr>
      </w:pPr>
      <w:r>
        <w:rPr>
          <w:b/>
        </w:rPr>
        <w:t>73.</w:t>
      </w:r>
      <w:r>
        <w:rPr>
          <w:b/>
        </w:rPr>
        <w:tab/>
      </w:r>
      <w:r w:rsidR="004104D7" w:rsidRPr="004104D7">
        <w:rPr>
          <w:b/>
        </w:rPr>
        <w:t xml:space="preserve">Kreeg u de gelegenheid om vragen te stellen </w:t>
      </w:r>
      <w:r>
        <w:rPr>
          <w:b/>
        </w:rPr>
        <w:tab/>
      </w:r>
      <w:r w:rsidR="004104D7" w:rsidRPr="004104D7">
        <w:rPr>
          <w:b/>
        </w:rPr>
        <w:t>aan de bedrijfsarts?</w:t>
      </w:r>
    </w:p>
    <w:p w:rsidR="004104D7" w:rsidRPr="004104D7" w:rsidRDefault="004104D7" w:rsidP="00EC31E3">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Nooit</w:t>
      </w:r>
    </w:p>
    <w:p w:rsidR="004104D7" w:rsidRPr="004104D7" w:rsidRDefault="004104D7" w:rsidP="00EC31E3">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Soms</w:t>
      </w:r>
    </w:p>
    <w:p w:rsidR="004104D7" w:rsidRPr="004104D7" w:rsidRDefault="004104D7" w:rsidP="00EC31E3">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Meestal</w:t>
      </w:r>
    </w:p>
    <w:p w:rsidR="004104D7" w:rsidRPr="004104D7" w:rsidRDefault="004104D7" w:rsidP="00EC31E3">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Altijd</w:t>
      </w:r>
    </w:p>
    <w:p w:rsidR="004104D7" w:rsidRPr="004104D7" w:rsidRDefault="004104D7" w:rsidP="00EC31E3">
      <w:pPr>
        <w:pBdr>
          <w:bottom w:val="single" w:sz="4" w:space="1" w:color="auto"/>
        </w:pBdr>
        <w:tabs>
          <w:tab w:val="left" w:pos="426"/>
          <w:tab w:val="left" w:pos="709"/>
        </w:tabs>
        <w:rPr>
          <w:b/>
        </w:rPr>
      </w:pPr>
    </w:p>
    <w:p w:rsidR="003D4236" w:rsidRDefault="003D4236" w:rsidP="004104D7">
      <w:pPr>
        <w:rPr>
          <w:b/>
          <w:i/>
        </w:rPr>
      </w:pPr>
    </w:p>
    <w:p w:rsidR="004104D7" w:rsidRPr="004104D7" w:rsidRDefault="004104D7" w:rsidP="004104D7">
      <w:pPr>
        <w:rPr>
          <w:b/>
          <w:i/>
        </w:rPr>
      </w:pPr>
      <w:r w:rsidRPr="004104D7">
        <w:rPr>
          <w:b/>
          <w:i/>
        </w:rPr>
        <w:t xml:space="preserve">SAMENWERKING EN AFSTEMMING ZORG </w:t>
      </w:r>
    </w:p>
    <w:p w:rsidR="004104D7" w:rsidRPr="004104D7" w:rsidRDefault="004104D7" w:rsidP="004104D7"/>
    <w:p w:rsidR="004104D7" w:rsidRPr="004104D7" w:rsidRDefault="004104D7" w:rsidP="004104D7">
      <w:r w:rsidRPr="004104D7">
        <w:t>De vragen 74 t/m 79 gaan over uw ervaringen met de afstemming tussen en samenwerking van zorgverleners in verband met uw reumatoïde artritis (zoals de reumatoloog, orthopeed, fysiotherapeut, gespecialiseerd verpleegkundige of physician assistent).</w:t>
      </w:r>
    </w:p>
    <w:p w:rsidR="004104D7" w:rsidRDefault="004104D7" w:rsidP="004104D7"/>
    <w:p w:rsidR="00EC31E3" w:rsidRDefault="00EC31E3" w:rsidP="004104D7"/>
    <w:p w:rsidR="004104D7" w:rsidRPr="004104D7" w:rsidRDefault="00EC31E3" w:rsidP="00EC31E3">
      <w:pPr>
        <w:tabs>
          <w:tab w:val="left" w:pos="426"/>
          <w:tab w:val="left" w:pos="709"/>
        </w:tabs>
        <w:ind w:left="426" w:hanging="426"/>
        <w:rPr>
          <w:b/>
        </w:rPr>
      </w:pPr>
      <w:r>
        <w:rPr>
          <w:b/>
        </w:rPr>
        <w:t>74.</w:t>
      </w:r>
      <w:r>
        <w:rPr>
          <w:b/>
        </w:rPr>
        <w:tab/>
      </w:r>
      <w:r w:rsidR="004104D7" w:rsidRPr="004104D7">
        <w:rPr>
          <w:b/>
        </w:rPr>
        <w:t>Vond u dat de behandelingen voor uw reumatoïde artritis die u kreeg van verschillende zorgverleners op elkaar waren afgestemd?</w:t>
      </w:r>
    </w:p>
    <w:p w:rsidR="004104D7" w:rsidRPr="004104D7" w:rsidRDefault="004104D7" w:rsidP="00EC31E3">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Nooit</w:t>
      </w:r>
    </w:p>
    <w:p w:rsidR="004104D7" w:rsidRPr="004104D7" w:rsidRDefault="004104D7" w:rsidP="00EC31E3">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Soms</w:t>
      </w:r>
    </w:p>
    <w:p w:rsidR="004104D7" w:rsidRPr="004104D7" w:rsidRDefault="004104D7" w:rsidP="00EC31E3">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Meestal</w:t>
      </w:r>
    </w:p>
    <w:p w:rsidR="004104D7" w:rsidRPr="004104D7" w:rsidRDefault="004104D7" w:rsidP="00EC31E3">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Altijd</w:t>
      </w:r>
    </w:p>
    <w:p w:rsidR="004104D7" w:rsidRPr="004104D7" w:rsidRDefault="004104D7" w:rsidP="00EC31E3">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ab/>
        <w:t>Niet van toepassing/weet ik niet</w:t>
      </w:r>
    </w:p>
    <w:p w:rsidR="004104D7" w:rsidRPr="004104D7" w:rsidRDefault="004104D7" w:rsidP="00EC31E3">
      <w:pPr>
        <w:ind w:left="284"/>
        <w:rPr>
          <w:b/>
        </w:rPr>
      </w:pPr>
    </w:p>
    <w:p w:rsidR="004104D7" w:rsidRPr="004104D7" w:rsidRDefault="004104D7" w:rsidP="00EC31E3">
      <w:pPr>
        <w:ind w:left="284"/>
        <w:rPr>
          <w:b/>
        </w:rPr>
      </w:pPr>
    </w:p>
    <w:p w:rsidR="004104D7" w:rsidRPr="004104D7" w:rsidRDefault="00EC31E3" w:rsidP="00EC31E3">
      <w:pPr>
        <w:tabs>
          <w:tab w:val="left" w:pos="426"/>
          <w:tab w:val="left" w:pos="709"/>
        </w:tabs>
        <w:ind w:left="426" w:hanging="426"/>
        <w:rPr>
          <w:b/>
        </w:rPr>
      </w:pPr>
      <w:r>
        <w:rPr>
          <w:b/>
        </w:rPr>
        <w:t>75.</w:t>
      </w:r>
      <w:r>
        <w:rPr>
          <w:b/>
        </w:rPr>
        <w:tab/>
      </w:r>
      <w:r w:rsidR="004104D7" w:rsidRPr="004104D7">
        <w:rPr>
          <w:b/>
        </w:rPr>
        <w:t>Vond u dat de adviezen die u kreeg van verschillende zorgverleners met betrekking tot uw reumatoïde artritis op elkaar waren afgestemd?</w:t>
      </w:r>
    </w:p>
    <w:p w:rsidR="004104D7" w:rsidRPr="004104D7" w:rsidRDefault="004104D7" w:rsidP="00EC31E3">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Nooit</w:t>
      </w:r>
    </w:p>
    <w:p w:rsidR="004104D7" w:rsidRPr="004104D7" w:rsidRDefault="004104D7" w:rsidP="00EC31E3">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Soms</w:t>
      </w:r>
    </w:p>
    <w:p w:rsidR="004104D7" w:rsidRPr="004104D7" w:rsidRDefault="004104D7" w:rsidP="00EC31E3">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Meestal</w:t>
      </w:r>
    </w:p>
    <w:p w:rsidR="004104D7" w:rsidRPr="004104D7" w:rsidRDefault="004104D7" w:rsidP="00EC31E3">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Altijd</w:t>
      </w:r>
    </w:p>
    <w:p w:rsidR="004104D7" w:rsidRPr="004104D7" w:rsidRDefault="004104D7" w:rsidP="00EC31E3">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ab/>
        <w:t>Niet van toepassing/weet ik niet</w:t>
      </w:r>
    </w:p>
    <w:p w:rsidR="004104D7" w:rsidRPr="004104D7" w:rsidRDefault="004104D7" w:rsidP="004104D7"/>
    <w:p w:rsidR="004104D7" w:rsidRDefault="004104D7" w:rsidP="004104D7"/>
    <w:p w:rsidR="003D4236" w:rsidRPr="004104D7" w:rsidRDefault="003D4236" w:rsidP="004104D7"/>
    <w:p w:rsidR="004104D7" w:rsidRPr="004104D7" w:rsidRDefault="00EC31E3" w:rsidP="00EC31E3">
      <w:pPr>
        <w:tabs>
          <w:tab w:val="left" w:pos="426"/>
          <w:tab w:val="left" w:pos="709"/>
        </w:tabs>
        <w:rPr>
          <w:b/>
        </w:rPr>
      </w:pPr>
      <w:r>
        <w:rPr>
          <w:b/>
        </w:rPr>
        <w:t>76.</w:t>
      </w:r>
      <w:r>
        <w:rPr>
          <w:b/>
        </w:rPr>
        <w:tab/>
      </w:r>
      <w:r w:rsidR="004104D7" w:rsidRPr="004104D7">
        <w:rPr>
          <w:b/>
        </w:rPr>
        <w:t xml:space="preserve">Maakten zorgverleners naar uw mening </w:t>
      </w:r>
      <w:r>
        <w:rPr>
          <w:b/>
        </w:rPr>
        <w:tab/>
      </w:r>
      <w:r w:rsidR="004104D7" w:rsidRPr="004104D7">
        <w:rPr>
          <w:b/>
        </w:rPr>
        <w:t>goede afspraken met elkaar?</w:t>
      </w:r>
    </w:p>
    <w:p w:rsidR="004104D7" w:rsidRPr="004104D7" w:rsidRDefault="004104D7" w:rsidP="00EC31E3">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Nooit</w:t>
      </w:r>
    </w:p>
    <w:p w:rsidR="004104D7" w:rsidRPr="004104D7" w:rsidRDefault="004104D7" w:rsidP="00EC31E3">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Soms</w:t>
      </w:r>
    </w:p>
    <w:p w:rsidR="004104D7" w:rsidRPr="004104D7" w:rsidRDefault="004104D7" w:rsidP="00EC31E3">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Meestal</w:t>
      </w:r>
    </w:p>
    <w:p w:rsidR="004104D7" w:rsidRPr="004104D7" w:rsidRDefault="004104D7" w:rsidP="00EC31E3">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Altijd</w:t>
      </w:r>
    </w:p>
    <w:p w:rsidR="004104D7" w:rsidRPr="004104D7" w:rsidRDefault="004104D7" w:rsidP="00EC31E3">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ab/>
        <w:t>Weet ik niet</w:t>
      </w:r>
    </w:p>
    <w:p w:rsidR="004104D7" w:rsidRPr="004104D7" w:rsidRDefault="004104D7" w:rsidP="00EC31E3">
      <w:pPr>
        <w:ind w:left="284"/>
        <w:rPr>
          <w:b/>
        </w:rPr>
      </w:pPr>
    </w:p>
    <w:p w:rsidR="004104D7" w:rsidRPr="004104D7" w:rsidRDefault="004104D7" w:rsidP="00EC31E3">
      <w:pPr>
        <w:ind w:left="284"/>
        <w:rPr>
          <w:b/>
        </w:rPr>
      </w:pPr>
    </w:p>
    <w:p w:rsidR="004104D7" w:rsidRPr="004104D7" w:rsidRDefault="00EC31E3" w:rsidP="00EC31E3">
      <w:pPr>
        <w:tabs>
          <w:tab w:val="left" w:pos="426"/>
          <w:tab w:val="left" w:pos="709"/>
        </w:tabs>
        <w:ind w:left="-142"/>
        <w:rPr>
          <w:b/>
        </w:rPr>
      </w:pPr>
      <w:r>
        <w:rPr>
          <w:b/>
        </w:rPr>
        <w:t>77.</w:t>
      </w:r>
      <w:r>
        <w:rPr>
          <w:b/>
        </w:rPr>
        <w:tab/>
      </w:r>
      <w:r w:rsidR="004104D7" w:rsidRPr="004104D7">
        <w:rPr>
          <w:b/>
        </w:rPr>
        <w:t xml:space="preserve">Waren zorgverleners op de hoogte van </w:t>
      </w:r>
      <w:r>
        <w:rPr>
          <w:b/>
        </w:rPr>
        <w:tab/>
      </w:r>
      <w:r w:rsidR="004104D7" w:rsidRPr="004104D7">
        <w:rPr>
          <w:b/>
        </w:rPr>
        <w:t xml:space="preserve">afspraken die u had met andere </w:t>
      </w:r>
      <w:r>
        <w:rPr>
          <w:b/>
        </w:rPr>
        <w:tab/>
      </w:r>
      <w:r w:rsidR="004104D7" w:rsidRPr="004104D7">
        <w:rPr>
          <w:b/>
        </w:rPr>
        <w:t>zorgverleners?</w:t>
      </w:r>
    </w:p>
    <w:p w:rsidR="004104D7" w:rsidRPr="004104D7" w:rsidRDefault="004104D7" w:rsidP="00EC31E3">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Nooit</w:t>
      </w:r>
    </w:p>
    <w:p w:rsidR="004104D7" w:rsidRPr="004104D7" w:rsidRDefault="004104D7" w:rsidP="00EC31E3">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Soms</w:t>
      </w:r>
    </w:p>
    <w:p w:rsidR="004104D7" w:rsidRPr="004104D7" w:rsidRDefault="004104D7" w:rsidP="00EC31E3">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Meestal</w:t>
      </w:r>
    </w:p>
    <w:p w:rsidR="004104D7" w:rsidRPr="004104D7" w:rsidRDefault="004104D7" w:rsidP="00EC31E3">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Altijd</w:t>
      </w:r>
    </w:p>
    <w:p w:rsidR="004104D7" w:rsidRPr="004104D7" w:rsidRDefault="004104D7" w:rsidP="00EC31E3">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ab/>
        <w:t>Weet ik niet</w:t>
      </w:r>
    </w:p>
    <w:p w:rsidR="004104D7" w:rsidRPr="004104D7" w:rsidRDefault="004104D7" w:rsidP="004104D7"/>
    <w:p w:rsidR="004104D7" w:rsidRPr="004104D7" w:rsidRDefault="004104D7" w:rsidP="004104D7"/>
    <w:p w:rsidR="004104D7" w:rsidRPr="004104D7" w:rsidRDefault="00EC31E3" w:rsidP="00EC31E3">
      <w:pPr>
        <w:tabs>
          <w:tab w:val="left" w:pos="426"/>
          <w:tab w:val="left" w:pos="709"/>
        </w:tabs>
        <w:ind w:left="426" w:hanging="426"/>
        <w:rPr>
          <w:b/>
        </w:rPr>
      </w:pPr>
      <w:r>
        <w:rPr>
          <w:b/>
        </w:rPr>
        <w:t>78.</w:t>
      </w:r>
      <w:r>
        <w:rPr>
          <w:b/>
        </w:rPr>
        <w:tab/>
      </w:r>
      <w:r w:rsidR="004104D7" w:rsidRPr="004104D7">
        <w:rPr>
          <w:b/>
        </w:rPr>
        <w:t>Als u een bericht achter liet in het ziekenhuis, hoe vaak namen ze binnen één werkdag contact met u op?</w:t>
      </w:r>
    </w:p>
    <w:p w:rsidR="004104D7" w:rsidRPr="004104D7" w:rsidRDefault="004104D7" w:rsidP="00EC31E3">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Nooit</w:t>
      </w:r>
    </w:p>
    <w:p w:rsidR="004104D7" w:rsidRPr="004104D7" w:rsidRDefault="004104D7" w:rsidP="00EC31E3">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Soms</w:t>
      </w:r>
    </w:p>
    <w:p w:rsidR="004104D7" w:rsidRPr="004104D7" w:rsidRDefault="004104D7" w:rsidP="00EC31E3">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Meestal</w:t>
      </w:r>
    </w:p>
    <w:p w:rsidR="004104D7" w:rsidRPr="004104D7" w:rsidRDefault="004104D7" w:rsidP="00EC31E3">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Altijd</w:t>
      </w:r>
    </w:p>
    <w:p w:rsidR="004104D7" w:rsidRPr="004104D7" w:rsidRDefault="004104D7" w:rsidP="00EC31E3">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ab/>
        <w:t>Niet van toepassing/weet ik niet</w:t>
      </w:r>
    </w:p>
    <w:p w:rsidR="004104D7" w:rsidRPr="004104D7" w:rsidRDefault="004104D7" w:rsidP="00EC31E3">
      <w:pPr>
        <w:tabs>
          <w:tab w:val="left" w:pos="426"/>
          <w:tab w:val="left" w:pos="709"/>
        </w:tabs>
      </w:pPr>
    </w:p>
    <w:p w:rsidR="00DA0ED3" w:rsidRDefault="00DA0ED3" w:rsidP="00DA0ED3">
      <w:pPr>
        <w:tabs>
          <w:tab w:val="left" w:pos="426"/>
          <w:tab w:val="left" w:pos="709"/>
        </w:tabs>
      </w:pPr>
    </w:p>
    <w:p w:rsidR="004104D7" w:rsidRPr="004104D7" w:rsidRDefault="00EC31E3" w:rsidP="00DA0ED3">
      <w:pPr>
        <w:tabs>
          <w:tab w:val="left" w:pos="426"/>
          <w:tab w:val="left" w:pos="709"/>
        </w:tabs>
        <w:rPr>
          <w:b/>
        </w:rPr>
      </w:pPr>
      <w:r>
        <w:rPr>
          <w:b/>
        </w:rPr>
        <w:t>79.</w:t>
      </w:r>
      <w:r>
        <w:rPr>
          <w:b/>
        </w:rPr>
        <w:tab/>
      </w:r>
      <w:r w:rsidR="004104D7" w:rsidRPr="004104D7">
        <w:rPr>
          <w:b/>
        </w:rPr>
        <w:t xml:space="preserve">Heeft u afspraken gemaakt met uw </w:t>
      </w:r>
      <w:r>
        <w:rPr>
          <w:b/>
        </w:rPr>
        <w:tab/>
      </w:r>
      <w:r w:rsidR="004104D7" w:rsidRPr="004104D7">
        <w:rPr>
          <w:b/>
        </w:rPr>
        <w:t xml:space="preserve">zorgverleners zodat u weet wat u kunt doen </w:t>
      </w:r>
      <w:r>
        <w:rPr>
          <w:b/>
        </w:rPr>
        <w:tab/>
      </w:r>
      <w:r w:rsidR="004104D7" w:rsidRPr="004104D7">
        <w:rPr>
          <w:b/>
        </w:rPr>
        <w:t xml:space="preserve">als de reumatoïde artritis verergert, zoals </w:t>
      </w:r>
      <w:r>
        <w:rPr>
          <w:b/>
        </w:rPr>
        <w:tab/>
      </w:r>
      <w:r w:rsidR="004104D7" w:rsidRPr="004104D7">
        <w:rPr>
          <w:b/>
        </w:rPr>
        <w:t xml:space="preserve">bijvoorbeeld bij een acute aanval? </w:t>
      </w:r>
    </w:p>
    <w:p w:rsidR="004104D7" w:rsidRPr="004104D7" w:rsidRDefault="004104D7" w:rsidP="00EC31E3">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Ja</w:t>
      </w:r>
    </w:p>
    <w:p w:rsidR="004104D7" w:rsidRPr="004104D7" w:rsidRDefault="004104D7" w:rsidP="00EC31E3">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Nee</w:t>
      </w:r>
    </w:p>
    <w:p w:rsidR="004104D7" w:rsidRPr="004104D7" w:rsidRDefault="004104D7" w:rsidP="00EC31E3">
      <w:pPr>
        <w:pBdr>
          <w:bottom w:val="single" w:sz="4" w:space="1" w:color="auto"/>
        </w:pBdr>
      </w:pPr>
    </w:p>
    <w:p w:rsidR="004104D7" w:rsidRPr="004104D7" w:rsidRDefault="004104D7" w:rsidP="004104D7"/>
    <w:p w:rsidR="004104D7" w:rsidRPr="004104D7" w:rsidRDefault="004104D7" w:rsidP="004104D7">
      <w:pPr>
        <w:rPr>
          <w:b/>
          <w:i/>
        </w:rPr>
      </w:pPr>
      <w:r w:rsidRPr="004104D7">
        <w:rPr>
          <w:b/>
          <w:i/>
        </w:rPr>
        <w:t>UW OPERATIE</w:t>
      </w:r>
    </w:p>
    <w:p w:rsidR="004104D7" w:rsidRPr="004104D7" w:rsidRDefault="004104D7" w:rsidP="004104D7">
      <w:pPr>
        <w:rPr>
          <w:b/>
        </w:rPr>
      </w:pPr>
    </w:p>
    <w:p w:rsidR="004104D7" w:rsidRPr="004104D7" w:rsidRDefault="004104D7" w:rsidP="004104D7">
      <w:r w:rsidRPr="004104D7">
        <w:t xml:space="preserve">De vragen 80 t/m 91 gaan over uw ervaringen met (een) operatie(s) en de informatie hierover. </w:t>
      </w:r>
    </w:p>
    <w:p w:rsidR="004104D7" w:rsidRPr="004104D7" w:rsidRDefault="004104D7" w:rsidP="004104D7"/>
    <w:p w:rsidR="004104D7" w:rsidRPr="004104D7" w:rsidRDefault="00E00580" w:rsidP="00E00580">
      <w:pPr>
        <w:tabs>
          <w:tab w:val="left" w:pos="426"/>
          <w:tab w:val="left" w:pos="709"/>
        </w:tabs>
        <w:ind w:left="426" w:hanging="426"/>
        <w:rPr>
          <w:b/>
        </w:rPr>
      </w:pPr>
      <w:r>
        <w:rPr>
          <w:b/>
        </w:rPr>
        <w:t>80.</w:t>
      </w:r>
      <w:r>
        <w:rPr>
          <w:b/>
        </w:rPr>
        <w:tab/>
      </w:r>
      <w:r w:rsidR="004104D7" w:rsidRPr="004104D7">
        <w:rPr>
          <w:b/>
        </w:rPr>
        <w:t>Heeft u in de afgelopen 12 maanden een operatie ondergaan voor uw reumatoïde artritis (zoals peesreparatie, vervanging van een gewricht, prothese, vastzetten van gewricht) in het [ZIEKENHUIS]?</w:t>
      </w:r>
    </w:p>
    <w:p w:rsidR="004104D7" w:rsidRPr="004104D7" w:rsidRDefault="004104D7" w:rsidP="00E00580">
      <w:pPr>
        <w:tabs>
          <w:tab w:val="left" w:pos="426"/>
          <w:tab w:val="left" w:pos="709"/>
        </w:tabs>
        <w:rPr>
          <w:i/>
        </w:rPr>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Nee</w:t>
      </w:r>
      <w:r w:rsidR="00E00580">
        <w:t xml:space="preserve"> </w:t>
      </w:r>
      <w:r w:rsidR="00E00580">
        <w:sym w:font="Wingdings" w:char="F0E0"/>
      </w:r>
      <w:r w:rsidR="00E00580">
        <w:t xml:space="preserve"> </w:t>
      </w:r>
      <w:r w:rsidRPr="004104D7">
        <w:rPr>
          <w:b/>
          <w:i/>
        </w:rPr>
        <w:t>Indien nee ga door naar vraag 92</w:t>
      </w:r>
    </w:p>
    <w:p w:rsidR="004104D7" w:rsidRPr="004104D7" w:rsidRDefault="004104D7" w:rsidP="00E00580">
      <w:pPr>
        <w:tabs>
          <w:tab w:val="left" w:pos="426"/>
          <w:tab w:val="left" w:pos="709"/>
        </w:tabs>
      </w:pPr>
      <w:r w:rsidRPr="004104D7">
        <w:tab/>
      </w:r>
      <w:r w:rsidRPr="004104D7">
        <w:rPr>
          <w:rFonts w:ascii="Arial Unicode MS" w:eastAsia="Arial Unicode MS" w:hAnsi="Arial Unicode MS" w:cs="Arial Unicode MS" w:hint="eastAsia"/>
        </w:rPr>
        <w:t>❑</w:t>
      </w:r>
      <w:r w:rsidRPr="004104D7">
        <w:t xml:space="preserve"> </w:t>
      </w:r>
      <w:r w:rsidRPr="004104D7">
        <w:tab/>
        <w:t>Ja</w:t>
      </w:r>
    </w:p>
    <w:p w:rsidR="004104D7" w:rsidRDefault="004104D7" w:rsidP="00E00580">
      <w:pPr>
        <w:tabs>
          <w:tab w:val="left" w:pos="426"/>
          <w:tab w:val="left" w:pos="709"/>
        </w:tabs>
        <w:rPr>
          <w:vertAlign w:val="superscript"/>
        </w:rPr>
      </w:pPr>
    </w:p>
    <w:p w:rsidR="00E00580" w:rsidRDefault="00E00580" w:rsidP="00E00580">
      <w:pPr>
        <w:tabs>
          <w:tab w:val="left" w:pos="426"/>
          <w:tab w:val="left" w:pos="709"/>
        </w:tabs>
        <w:rPr>
          <w:vertAlign w:val="superscript"/>
        </w:rPr>
      </w:pPr>
    </w:p>
    <w:p w:rsidR="003D4236" w:rsidRPr="004104D7" w:rsidRDefault="003D4236" w:rsidP="00E00580">
      <w:pPr>
        <w:tabs>
          <w:tab w:val="left" w:pos="426"/>
          <w:tab w:val="left" w:pos="709"/>
        </w:tabs>
        <w:rPr>
          <w:vertAlign w:val="superscript"/>
        </w:rPr>
      </w:pPr>
    </w:p>
    <w:p w:rsidR="004104D7" w:rsidRPr="004104D7" w:rsidRDefault="004104D7" w:rsidP="004104D7">
      <w:r w:rsidRPr="004104D7">
        <w:lastRenderedPageBreak/>
        <w:t>Indien u meerdere operaties heeft ondergaan, wilt u bij het invullen van de onderstaande vragen de laatste operatie die u heeft ondergaan in gedachte houden.</w:t>
      </w:r>
    </w:p>
    <w:p w:rsidR="004104D7" w:rsidRPr="004104D7" w:rsidRDefault="004104D7" w:rsidP="00E00580">
      <w:pPr>
        <w:ind w:left="284"/>
        <w:rPr>
          <w:b/>
        </w:rPr>
      </w:pPr>
    </w:p>
    <w:p w:rsidR="004104D7" w:rsidRPr="004104D7" w:rsidRDefault="00E00580" w:rsidP="00E00580">
      <w:pPr>
        <w:tabs>
          <w:tab w:val="left" w:pos="426"/>
          <w:tab w:val="left" w:pos="709"/>
        </w:tabs>
        <w:rPr>
          <w:b/>
        </w:rPr>
      </w:pPr>
      <w:r>
        <w:rPr>
          <w:b/>
        </w:rPr>
        <w:t>81.</w:t>
      </w:r>
      <w:r>
        <w:rPr>
          <w:b/>
        </w:rPr>
        <w:tab/>
      </w:r>
      <w:r w:rsidR="004104D7" w:rsidRPr="004104D7">
        <w:rPr>
          <w:b/>
        </w:rPr>
        <w:t xml:space="preserve">Welke medisch specialist heeft deze operatie </w:t>
      </w:r>
      <w:r>
        <w:rPr>
          <w:b/>
        </w:rPr>
        <w:tab/>
      </w:r>
      <w:r w:rsidR="004104D7" w:rsidRPr="004104D7">
        <w:rPr>
          <w:b/>
        </w:rPr>
        <w:t xml:space="preserve">uitgevoerd? </w:t>
      </w:r>
    </w:p>
    <w:p w:rsidR="004104D7" w:rsidRPr="004104D7" w:rsidRDefault="004104D7" w:rsidP="00E00580">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Orthopeed</w:t>
      </w:r>
    </w:p>
    <w:p w:rsidR="004104D7" w:rsidRPr="004104D7" w:rsidRDefault="004104D7" w:rsidP="00E00580">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Neurochirurg</w:t>
      </w:r>
    </w:p>
    <w:p w:rsidR="004104D7" w:rsidRPr="004104D7" w:rsidRDefault="004104D7" w:rsidP="00E00580">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Plastisch chirurg</w:t>
      </w:r>
    </w:p>
    <w:p w:rsidR="004104D7" w:rsidRPr="004104D7" w:rsidRDefault="004104D7" w:rsidP="00E00580">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 xml:space="preserve">Andere specialist, namelijk </w:t>
      </w:r>
    </w:p>
    <w:p w:rsidR="004104D7" w:rsidRDefault="004104D7" w:rsidP="00E00580">
      <w:pPr>
        <w:tabs>
          <w:tab w:val="left" w:pos="426"/>
          <w:tab w:val="left" w:pos="709"/>
        </w:tabs>
      </w:pPr>
    </w:p>
    <w:p w:rsidR="00E00580" w:rsidRDefault="00E00580" w:rsidP="00E00580">
      <w:pPr>
        <w:tabs>
          <w:tab w:val="left" w:pos="426"/>
          <w:tab w:val="left" w:pos="709"/>
        </w:tabs>
      </w:pPr>
    </w:p>
    <w:p w:rsidR="004104D7" w:rsidRPr="004104D7" w:rsidRDefault="00E00580" w:rsidP="00E00580">
      <w:pPr>
        <w:tabs>
          <w:tab w:val="left" w:pos="426"/>
          <w:tab w:val="left" w:pos="709"/>
        </w:tabs>
        <w:rPr>
          <w:b/>
        </w:rPr>
      </w:pPr>
      <w:r>
        <w:rPr>
          <w:b/>
        </w:rPr>
        <w:t>82.</w:t>
      </w:r>
      <w:r>
        <w:rPr>
          <w:b/>
        </w:rPr>
        <w:tab/>
        <w:t>I</w:t>
      </w:r>
      <w:r w:rsidR="004104D7" w:rsidRPr="004104D7">
        <w:rPr>
          <w:b/>
        </w:rPr>
        <w:t xml:space="preserve">s het een probleem geweest om met deze </w:t>
      </w:r>
      <w:r>
        <w:rPr>
          <w:b/>
        </w:rPr>
        <w:tab/>
      </w:r>
      <w:r w:rsidR="004104D7" w:rsidRPr="004104D7">
        <w:rPr>
          <w:b/>
        </w:rPr>
        <w:t>zorgverlener in contact te treden?</w:t>
      </w:r>
    </w:p>
    <w:p w:rsidR="004104D7" w:rsidRPr="004104D7" w:rsidRDefault="004104D7" w:rsidP="00E00580">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Een groot probleem</w:t>
      </w:r>
    </w:p>
    <w:p w:rsidR="004104D7" w:rsidRPr="004104D7" w:rsidRDefault="004104D7" w:rsidP="00E00580">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Een klein probleem</w:t>
      </w:r>
    </w:p>
    <w:p w:rsidR="004104D7" w:rsidRPr="004104D7" w:rsidRDefault="004104D7" w:rsidP="00E00580">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Geen probleem</w:t>
      </w:r>
    </w:p>
    <w:p w:rsidR="004104D7" w:rsidRPr="004104D7" w:rsidRDefault="004104D7" w:rsidP="00E00580">
      <w:pPr>
        <w:tabs>
          <w:tab w:val="left" w:pos="426"/>
          <w:tab w:val="left" w:pos="709"/>
        </w:tabs>
      </w:pPr>
    </w:p>
    <w:p w:rsidR="004104D7" w:rsidRPr="00DA0ED3" w:rsidRDefault="004104D7" w:rsidP="004104D7"/>
    <w:p w:rsidR="004104D7" w:rsidRPr="00DA0ED3" w:rsidRDefault="00E00580" w:rsidP="00E00580">
      <w:pPr>
        <w:tabs>
          <w:tab w:val="left" w:pos="426"/>
          <w:tab w:val="left" w:pos="709"/>
        </w:tabs>
        <w:rPr>
          <w:b/>
        </w:rPr>
      </w:pPr>
      <w:r w:rsidRPr="00DA0ED3">
        <w:rPr>
          <w:b/>
        </w:rPr>
        <w:t>83.</w:t>
      </w:r>
      <w:r w:rsidRPr="00DA0ED3">
        <w:rPr>
          <w:b/>
        </w:rPr>
        <w:tab/>
      </w:r>
      <w:r w:rsidR="004104D7" w:rsidRPr="00DA0ED3">
        <w:rPr>
          <w:b/>
        </w:rPr>
        <w:t xml:space="preserve">Heeft de medisch specialist u verteld wat de </w:t>
      </w:r>
      <w:r w:rsidRPr="00DA0ED3">
        <w:rPr>
          <w:b/>
        </w:rPr>
        <w:tab/>
      </w:r>
      <w:r w:rsidR="004104D7" w:rsidRPr="00DA0ED3">
        <w:rPr>
          <w:b/>
        </w:rPr>
        <w:t xml:space="preserve">risico’s van de operatie waren? </w:t>
      </w:r>
    </w:p>
    <w:p w:rsidR="004104D7" w:rsidRPr="00DA0ED3" w:rsidRDefault="004104D7" w:rsidP="00E00580">
      <w:pPr>
        <w:tabs>
          <w:tab w:val="left" w:pos="426"/>
          <w:tab w:val="left" w:pos="709"/>
        </w:tabs>
      </w:pPr>
      <w:r w:rsidRPr="00DA0ED3">
        <w:rPr>
          <w:vertAlign w:val="superscript"/>
        </w:rPr>
        <w:tab/>
      </w:r>
      <w:r w:rsidRPr="00DA0ED3">
        <w:rPr>
          <w:rFonts w:ascii="Arial Unicode MS" w:eastAsia="Arial Unicode MS" w:hAnsi="Arial Unicode MS" w:cs="Arial Unicode MS" w:hint="eastAsia"/>
        </w:rPr>
        <w:t>❑</w:t>
      </w:r>
      <w:r w:rsidRPr="00DA0ED3">
        <w:t xml:space="preserve"> </w:t>
      </w:r>
      <w:r w:rsidRPr="00DA0ED3">
        <w:tab/>
        <w:t>Nee</w:t>
      </w:r>
    </w:p>
    <w:p w:rsidR="004104D7" w:rsidRPr="00DA0ED3" w:rsidRDefault="004104D7" w:rsidP="00E00580">
      <w:pPr>
        <w:tabs>
          <w:tab w:val="left" w:pos="426"/>
          <w:tab w:val="left" w:pos="709"/>
        </w:tabs>
      </w:pPr>
      <w:r w:rsidRPr="00DA0ED3">
        <w:tab/>
      </w:r>
      <w:r w:rsidRPr="00DA0ED3">
        <w:rPr>
          <w:rFonts w:ascii="Arial Unicode MS" w:eastAsia="Arial Unicode MS" w:hAnsi="Arial Unicode MS" w:cs="Arial Unicode MS" w:hint="eastAsia"/>
        </w:rPr>
        <w:t>❑</w:t>
      </w:r>
      <w:r w:rsidRPr="00DA0ED3">
        <w:t xml:space="preserve"> </w:t>
      </w:r>
      <w:r w:rsidRPr="00DA0ED3">
        <w:tab/>
        <w:t>Ja</w:t>
      </w:r>
    </w:p>
    <w:p w:rsidR="004104D7" w:rsidRPr="00DA0ED3" w:rsidRDefault="004104D7" w:rsidP="004104D7"/>
    <w:p w:rsidR="004104D7" w:rsidRPr="00DA0ED3" w:rsidRDefault="004104D7" w:rsidP="004104D7"/>
    <w:p w:rsidR="004104D7" w:rsidRPr="00DA0ED3" w:rsidRDefault="00E00580" w:rsidP="00E00580">
      <w:pPr>
        <w:tabs>
          <w:tab w:val="left" w:pos="426"/>
          <w:tab w:val="left" w:pos="709"/>
        </w:tabs>
        <w:rPr>
          <w:b/>
        </w:rPr>
      </w:pPr>
      <w:r w:rsidRPr="00DA0ED3">
        <w:rPr>
          <w:b/>
        </w:rPr>
        <w:t>84.</w:t>
      </w:r>
      <w:r w:rsidRPr="00DA0ED3">
        <w:rPr>
          <w:b/>
        </w:rPr>
        <w:tab/>
      </w:r>
      <w:r w:rsidR="004104D7" w:rsidRPr="00DA0ED3">
        <w:rPr>
          <w:b/>
        </w:rPr>
        <w:t xml:space="preserve">Heeft de medisch specialist u verteld wat er </w:t>
      </w:r>
      <w:r w:rsidRPr="00DA0ED3">
        <w:rPr>
          <w:b/>
        </w:rPr>
        <w:tab/>
      </w:r>
      <w:r w:rsidR="004104D7" w:rsidRPr="00DA0ED3">
        <w:rPr>
          <w:b/>
        </w:rPr>
        <w:t>tijdens de operatie precies ging gebeuren?</w:t>
      </w:r>
    </w:p>
    <w:p w:rsidR="004104D7" w:rsidRPr="00DA0ED3" w:rsidRDefault="004104D7" w:rsidP="00E00580">
      <w:pPr>
        <w:tabs>
          <w:tab w:val="left" w:pos="426"/>
          <w:tab w:val="left" w:pos="709"/>
        </w:tabs>
      </w:pPr>
      <w:r w:rsidRPr="00DA0ED3">
        <w:rPr>
          <w:vertAlign w:val="superscript"/>
        </w:rPr>
        <w:tab/>
      </w:r>
      <w:r w:rsidRPr="00DA0ED3">
        <w:rPr>
          <w:rFonts w:ascii="Arial Unicode MS" w:eastAsia="Arial Unicode MS" w:hAnsi="Arial Unicode MS" w:cs="Arial Unicode MS" w:hint="eastAsia"/>
        </w:rPr>
        <w:t>❑</w:t>
      </w:r>
      <w:r w:rsidRPr="00DA0ED3">
        <w:t xml:space="preserve"> </w:t>
      </w:r>
      <w:r w:rsidRPr="00DA0ED3">
        <w:tab/>
        <w:t>Nee</w:t>
      </w:r>
    </w:p>
    <w:p w:rsidR="004104D7" w:rsidRPr="00DA0ED3" w:rsidRDefault="004104D7" w:rsidP="00E00580">
      <w:pPr>
        <w:tabs>
          <w:tab w:val="left" w:pos="426"/>
          <w:tab w:val="left" w:pos="709"/>
        </w:tabs>
      </w:pPr>
      <w:r w:rsidRPr="00DA0ED3">
        <w:tab/>
      </w:r>
      <w:r w:rsidRPr="00DA0ED3">
        <w:rPr>
          <w:rFonts w:ascii="Arial Unicode MS" w:eastAsia="Arial Unicode MS" w:hAnsi="Arial Unicode MS" w:cs="Arial Unicode MS" w:hint="eastAsia"/>
        </w:rPr>
        <w:t>❑</w:t>
      </w:r>
      <w:r w:rsidRPr="00DA0ED3">
        <w:t xml:space="preserve"> </w:t>
      </w:r>
      <w:r w:rsidRPr="00DA0ED3">
        <w:tab/>
        <w:t>Ja</w:t>
      </w:r>
    </w:p>
    <w:p w:rsidR="004104D7" w:rsidRPr="00DA0ED3" w:rsidRDefault="004104D7" w:rsidP="004104D7"/>
    <w:p w:rsidR="004104D7" w:rsidRPr="00DA0ED3" w:rsidRDefault="00E00580" w:rsidP="00E00580">
      <w:pPr>
        <w:tabs>
          <w:tab w:val="left" w:pos="426"/>
          <w:tab w:val="left" w:pos="709"/>
        </w:tabs>
        <w:rPr>
          <w:b/>
        </w:rPr>
      </w:pPr>
      <w:r w:rsidRPr="00DA0ED3">
        <w:rPr>
          <w:b/>
        </w:rPr>
        <w:t>85.</w:t>
      </w:r>
      <w:r w:rsidRPr="00DA0ED3">
        <w:rPr>
          <w:b/>
        </w:rPr>
        <w:tab/>
      </w:r>
      <w:r w:rsidR="004104D7" w:rsidRPr="00DA0ED3">
        <w:rPr>
          <w:b/>
        </w:rPr>
        <w:t xml:space="preserve">Heeft de medisch specialist u geïnformeerd </w:t>
      </w:r>
      <w:r w:rsidRPr="00DA0ED3">
        <w:rPr>
          <w:b/>
        </w:rPr>
        <w:tab/>
      </w:r>
      <w:r w:rsidR="004104D7" w:rsidRPr="00DA0ED3">
        <w:rPr>
          <w:b/>
        </w:rPr>
        <w:t xml:space="preserve">over de gevolgen van de operatie voor langere </w:t>
      </w:r>
      <w:r w:rsidRPr="00DA0ED3">
        <w:rPr>
          <w:b/>
        </w:rPr>
        <w:tab/>
      </w:r>
      <w:r w:rsidR="004104D7" w:rsidRPr="00DA0ED3">
        <w:rPr>
          <w:b/>
        </w:rPr>
        <w:t>termijn?</w:t>
      </w:r>
    </w:p>
    <w:p w:rsidR="004104D7" w:rsidRPr="00DA0ED3" w:rsidRDefault="004104D7" w:rsidP="00E00580">
      <w:pPr>
        <w:tabs>
          <w:tab w:val="left" w:pos="426"/>
          <w:tab w:val="left" w:pos="709"/>
        </w:tabs>
      </w:pPr>
      <w:r w:rsidRPr="00DA0ED3">
        <w:rPr>
          <w:vertAlign w:val="superscript"/>
        </w:rPr>
        <w:tab/>
      </w:r>
      <w:r w:rsidRPr="00DA0ED3">
        <w:rPr>
          <w:rFonts w:ascii="Arial Unicode MS" w:eastAsia="Arial Unicode MS" w:hAnsi="Arial Unicode MS" w:cs="Arial Unicode MS" w:hint="eastAsia"/>
        </w:rPr>
        <w:t>❑</w:t>
      </w:r>
      <w:r w:rsidRPr="00DA0ED3">
        <w:t xml:space="preserve"> </w:t>
      </w:r>
      <w:r w:rsidRPr="00DA0ED3">
        <w:tab/>
        <w:t>Nee</w:t>
      </w:r>
    </w:p>
    <w:p w:rsidR="004104D7" w:rsidRPr="00DA0ED3" w:rsidRDefault="004104D7" w:rsidP="00E00580">
      <w:pPr>
        <w:tabs>
          <w:tab w:val="left" w:pos="426"/>
          <w:tab w:val="left" w:pos="709"/>
        </w:tabs>
      </w:pPr>
      <w:r w:rsidRPr="00DA0ED3">
        <w:tab/>
      </w:r>
      <w:r w:rsidRPr="00DA0ED3">
        <w:rPr>
          <w:rFonts w:ascii="Arial Unicode MS" w:eastAsia="Arial Unicode MS" w:hAnsi="Arial Unicode MS" w:cs="Arial Unicode MS" w:hint="eastAsia"/>
        </w:rPr>
        <w:t>❑</w:t>
      </w:r>
      <w:r w:rsidRPr="00DA0ED3">
        <w:t xml:space="preserve"> </w:t>
      </w:r>
      <w:r w:rsidRPr="00DA0ED3">
        <w:tab/>
        <w:t>Ja</w:t>
      </w:r>
    </w:p>
    <w:p w:rsidR="004104D7" w:rsidRPr="00DA0ED3" w:rsidRDefault="004104D7" w:rsidP="004104D7"/>
    <w:p w:rsidR="004104D7" w:rsidRPr="00DA0ED3" w:rsidRDefault="004104D7" w:rsidP="004104D7"/>
    <w:p w:rsidR="004104D7" w:rsidRPr="00DA0ED3" w:rsidRDefault="00E00580" w:rsidP="00E00580">
      <w:pPr>
        <w:tabs>
          <w:tab w:val="left" w:pos="426"/>
          <w:tab w:val="left" w:pos="709"/>
        </w:tabs>
        <w:rPr>
          <w:b/>
        </w:rPr>
      </w:pPr>
      <w:r w:rsidRPr="00DA0ED3">
        <w:rPr>
          <w:b/>
        </w:rPr>
        <w:t>86.</w:t>
      </w:r>
      <w:r w:rsidRPr="00DA0ED3">
        <w:rPr>
          <w:b/>
        </w:rPr>
        <w:tab/>
      </w:r>
      <w:r w:rsidR="004104D7" w:rsidRPr="00DA0ED3">
        <w:rPr>
          <w:b/>
        </w:rPr>
        <w:t xml:space="preserve">Heeft de medisch specialist u leefregels </w:t>
      </w:r>
      <w:r w:rsidRPr="00DA0ED3">
        <w:rPr>
          <w:b/>
        </w:rPr>
        <w:tab/>
      </w:r>
      <w:r w:rsidR="004104D7" w:rsidRPr="00DA0ED3">
        <w:rPr>
          <w:b/>
        </w:rPr>
        <w:t>meegegeven voor na de operatie?</w:t>
      </w:r>
    </w:p>
    <w:p w:rsidR="004104D7" w:rsidRPr="00DA0ED3" w:rsidRDefault="004104D7" w:rsidP="00E00580">
      <w:pPr>
        <w:tabs>
          <w:tab w:val="left" w:pos="426"/>
          <w:tab w:val="left" w:pos="709"/>
        </w:tabs>
      </w:pPr>
      <w:r w:rsidRPr="00DA0ED3">
        <w:rPr>
          <w:vertAlign w:val="superscript"/>
        </w:rPr>
        <w:tab/>
      </w:r>
      <w:r w:rsidRPr="00DA0ED3">
        <w:rPr>
          <w:rFonts w:ascii="Arial Unicode MS" w:eastAsia="Arial Unicode MS" w:hAnsi="Arial Unicode MS" w:cs="Arial Unicode MS" w:hint="eastAsia"/>
        </w:rPr>
        <w:t>❑</w:t>
      </w:r>
      <w:r w:rsidRPr="00DA0ED3">
        <w:t xml:space="preserve"> </w:t>
      </w:r>
      <w:r w:rsidRPr="00DA0ED3">
        <w:tab/>
        <w:t>Nee</w:t>
      </w:r>
    </w:p>
    <w:p w:rsidR="004104D7" w:rsidRPr="00DA0ED3" w:rsidRDefault="004104D7" w:rsidP="00E00580">
      <w:pPr>
        <w:tabs>
          <w:tab w:val="left" w:pos="426"/>
          <w:tab w:val="left" w:pos="709"/>
        </w:tabs>
      </w:pPr>
      <w:r w:rsidRPr="00DA0ED3">
        <w:tab/>
      </w:r>
      <w:r w:rsidRPr="00DA0ED3">
        <w:rPr>
          <w:rFonts w:ascii="Arial Unicode MS" w:eastAsia="Arial Unicode MS" w:hAnsi="Arial Unicode MS" w:cs="Arial Unicode MS" w:hint="eastAsia"/>
        </w:rPr>
        <w:t>❑</w:t>
      </w:r>
      <w:r w:rsidRPr="00DA0ED3">
        <w:t xml:space="preserve"> </w:t>
      </w:r>
      <w:r w:rsidRPr="00DA0ED3">
        <w:tab/>
        <w:t>Ja</w:t>
      </w:r>
    </w:p>
    <w:p w:rsidR="00E00580" w:rsidRPr="00DA0ED3" w:rsidRDefault="00E00580" w:rsidP="00E00580">
      <w:pPr>
        <w:tabs>
          <w:tab w:val="left" w:pos="426"/>
          <w:tab w:val="left" w:pos="709"/>
        </w:tabs>
      </w:pPr>
    </w:p>
    <w:p w:rsidR="00E00580" w:rsidRPr="00DA0ED3" w:rsidRDefault="00E00580" w:rsidP="00E00580">
      <w:pPr>
        <w:tabs>
          <w:tab w:val="left" w:pos="426"/>
          <w:tab w:val="left" w:pos="709"/>
        </w:tabs>
      </w:pPr>
    </w:p>
    <w:p w:rsidR="004104D7" w:rsidRPr="00DA0ED3" w:rsidRDefault="00E00580" w:rsidP="00E00580">
      <w:pPr>
        <w:tabs>
          <w:tab w:val="left" w:pos="426"/>
          <w:tab w:val="left" w:pos="709"/>
        </w:tabs>
        <w:rPr>
          <w:b/>
        </w:rPr>
      </w:pPr>
      <w:r w:rsidRPr="00DA0ED3">
        <w:rPr>
          <w:b/>
        </w:rPr>
        <w:t>87.</w:t>
      </w:r>
      <w:r w:rsidRPr="00DA0ED3">
        <w:rPr>
          <w:b/>
        </w:rPr>
        <w:tab/>
      </w:r>
      <w:r w:rsidR="004104D7" w:rsidRPr="00DA0ED3">
        <w:rPr>
          <w:b/>
        </w:rPr>
        <w:t xml:space="preserve">Kon u meebeslissen over welke medisch </w:t>
      </w:r>
      <w:r w:rsidRPr="00DA0ED3">
        <w:rPr>
          <w:b/>
        </w:rPr>
        <w:tab/>
      </w:r>
      <w:r w:rsidR="004104D7" w:rsidRPr="00DA0ED3">
        <w:rPr>
          <w:b/>
        </w:rPr>
        <w:t>specialist u opereerde?</w:t>
      </w:r>
    </w:p>
    <w:p w:rsidR="004104D7" w:rsidRPr="00DA0ED3" w:rsidRDefault="004104D7" w:rsidP="00E00580">
      <w:pPr>
        <w:tabs>
          <w:tab w:val="left" w:pos="426"/>
          <w:tab w:val="left" w:pos="709"/>
        </w:tabs>
      </w:pPr>
      <w:r w:rsidRPr="00DA0ED3">
        <w:rPr>
          <w:vertAlign w:val="superscript"/>
        </w:rPr>
        <w:tab/>
      </w:r>
      <w:r w:rsidRPr="00DA0ED3">
        <w:rPr>
          <w:rFonts w:ascii="Arial Unicode MS" w:eastAsia="Arial Unicode MS" w:hAnsi="Arial Unicode MS" w:cs="Arial Unicode MS" w:hint="eastAsia"/>
        </w:rPr>
        <w:t>❑</w:t>
      </w:r>
      <w:r w:rsidRPr="00DA0ED3">
        <w:t xml:space="preserve"> </w:t>
      </w:r>
      <w:r w:rsidRPr="00DA0ED3">
        <w:tab/>
        <w:t>Nee</w:t>
      </w:r>
    </w:p>
    <w:p w:rsidR="004104D7" w:rsidRPr="00DA0ED3" w:rsidRDefault="004104D7" w:rsidP="00E00580">
      <w:pPr>
        <w:tabs>
          <w:tab w:val="left" w:pos="426"/>
          <w:tab w:val="left" w:pos="709"/>
        </w:tabs>
      </w:pPr>
      <w:r w:rsidRPr="00DA0ED3">
        <w:tab/>
      </w:r>
      <w:r w:rsidRPr="00DA0ED3">
        <w:rPr>
          <w:rFonts w:ascii="Arial Unicode MS" w:eastAsia="Arial Unicode MS" w:hAnsi="Arial Unicode MS" w:cs="Arial Unicode MS" w:hint="eastAsia"/>
        </w:rPr>
        <w:t>❑</w:t>
      </w:r>
      <w:r w:rsidRPr="00DA0ED3">
        <w:t xml:space="preserve"> </w:t>
      </w:r>
      <w:r w:rsidRPr="00DA0ED3">
        <w:tab/>
        <w:t>Ja</w:t>
      </w:r>
    </w:p>
    <w:p w:rsidR="004104D7" w:rsidRDefault="004104D7" w:rsidP="004104D7"/>
    <w:p w:rsidR="003D4236" w:rsidRDefault="003D4236" w:rsidP="004104D7"/>
    <w:p w:rsidR="003D4236" w:rsidRDefault="003D4236" w:rsidP="004104D7"/>
    <w:p w:rsidR="003D4236" w:rsidRDefault="003D4236" w:rsidP="004104D7"/>
    <w:p w:rsidR="003D4236" w:rsidRPr="00DA0ED3" w:rsidRDefault="003D4236" w:rsidP="004104D7"/>
    <w:p w:rsidR="004104D7" w:rsidRPr="00DA0ED3" w:rsidRDefault="004104D7" w:rsidP="004104D7"/>
    <w:p w:rsidR="004104D7" w:rsidRPr="00DA0ED3" w:rsidRDefault="00E00580" w:rsidP="00E00580">
      <w:pPr>
        <w:tabs>
          <w:tab w:val="left" w:pos="426"/>
          <w:tab w:val="left" w:pos="709"/>
        </w:tabs>
        <w:rPr>
          <w:b/>
        </w:rPr>
      </w:pPr>
      <w:r w:rsidRPr="00DA0ED3">
        <w:rPr>
          <w:b/>
        </w:rPr>
        <w:t>88.</w:t>
      </w:r>
      <w:r w:rsidRPr="00DA0ED3">
        <w:rPr>
          <w:b/>
        </w:rPr>
        <w:tab/>
      </w:r>
      <w:r w:rsidR="004104D7" w:rsidRPr="00DA0ED3">
        <w:rPr>
          <w:b/>
        </w:rPr>
        <w:t xml:space="preserve">Hield (verplegend) personeel bij een opname </w:t>
      </w:r>
      <w:r w:rsidRPr="00DA0ED3">
        <w:rPr>
          <w:b/>
        </w:rPr>
        <w:tab/>
      </w:r>
      <w:r w:rsidR="004104D7" w:rsidRPr="00DA0ED3">
        <w:rPr>
          <w:b/>
        </w:rPr>
        <w:t xml:space="preserve">rekening met uw eventuele lichamelijke </w:t>
      </w:r>
      <w:r w:rsidRPr="00DA0ED3">
        <w:rPr>
          <w:b/>
        </w:rPr>
        <w:tab/>
      </w:r>
      <w:r w:rsidR="004104D7" w:rsidRPr="00DA0ED3">
        <w:rPr>
          <w:b/>
        </w:rPr>
        <w:t>beperkingen?</w:t>
      </w:r>
    </w:p>
    <w:p w:rsidR="004104D7" w:rsidRPr="00DA0ED3" w:rsidRDefault="004104D7" w:rsidP="00E00580">
      <w:pPr>
        <w:tabs>
          <w:tab w:val="left" w:pos="426"/>
          <w:tab w:val="left" w:pos="709"/>
        </w:tabs>
      </w:pPr>
      <w:r w:rsidRPr="00DA0ED3">
        <w:rPr>
          <w:vertAlign w:val="superscript"/>
        </w:rPr>
        <w:tab/>
      </w:r>
      <w:r w:rsidRPr="00DA0ED3">
        <w:rPr>
          <w:rFonts w:ascii="Arial Unicode MS" w:eastAsia="Arial Unicode MS" w:hAnsi="Arial Unicode MS" w:cs="Arial Unicode MS" w:hint="eastAsia"/>
        </w:rPr>
        <w:t>❑</w:t>
      </w:r>
      <w:r w:rsidRPr="00DA0ED3">
        <w:t xml:space="preserve"> </w:t>
      </w:r>
      <w:r w:rsidRPr="00DA0ED3">
        <w:tab/>
        <w:t>Nee</w:t>
      </w:r>
    </w:p>
    <w:p w:rsidR="004104D7" w:rsidRPr="00DA0ED3" w:rsidRDefault="004104D7" w:rsidP="00E00580">
      <w:pPr>
        <w:tabs>
          <w:tab w:val="left" w:pos="426"/>
          <w:tab w:val="left" w:pos="709"/>
        </w:tabs>
      </w:pPr>
      <w:r w:rsidRPr="00DA0ED3">
        <w:tab/>
      </w:r>
      <w:r w:rsidRPr="00DA0ED3">
        <w:rPr>
          <w:rFonts w:ascii="Arial Unicode MS" w:eastAsia="Arial Unicode MS" w:hAnsi="Arial Unicode MS" w:cs="Arial Unicode MS" w:hint="eastAsia"/>
        </w:rPr>
        <w:t>❑</w:t>
      </w:r>
      <w:r w:rsidRPr="00DA0ED3">
        <w:t xml:space="preserve"> </w:t>
      </w:r>
      <w:r w:rsidRPr="00DA0ED3">
        <w:tab/>
        <w:t>Ja</w:t>
      </w:r>
    </w:p>
    <w:p w:rsidR="004104D7" w:rsidRPr="00DA0ED3" w:rsidRDefault="004104D7" w:rsidP="00E00580">
      <w:pPr>
        <w:tabs>
          <w:tab w:val="left" w:pos="426"/>
          <w:tab w:val="left" w:pos="709"/>
        </w:tabs>
      </w:pPr>
      <w:r w:rsidRPr="00DA0ED3">
        <w:rPr>
          <w:vertAlign w:val="superscript"/>
        </w:rPr>
        <w:tab/>
      </w:r>
      <w:r w:rsidRPr="00DA0ED3">
        <w:rPr>
          <w:rFonts w:ascii="Arial Unicode MS" w:eastAsia="Arial Unicode MS" w:hAnsi="Arial Unicode MS" w:cs="Arial Unicode MS" w:hint="eastAsia"/>
        </w:rPr>
        <w:t>❑</w:t>
      </w:r>
      <w:r w:rsidRPr="00DA0ED3">
        <w:t xml:space="preserve"> </w:t>
      </w:r>
      <w:r w:rsidRPr="00DA0ED3">
        <w:tab/>
        <w:t>Niet van toepassing</w:t>
      </w:r>
    </w:p>
    <w:p w:rsidR="004104D7" w:rsidRPr="00DA0ED3" w:rsidRDefault="004104D7" w:rsidP="004104D7"/>
    <w:p w:rsidR="004104D7" w:rsidRPr="00DA0ED3" w:rsidRDefault="004104D7" w:rsidP="004104D7"/>
    <w:p w:rsidR="004104D7" w:rsidRPr="00DA0ED3" w:rsidRDefault="00E00580" w:rsidP="00E00580">
      <w:pPr>
        <w:tabs>
          <w:tab w:val="left" w:pos="426"/>
          <w:tab w:val="left" w:pos="709"/>
        </w:tabs>
        <w:rPr>
          <w:b/>
        </w:rPr>
      </w:pPr>
      <w:r w:rsidRPr="00DA0ED3">
        <w:rPr>
          <w:b/>
        </w:rPr>
        <w:t>89.</w:t>
      </w:r>
      <w:r w:rsidRPr="00DA0ED3">
        <w:rPr>
          <w:b/>
        </w:rPr>
        <w:tab/>
      </w:r>
      <w:r w:rsidR="004104D7" w:rsidRPr="00DA0ED3">
        <w:rPr>
          <w:b/>
        </w:rPr>
        <w:t xml:space="preserve">In hoeverre heeft u de wachttijd totdat u </w:t>
      </w:r>
      <w:r w:rsidRPr="00DA0ED3">
        <w:rPr>
          <w:b/>
        </w:rPr>
        <w:tab/>
      </w:r>
      <w:r w:rsidR="004104D7" w:rsidRPr="00DA0ED3">
        <w:rPr>
          <w:b/>
        </w:rPr>
        <w:t xml:space="preserve">terecht kon voor een operatie als een </w:t>
      </w:r>
      <w:r w:rsidRPr="00DA0ED3">
        <w:rPr>
          <w:b/>
        </w:rPr>
        <w:tab/>
      </w:r>
      <w:r w:rsidR="004104D7" w:rsidRPr="00DA0ED3">
        <w:rPr>
          <w:b/>
        </w:rPr>
        <w:t xml:space="preserve">probleem ervaren? </w:t>
      </w:r>
    </w:p>
    <w:p w:rsidR="004104D7" w:rsidRPr="00DA0ED3" w:rsidRDefault="004104D7" w:rsidP="00E00580">
      <w:pPr>
        <w:tabs>
          <w:tab w:val="left" w:pos="426"/>
          <w:tab w:val="left" w:pos="709"/>
        </w:tabs>
      </w:pPr>
      <w:r w:rsidRPr="00DA0ED3">
        <w:rPr>
          <w:vertAlign w:val="superscript"/>
        </w:rPr>
        <w:tab/>
      </w:r>
      <w:r w:rsidRPr="00DA0ED3">
        <w:rPr>
          <w:rFonts w:ascii="Arial Unicode MS" w:eastAsia="Arial Unicode MS" w:hAnsi="Arial Unicode MS" w:cs="Arial Unicode MS" w:hint="eastAsia"/>
        </w:rPr>
        <w:t>❑</w:t>
      </w:r>
      <w:r w:rsidRPr="00DA0ED3">
        <w:t xml:space="preserve"> </w:t>
      </w:r>
      <w:r w:rsidRPr="00DA0ED3">
        <w:tab/>
        <w:t>Een groot probleem</w:t>
      </w:r>
    </w:p>
    <w:p w:rsidR="004104D7" w:rsidRPr="00DA0ED3" w:rsidRDefault="004104D7" w:rsidP="00E00580">
      <w:pPr>
        <w:tabs>
          <w:tab w:val="left" w:pos="426"/>
          <w:tab w:val="left" w:pos="709"/>
        </w:tabs>
      </w:pPr>
      <w:r w:rsidRPr="00DA0ED3">
        <w:rPr>
          <w:vertAlign w:val="superscript"/>
        </w:rPr>
        <w:tab/>
      </w:r>
      <w:r w:rsidRPr="00DA0ED3">
        <w:rPr>
          <w:rFonts w:ascii="Arial Unicode MS" w:eastAsia="Arial Unicode MS" w:hAnsi="Arial Unicode MS" w:cs="Arial Unicode MS" w:hint="eastAsia"/>
        </w:rPr>
        <w:t>❑</w:t>
      </w:r>
      <w:r w:rsidRPr="00DA0ED3">
        <w:t xml:space="preserve"> </w:t>
      </w:r>
      <w:r w:rsidRPr="00DA0ED3">
        <w:tab/>
        <w:t>Een klein probleem</w:t>
      </w:r>
    </w:p>
    <w:p w:rsidR="004104D7" w:rsidRPr="00DA0ED3" w:rsidRDefault="004104D7" w:rsidP="00E00580">
      <w:pPr>
        <w:tabs>
          <w:tab w:val="left" w:pos="426"/>
          <w:tab w:val="left" w:pos="709"/>
        </w:tabs>
      </w:pPr>
      <w:r w:rsidRPr="00DA0ED3">
        <w:rPr>
          <w:vertAlign w:val="superscript"/>
        </w:rPr>
        <w:tab/>
      </w:r>
      <w:r w:rsidRPr="00DA0ED3">
        <w:rPr>
          <w:rFonts w:ascii="Arial Unicode MS" w:eastAsia="Arial Unicode MS" w:hAnsi="Arial Unicode MS" w:cs="Arial Unicode MS" w:hint="eastAsia"/>
        </w:rPr>
        <w:t>❑</w:t>
      </w:r>
      <w:r w:rsidRPr="00DA0ED3">
        <w:t xml:space="preserve"> </w:t>
      </w:r>
      <w:r w:rsidRPr="00DA0ED3">
        <w:tab/>
        <w:t>Geen probleem</w:t>
      </w:r>
    </w:p>
    <w:p w:rsidR="004104D7" w:rsidRPr="00DA0ED3" w:rsidRDefault="004104D7" w:rsidP="00E00580">
      <w:pPr>
        <w:tabs>
          <w:tab w:val="left" w:pos="426"/>
          <w:tab w:val="left" w:pos="709"/>
        </w:tabs>
      </w:pPr>
    </w:p>
    <w:p w:rsidR="00E00580" w:rsidRPr="00DA0ED3" w:rsidRDefault="00E00580" w:rsidP="00E00580">
      <w:pPr>
        <w:tabs>
          <w:tab w:val="left" w:pos="426"/>
          <w:tab w:val="left" w:pos="709"/>
        </w:tabs>
      </w:pPr>
    </w:p>
    <w:p w:rsidR="004104D7" w:rsidRPr="00DA0ED3" w:rsidRDefault="00E00580" w:rsidP="00E00580">
      <w:pPr>
        <w:tabs>
          <w:tab w:val="left" w:pos="426"/>
          <w:tab w:val="left" w:pos="709"/>
        </w:tabs>
        <w:rPr>
          <w:b/>
        </w:rPr>
      </w:pPr>
      <w:r w:rsidRPr="00DA0ED3">
        <w:rPr>
          <w:b/>
        </w:rPr>
        <w:t>90.</w:t>
      </w:r>
      <w:r w:rsidRPr="00DA0ED3">
        <w:rPr>
          <w:b/>
        </w:rPr>
        <w:tab/>
      </w:r>
      <w:r w:rsidR="004104D7" w:rsidRPr="00DA0ED3">
        <w:rPr>
          <w:b/>
        </w:rPr>
        <w:t xml:space="preserve">Welk cijfer geeft u aan deze zorgverlener? </w:t>
      </w:r>
    </w:p>
    <w:p w:rsidR="004104D7" w:rsidRPr="00DA0ED3" w:rsidRDefault="00E00580" w:rsidP="00E00580">
      <w:pPr>
        <w:tabs>
          <w:tab w:val="left" w:pos="426"/>
          <w:tab w:val="left" w:pos="709"/>
        </w:tabs>
      </w:pPr>
      <w:r w:rsidRPr="00DA0ED3">
        <w:tab/>
      </w:r>
      <w:r w:rsidR="004104D7" w:rsidRPr="00DA0ED3">
        <w:t xml:space="preserve">Een 0 betekent: heel erg slecht. Een 10 betekent: </w:t>
      </w:r>
      <w:r w:rsidRPr="00DA0ED3">
        <w:tab/>
      </w:r>
      <w:r w:rsidR="004104D7" w:rsidRPr="00DA0ED3">
        <w:t>uitstekend.</w:t>
      </w:r>
    </w:p>
    <w:p w:rsidR="004104D7" w:rsidRPr="00DA0ED3" w:rsidRDefault="00E00580" w:rsidP="00E00580">
      <w:pPr>
        <w:tabs>
          <w:tab w:val="left" w:pos="426"/>
          <w:tab w:val="left" w:pos="709"/>
        </w:tabs>
      </w:pPr>
      <w:r w:rsidRPr="00DA0ED3">
        <w:rPr>
          <w:rFonts w:ascii="Arial Unicode MS" w:eastAsia="Arial Unicode MS" w:hAnsi="Arial Unicode MS" w:cs="Arial Unicode MS"/>
        </w:rPr>
        <w:tab/>
      </w:r>
      <w:r w:rsidR="004104D7" w:rsidRPr="00DA0ED3">
        <w:rPr>
          <w:rFonts w:ascii="Arial Unicode MS" w:eastAsia="Arial Unicode MS" w:hAnsi="Arial Unicode MS" w:cs="Arial Unicode MS" w:hint="eastAsia"/>
        </w:rPr>
        <w:t>❑</w:t>
      </w:r>
      <w:r w:rsidR="004104D7" w:rsidRPr="00DA0ED3">
        <w:tab/>
        <w:t>0</w:t>
      </w:r>
      <w:r w:rsidRPr="00DA0ED3">
        <w:t xml:space="preserve"> </w:t>
      </w:r>
      <w:r w:rsidR="004104D7" w:rsidRPr="00DA0ED3">
        <w:t>Heel erg slechte medisch specialist</w:t>
      </w:r>
    </w:p>
    <w:p w:rsidR="004104D7" w:rsidRPr="00DA0ED3" w:rsidRDefault="00E00580" w:rsidP="00E00580">
      <w:pPr>
        <w:tabs>
          <w:tab w:val="left" w:pos="426"/>
          <w:tab w:val="left" w:pos="709"/>
        </w:tabs>
      </w:pPr>
      <w:r w:rsidRPr="00DA0ED3">
        <w:rPr>
          <w:rFonts w:ascii="Arial Unicode MS" w:eastAsia="Arial Unicode MS" w:hAnsi="Arial Unicode MS" w:cs="Arial Unicode MS"/>
        </w:rPr>
        <w:tab/>
      </w:r>
      <w:r w:rsidR="004104D7" w:rsidRPr="00DA0ED3">
        <w:rPr>
          <w:rFonts w:ascii="Arial Unicode MS" w:eastAsia="Arial Unicode MS" w:hAnsi="Arial Unicode MS" w:cs="Arial Unicode MS" w:hint="eastAsia"/>
        </w:rPr>
        <w:t>❑</w:t>
      </w:r>
      <w:r w:rsidR="004104D7" w:rsidRPr="00DA0ED3">
        <w:tab/>
        <w:t xml:space="preserve">1 </w:t>
      </w:r>
      <w:r w:rsidR="004104D7" w:rsidRPr="00DA0ED3">
        <w:tab/>
      </w:r>
    </w:p>
    <w:p w:rsidR="004104D7" w:rsidRPr="00DA0ED3" w:rsidRDefault="00E00580" w:rsidP="00E00580">
      <w:pPr>
        <w:tabs>
          <w:tab w:val="left" w:pos="426"/>
          <w:tab w:val="left" w:pos="709"/>
        </w:tabs>
      </w:pPr>
      <w:r w:rsidRPr="00DA0ED3">
        <w:rPr>
          <w:rFonts w:ascii="Arial Unicode MS" w:eastAsia="Arial Unicode MS" w:hAnsi="Arial Unicode MS" w:cs="Arial Unicode MS"/>
        </w:rPr>
        <w:tab/>
      </w:r>
      <w:r w:rsidR="004104D7" w:rsidRPr="00DA0ED3">
        <w:rPr>
          <w:rFonts w:ascii="Arial Unicode MS" w:eastAsia="Arial Unicode MS" w:hAnsi="Arial Unicode MS" w:cs="Arial Unicode MS" w:hint="eastAsia"/>
        </w:rPr>
        <w:t>❑</w:t>
      </w:r>
      <w:r w:rsidR="004104D7" w:rsidRPr="00DA0ED3">
        <w:tab/>
        <w:t>2</w:t>
      </w:r>
    </w:p>
    <w:p w:rsidR="004104D7" w:rsidRPr="00DA0ED3" w:rsidRDefault="00E00580" w:rsidP="00E00580">
      <w:pPr>
        <w:tabs>
          <w:tab w:val="left" w:pos="426"/>
          <w:tab w:val="left" w:pos="709"/>
        </w:tabs>
      </w:pPr>
      <w:r w:rsidRPr="00DA0ED3">
        <w:rPr>
          <w:rFonts w:ascii="Arial Unicode MS" w:eastAsia="Arial Unicode MS" w:hAnsi="Arial Unicode MS" w:cs="Arial Unicode MS"/>
        </w:rPr>
        <w:tab/>
      </w:r>
      <w:r w:rsidR="004104D7" w:rsidRPr="00DA0ED3">
        <w:rPr>
          <w:rFonts w:ascii="Arial Unicode MS" w:eastAsia="Arial Unicode MS" w:hAnsi="Arial Unicode MS" w:cs="Arial Unicode MS" w:hint="eastAsia"/>
        </w:rPr>
        <w:t>❑</w:t>
      </w:r>
      <w:r w:rsidR="004104D7" w:rsidRPr="00DA0ED3">
        <w:tab/>
        <w:t>3</w:t>
      </w:r>
    </w:p>
    <w:p w:rsidR="004104D7" w:rsidRPr="00DA0ED3" w:rsidRDefault="00E00580" w:rsidP="00E00580">
      <w:pPr>
        <w:tabs>
          <w:tab w:val="left" w:pos="426"/>
          <w:tab w:val="left" w:pos="709"/>
        </w:tabs>
      </w:pPr>
      <w:r w:rsidRPr="00DA0ED3">
        <w:rPr>
          <w:rFonts w:ascii="Arial Unicode MS" w:eastAsia="Arial Unicode MS" w:hAnsi="Arial Unicode MS" w:cs="Arial Unicode MS"/>
        </w:rPr>
        <w:tab/>
      </w:r>
      <w:r w:rsidR="004104D7" w:rsidRPr="00DA0ED3">
        <w:rPr>
          <w:rFonts w:ascii="Arial Unicode MS" w:eastAsia="Arial Unicode MS" w:hAnsi="Arial Unicode MS" w:cs="Arial Unicode MS" w:hint="eastAsia"/>
        </w:rPr>
        <w:t>❑</w:t>
      </w:r>
      <w:r w:rsidR="004104D7" w:rsidRPr="00DA0ED3">
        <w:tab/>
        <w:t>4</w:t>
      </w:r>
    </w:p>
    <w:p w:rsidR="004104D7" w:rsidRPr="00DA0ED3" w:rsidRDefault="00E00580" w:rsidP="00E00580">
      <w:pPr>
        <w:tabs>
          <w:tab w:val="left" w:pos="426"/>
          <w:tab w:val="left" w:pos="709"/>
        </w:tabs>
      </w:pPr>
      <w:r w:rsidRPr="00DA0ED3">
        <w:rPr>
          <w:rFonts w:ascii="Arial Unicode MS" w:eastAsia="Arial Unicode MS" w:hAnsi="Arial Unicode MS" w:cs="Arial Unicode MS"/>
        </w:rPr>
        <w:tab/>
      </w:r>
      <w:r w:rsidR="004104D7" w:rsidRPr="00DA0ED3">
        <w:rPr>
          <w:rFonts w:ascii="Arial Unicode MS" w:eastAsia="Arial Unicode MS" w:hAnsi="Arial Unicode MS" w:cs="Arial Unicode MS" w:hint="eastAsia"/>
        </w:rPr>
        <w:t>❑</w:t>
      </w:r>
      <w:r w:rsidR="004104D7" w:rsidRPr="00DA0ED3">
        <w:tab/>
        <w:t>5</w:t>
      </w:r>
    </w:p>
    <w:p w:rsidR="004104D7" w:rsidRPr="00DA0ED3" w:rsidRDefault="00E00580" w:rsidP="00E00580">
      <w:pPr>
        <w:tabs>
          <w:tab w:val="left" w:pos="426"/>
          <w:tab w:val="left" w:pos="709"/>
        </w:tabs>
      </w:pPr>
      <w:r w:rsidRPr="00DA0ED3">
        <w:rPr>
          <w:rFonts w:ascii="Arial Unicode MS" w:eastAsia="Arial Unicode MS" w:hAnsi="Arial Unicode MS" w:cs="Arial Unicode MS"/>
        </w:rPr>
        <w:tab/>
      </w:r>
      <w:r w:rsidR="004104D7" w:rsidRPr="00DA0ED3">
        <w:rPr>
          <w:rFonts w:ascii="Arial Unicode MS" w:eastAsia="Arial Unicode MS" w:hAnsi="Arial Unicode MS" w:cs="Arial Unicode MS" w:hint="eastAsia"/>
        </w:rPr>
        <w:t>❑</w:t>
      </w:r>
      <w:r w:rsidR="004104D7" w:rsidRPr="00DA0ED3">
        <w:tab/>
        <w:t>6</w:t>
      </w:r>
    </w:p>
    <w:p w:rsidR="004104D7" w:rsidRPr="00DA0ED3" w:rsidRDefault="00E00580" w:rsidP="00E00580">
      <w:pPr>
        <w:tabs>
          <w:tab w:val="left" w:pos="426"/>
          <w:tab w:val="left" w:pos="709"/>
        </w:tabs>
      </w:pPr>
      <w:r w:rsidRPr="00DA0ED3">
        <w:rPr>
          <w:rFonts w:ascii="Arial Unicode MS" w:eastAsia="Arial Unicode MS" w:hAnsi="Arial Unicode MS" w:cs="Arial Unicode MS"/>
        </w:rPr>
        <w:tab/>
      </w:r>
      <w:r w:rsidR="004104D7" w:rsidRPr="00DA0ED3">
        <w:rPr>
          <w:rFonts w:ascii="Arial Unicode MS" w:eastAsia="Arial Unicode MS" w:hAnsi="Arial Unicode MS" w:cs="Arial Unicode MS" w:hint="eastAsia"/>
        </w:rPr>
        <w:t>❑</w:t>
      </w:r>
      <w:r w:rsidR="004104D7" w:rsidRPr="00DA0ED3">
        <w:tab/>
        <w:t>7</w:t>
      </w:r>
    </w:p>
    <w:p w:rsidR="004104D7" w:rsidRPr="00DA0ED3" w:rsidRDefault="00E00580" w:rsidP="00E00580">
      <w:pPr>
        <w:tabs>
          <w:tab w:val="left" w:pos="426"/>
          <w:tab w:val="left" w:pos="709"/>
        </w:tabs>
      </w:pPr>
      <w:r w:rsidRPr="00DA0ED3">
        <w:rPr>
          <w:rFonts w:ascii="Arial Unicode MS" w:eastAsia="Arial Unicode MS" w:hAnsi="Arial Unicode MS" w:cs="Arial Unicode MS"/>
        </w:rPr>
        <w:tab/>
      </w:r>
      <w:r w:rsidR="004104D7" w:rsidRPr="00DA0ED3">
        <w:rPr>
          <w:rFonts w:ascii="Arial Unicode MS" w:eastAsia="Arial Unicode MS" w:hAnsi="Arial Unicode MS" w:cs="Arial Unicode MS" w:hint="eastAsia"/>
        </w:rPr>
        <w:t>❑</w:t>
      </w:r>
      <w:r w:rsidR="004104D7" w:rsidRPr="00DA0ED3">
        <w:tab/>
        <w:t>8</w:t>
      </w:r>
    </w:p>
    <w:p w:rsidR="004104D7" w:rsidRPr="00DA0ED3" w:rsidRDefault="00E00580" w:rsidP="00E00580">
      <w:pPr>
        <w:tabs>
          <w:tab w:val="left" w:pos="426"/>
          <w:tab w:val="left" w:pos="709"/>
        </w:tabs>
      </w:pPr>
      <w:r w:rsidRPr="00DA0ED3">
        <w:rPr>
          <w:rFonts w:ascii="Arial Unicode MS" w:eastAsia="Arial Unicode MS" w:hAnsi="Arial Unicode MS" w:cs="Arial Unicode MS"/>
        </w:rPr>
        <w:tab/>
      </w:r>
      <w:r w:rsidR="004104D7" w:rsidRPr="00DA0ED3">
        <w:rPr>
          <w:rFonts w:ascii="Arial Unicode MS" w:eastAsia="Arial Unicode MS" w:hAnsi="Arial Unicode MS" w:cs="Arial Unicode MS" w:hint="eastAsia"/>
        </w:rPr>
        <w:t>❑</w:t>
      </w:r>
      <w:r w:rsidR="004104D7" w:rsidRPr="00DA0ED3">
        <w:tab/>
        <w:t>9</w:t>
      </w:r>
    </w:p>
    <w:p w:rsidR="004104D7" w:rsidRPr="00DA0ED3" w:rsidRDefault="004104D7" w:rsidP="00E00580">
      <w:pPr>
        <w:tabs>
          <w:tab w:val="left" w:pos="426"/>
          <w:tab w:val="left" w:pos="709"/>
        </w:tabs>
      </w:pPr>
      <w:r w:rsidRPr="00DA0ED3">
        <w:rPr>
          <w:vertAlign w:val="superscript"/>
        </w:rPr>
        <w:tab/>
      </w:r>
      <w:r w:rsidRPr="00DA0ED3">
        <w:rPr>
          <w:rFonts w:ascii="Arial Unicode MS" w:eastAsia="Arial Unicode MS" w:hAnsi="Arial Unicode MS" w:cs="Arial Unicode MS" w:hint="eastAsia"/>
        </w:rPr>
        <w:t>❑</w:t>
      </w:r>
      <w:r w:rsidRPr="00DA0ED3">
        <w:tab/>
      </w:r>
      <w:r w:rsidR="00E00580" w:rsidRPr="00DA0ED3">
        <w:t>1</w:t>
      </w:r>
      <w:r w:rsidRPr="00DA0ED3">
        <w:t>0</w:t>
      </w:r>
      <w:r w:rsidR="00E00580" w:rsidRPr="00DA0ED3">
        <w:t xml:space="preserve"> </w:t>
      </w:r>
      <w:r w:rsidRPr="00DA0ED3">
        <w:t>Uitstekende medisch specialist</w:t>
      </w:r>
    </w:p>
    <w:p w:rsidR="004104D7" w:rsidRPr="00DA0ED3" w:rsidRDefault="004104D7" w:rsidP="00E00580">
      <w:pPr>
        <w:tabs>
          <w:tab w:val="left" w:pos="426"/>
          <w:tab w:val="left" w:pos="709"/>
        </w:tabs>
      </w:pPr>
    </w:p>
    <w:p w:rsidR="00E00580" w:rsidRPr="00DA0ED3" w:rsidRDefault="00E00580" w:rsidP="004104D7"/>
    <w:p w:rsidR="004104D7" w:rsidRPr="00DA0ED3" w:rsidRDefault="00E00580" w:rsidP="00E00580">
      <w:pPr>
        <w:tabs>
          <w:tab w:val="left" w:pos="426"/>
          <w:tab w:val="left" w:pos="709"/>
        </w:tabs>
        <w:rPr>
          <w:b/>
        </w:rPr>
      </w:pPr>
      <w:r w:rsidRPr="00DA0ED3">
        <w:rPr>
          <w:b/>
        </w:rPr>
        <w:t>91.</w:t>
      </w:r>
      <w:r w:rsidRPr="00DA0ED3">
        <w:rPr>
          <w:b/>
        </w:rPr>
        <w:tab/>
      </w:r>
      <w:r w:rsidR="004104D7" w:rsidRPr="00DA0ED3">
        <w:rPr>
          <w:b/>
        </w:rPr>
        <w:t xml:space="preserve">Als u uw situatie nu vergelijkt met de situatie </w:t>
      </w:r>
      <w:r w:rsidRPr="00DA0ED3">
        <w:rPr>
          <w:b/>
        </w:rPr>
        <w:tab/>
      </w:r>
      <w:r w:rsidR="004104D7" w:rsidRPr="00DA0ED3">
        <w:rPr>
          <w:b/>
        </w:rPr>
        <w:t xml:space="preserve">van voor uw operatie, is uw situatie dan </w:t>
      </w:r>
      <w:r w:rsidRPr="00DA0ED3">
        <w:rPr>
          <w:b/>
        </w:rPr>
        <w:tab/>
      </w:r>
      <w:r w:rsidR="004104D7" w:rsidRPr="00DA0ED3">
        <w:rPr>
          <w:b/>
        </w:rPr>
        <w:t>verbeterd of verslechterd?</w:t>
      </w:r>
    </w:p>
    <w:p w:rsidR="004104D7" w:rsidRPr="00DA0ED3" w:rsidRDefault="004104D7" w:rsidP="00E00580">
      <w:pPr>
        <w:tabs>
          <w:tab w:val="left" w:pos="426"/>
          <w:tab w:val="left" w:pos="709"/>
        </w:tabs>
      </w:pPr>
      <w:r w:rsidRPr="00DA0ED3">
        <w:tab/>
      </w:r>
      <w:r w:rsidRPr="00DA0ED3">
        <w:rPr>
          <w:rFonts w:ascii="Arial Unicode MS" w:eastAsia="Arial Unicode MS" w:hAnsi="Arial Unicode MS" w:cs="Arial Unicode MS" w:hint="eastAsia"/>
        </w:rPr>
        <w:t>❑</w:t>
      </w:r>
      <w:r w:rsidRPr="00DA0ED3">
        <w:tab/>
        <w:t>Beter dan voor de operatie</w:t>
      </w:r>
    </w:p>
    <w:p w:rsidR="004104D7" w:rsidRPr="00DA0ED3" w:rsidRDefault="004104D7" w:rsidP="00E00580">
      <w:pPr>
        <w:tabs>
          <w:tab w:val="left" w:pos="426"/>
          <w:tab w:val="left" w:pos="709"/>
        </w:tabs>
      </w:pPr>
      <w:r w:rsidRPr="00DA0ED3">
        <w:tab/>
      </w:r>
      <w:r w:rsidRPr="00DA0ED3">
        <w:rPr>
          <w:rFonts w:ascii="Arial Unicode MS" w:eastAsia="Arial Unicode MS" w:hAnsi="Arial Unicode MS" w:cs="Arial Unicode MS" w:hint="eastAsia"/>
        </w:rPr>
        <w:t>❑</w:t>
      </w:r>
      <w:r w:rsidRPr="00DA0ED3">
        <w:tab/>
        <w:t>Geen verschil</w:t>
      </w:r>
    </w:p>
    <w:p w:rsidR="004104D7" w:rsidRPr="00DA0ED3" w:rsidRDefault="004104D7" w:rsidP="0071048C">
      <w:pPr>
        <w:tabs>
          <w:tab w:val="left" w:pos="426"/>
          <w:tab w:val="left" w:pos="709"/>
        </w:tabs>
      </w:pPr>
      <w:r w:rsidRPr="00DA0ED3">
        <w:tab/>
      </w:r>
      <w:r w:rsidRPr="00DA0ED3">
        <w:rPr>
          <w:rFonts w:ascii="Arial Unicode MS" w:eastAsia="Arial Unicode MS" w:hAnsi="Arial Unicode MS" w:cs="Arial Unicode MS" w:hint="eastAsia"/>
        </w:rPr>
        <w:t>❑</w:t>
      </w:r>
      <w:r w:rsidRPr="00DA0ED3">
        <w:tab/>
        <w:t>Slechter dan voor de operatie</w:t>
      </w:r>
    </w:p>
    <w:p w:rsidR="00DA0ED3" w:rsidRPr="00DA0ED3" w:rsidRDefault="00DA0ED3" w:rsidP="00DA0ED3">
      <w:pPr>
        <w:pBdr>
          <w:bottom w:val="single" w:sz="4" w:space="1" w:color="auto"/>
        </w:pBdr>
        <w:tabs>
          <w:tab w:val="left" w:pos="426"/>
          <w:tab w:val="left" w:pos="709"/>
        </w:tabs>
      </w:pPr>
    </w:p>
    <w:p w:rsidR="004104D7" w:rsidRPr="00DA0ED3" w:rsidRDefault="004104D7" w:rsidP="004104D7"/>
    <w:p w:rsidR="004104D7" w:rsidRPr="004104D7" w:rsidRDefault="004104D7" w:rsidP="004104D7">
      <w:pPr>
        <w:rPr>
          <w:b/>
          <w:i/>
        </w:rPr>
      </w:pPr>
      <w:r w:rsidRPr="00DA0ED3">
        <w:rPr>
          <w:b/>
          <w:i/>
        </w:rPr>
        <w:t>I</w:t>
      </w:r>
      <w:r w:rsidRPr="004104D7">
        <w:rPr>
          <w:b/>
          <w:i/>
        </w:rPr>
        <w:t>NFORMATIE &amp; KENNIS</w:t>
      </w:r>
    </w:p>
    <w:p w:rsidR="004104D7" w:rsidRPr="004104D7" w:rsidRDefault="004104D7" w:rsidP="004104D7"/>
    <w:p w:rsidR="004104D7" w:rsidRPr="004104D7" w:rsidRDefault="004104D7" w:rsidP="004104D7">
      <w:r w:rsidRPr="004104D7">
        <w:t xml:space="preserve">De vragen 92 t/m 97 gaan over uw ervaringen met verschillende aspecten van informatievoorziening rondom reumatoïde artritis. </w:t>
      </w:r>
    </w:p>
    <w:p w:rsidR="004104D7" w:rsidRPr="004104D7" w:rsidRDefault="004104D7" w:rsidP="004104D7"/>
    <w:p w:rsidR="004104D7" w:rsidRPr="004104D7" w:rsidRDefault="002F0864" w:rsidP="002F0864">
      <w:pPr>
        <w:tabs>
          <w:tab w:val="left" w:pos="426"/>
          <w:tab w:val="left" w:pos="709"/>
        </w:tabs>
        <w:rPr>
          <w:b/>
        </w:rPr>
      </w:pPr>
      <w:r>
        <w:rPr>
          <w:b/>
        </w:rPr>
        <w:t>92.</w:t>
      </w:r>
      <w:r>
        <w:rPr>
          <w:b/>
        </w:rPr>
        <w:tab/>
      </w:r>
      <w:r w:rsidR="004104D7" w:rsidRPr="004104D7">
        <w:rPr>
          <w:b/>
        </w:rPr>
        <w:t xml:space="preserve">Heeft u schriftelijke informatie </w:t>
      </w:r>
      <w:r>
        <w:rPr>
          <w:b/>
        </w:rPr>
        <w:tab/>
      </w:r>
      <w:r w:rsidR="004104D7" w:rsidRPr="004104D7">
        <w:rPr>
          <w:b/>
        </w:rPr>
        <w:t xml:space="preserve">(informatiefolder/-boekje) gekregen waarin </w:t>
      </w:r>
      <w:r>
        <w:rPr>
          <w:b/>
        </w:rPr>
        <w:tab/>
      </w:r>
      <w:r w:rsidR="004104D7" w:rsidRPr="004104D7">
        <w:rPr>
          <w:b/>
        </w:rPr>
        <w:t xml:space="preserve">precies beschreven staat wat reumatoïde </w:t>
      </w:r>
      <w:r>
        <w:rPr>
          <w:b/>
        </w:rPr>
        <w:tab/>
      </w:r>
      <w:r w:rsidR="004104D7" w:rsidRPr="004104D7">
        <w:rPr>
          <w:b/>
        </w:rPr>
        <w:t>artritis inhoudt?</w:t>
      </w:r>
    </w:p>
    <w:p w:rsidR="004104D7" w:rsidRPr="004104D7" w:rsidRDefault="004104D7" w:rsidP="002F0864">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Ja</w:t>
      </w:r>
    </w:p>
    <w:p w:rsidR="004104D7" w:rsidRPr="004104D7" w:rsidRDefault="004104D7" w:rsidP="002F0864">
      <w:pPr>
        <w:tabs>
          <w:tab w:val="left" w:pos="426"/>
          <w:tab w:val="left" w:pos="709"/>
        </w:tabs>
        <w:rPr>
          <w:i/>
        </w:rPr>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 xml:space="preserve">Nee </w:t>
      </w:r>
      <w:r w:rsidR="002F0864">
        <w:sym w:font="Wingdings" w:char="F0E0"/>
      </w:r>
      <w:r w:rsidRPr="004104D7">
        <w:t xml:space="preserve"> </w:t>
      </w:r>
      <w:r w:rsidRPr="004104D7">
        <w:rPr>
          <w:b/>
          <w:i/>
        </w:rPr>
        <w:t>Indien nee</w:t>
      </w:r>
      <w:r w:rsidRPr="004104D7">
        <w:t xml:space="preserve"> </w:t>
      </w:r>
      <w:r w:rsidRPr="004104D7">
        <w:rPr>
          <w:b/>
          <w:i/>
        </w:rPr>
        <w:t>ga door naar vraag 94</w:t>
      </w:r>
    </w:p>
    <w:p w:rsidR="004104D7" w:rsidRPr="004104D7" w:rsidRDefault="002F0864" w:rsidP="002F0864">
      <w:pPr>
        <w:tabs>
          <w:tab w:val="left" w:pos="426"/>
          <w:tab w:val="left" w:pos="709"/>
        </w:tabs>
        <w:ind w:left="426" w:hanging="426"/>
        <w:rPr>
          <w:b/>
        </w:rPr>
      </w:pPr>
      <w:r>
        <w:rPr>
          <w:b/>
        </w:rPr>
        <w:lastRenderedPageBreak/>
        <w:t>93.</w:t>
      </w:r>
      <w:r>
        <w:rPr>
          <w:b/>
        </w:rPr>
        <w:tab/>
      </w:r>
      <w:r w:rsidR="004104D7" w:rsidRPr="004104D7">
        <w:rPr>
          <w:b/>
        </w:rPr>
        <w:t>Begreep u deze schriftelijke informatie?</w:t>
      </w:r>
    </w:p>
    <w:p w:rsidR="004104D7" w:rsidRPr="004104D7" w:rsidRDefault="004104D7" w:rsidP="002F0864">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Een groot probleem</w:t>
      </w:r>
    </w:p>
    <w:p w:rsidR="004104D7" w:rsidRPr="004104D7" w:rsidRDefault="004104D7" w:rsidP="002F0864">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Een klein probleem</w:t>
      </w:r>
    </w:p>
    <w:p w:rsidR="004104D7" w:rsidRPr="004104D7" w:rsidRDefault="004104D7" w:rsidP="002F0864">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Geen probleem</w:t>
      </w:r>
    </w:p>
    <w:p w:rsidR="004104D7" w:rsidRDefault="004104D7" w:rsidP="004104D7"/>
    <w:p w:rsidR="002F0864" w:rsidRPr="004104D7" w:rsidRDefault="002F0864" w:rsidP="004104D7"/>
    <w:p w:rsidR="004104D7" w:rsidRPr="004104D7" w:rsidRDefault="002F0864" w:rsidP="002F0864">
      <w:pPr>
        <w:tabs>
          <w:tab w:val="left" w:pos="426"/>
          <w:tab w:val="left" w:pos="709"/>
        </w:tabs>
        <w:ind w:left="426" w:hanging="426"/>
        <w:rPr>
          <w:b/>
        </w:rPr>
      </w:pPr>
      <w:r>
        <w:rPr>
          <w:b/>
        </w:rPr>
        <w:t>94.</w:t>
      </w:r>
      <w:r>
        <w:rPr>
          <w:b/>
        </w:rPr>
        <w:tab/>
      </w:r>
      <w:r w:rsidR="004104D7" w:rsidRPr="004104D7">
        <w:rPr>
          <w:b/>
        </w:rPr>
        <w:t>Heeft u op een website van het ziekenhuis informatie kunnen nalezen?</w:t>
      </w:r>
    </w:p>
    <w:p w:rsidR="004104D7" w:rsidRPr="004104D7" w:rsidRDefault="004104D7" w:rsidP="002F0864">
      <w:pPr>
        <w:tabs>
          <w:tab w:val="left" w:pos="426"/>
          <w:tab w:val="left" w:pos="709"/>
        </w:tabs>
      </w:pPr>
      <w:r w:rsidRPr="004104D7">
        <w:tab/>
      </w:r>
      <w:r w:rsidRPr="004104D7">
        <w:rPr>
          <w:rFonts w:ascii="Arial Unicode MS" w:eastAsia="Arial Unicode MS" w:hAnsi="Arial Unicode MS" w:cs="Arial Unicode MS" w:hint="eastAsia"/>
        </w:rPr>
        <w:t>❑</w:t>
      </w:r>
      <w:r w:rsidRPr="004104D7">
        <w:t xml:space="preserve"> </w:t>
      </w:r>
      <w:r w:rsidRPr="004104D7">
        <w:tab/>
        <w:t>Ja</w:t>
      </w:r>
    </w:p>
    <w:p w:rsidR="004104D7" w:rsidRPr="004104D7" w:rsidRDefault="004104D7" w:rsidP="002F0864">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Nee</w:t>
      </w:r>
    </w:p>
    <w:p w:rsidR="004104D7" w:rsidRPr="004104D7" w:rsidRDefault="004104D7" w:rsidP="002F0864">
      <w:pPr>
        <w:tabs>
          <w:tab w:val="left" w:pos="426"/>
          <w:tab w:val="left" w:pos="709"/>
        </w:tabs>
      </w:pPr>
      <w:r w:rsidRPr="004104D7">
        <w:tab/>
      </w:r>
      <w:r w:rsidRPr="004104D7">
        <w:rPr>
          <w:rFonts w:ascii="Arial Unicode MS" w:eastAsia="Arial Unicode MS" w:hAnsi="Arial Unicode MS" w:cs="Arial Unicode MS" w:hint="eastAsia"/>
        </w:rPr>
        <w:t>❑</w:t>
      </w:r>
      <w:r w:rsidRPr="004104D7">
        <w:t xml:space="preserve"> </w:t>
      </w:r>
      <w:r w:rsidRPr="004104D7">
        <w:tab/>
        <w:t>Weet ik niet/niet van toepassing</w:t>
      </w:r>
    </w:p>
    <w:p w:rsidR="004104D7" w:rsidRDefault="004104D7" w:rsidP="002F0864">
      <w:pPr>
        <w:tabs>
          <w:tab w:val="left" w:pos="426"/>
          <w:tab w:val="left" w:pos="709"/>
        </w:tabs>
      </w:pPr>
    </w:p>
    <w:p w:rsidR="002F0864" w:rsidRPr="004104D7" w:rsidRDefault="002F0864" w:rsidP="002F0864">
      <w:pPr>
        <w:tabs>
          <w:tab w:val="left" w:pos="426"/>
          <w:tab w:val="left" w:pos="709"/>
        </w:tabs>
      </w:pPr>
    </w:p>
    <w:p w:rsidR="004104D7" w:rsidRPr="004104D7" w:rsidRDefault="00FD3458" w:rsidP="00FD3458">
      <w:pPr>
        <w:tabs>
          <w:tab w:val="left" w:pos="426"/>
          <w:tab w:val="left" w:pos="709"/>
        </w:tabs>
        <w:ind w:left="426" w:hanging="426"/>
        <w:rPr>
          <w:b/>
        </w:rPr>
      </w:pPr>
      <w:r>
        <w:rPr>
          <w:b/>
        </w:rPr>
        <w:t>95.</w:t>
      </w:r>
      <w:r>
        <w:rPr>
          <w:b/>
        </w:rPr>
        <w:tab/>
      </w:r>
      <w:r w:rsidR="004104D7" w:rsidRPr="004104D7">
        <w:rPr>
          <w:b/>
        </w:rPr>
        <w:t xml:space="preserve">Weet u bij wie u een fout kunt melden als er iets niet goed is gegaan? </w:t>
      </w:r>
    </w:p>
    <w:p w:rsidR="004104D7" w:rsidRPr="004104D7" w:rsidRDefault="004104D7" w:rsidP="00FD3458">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Ja</w:t>
      </w:r>
    </w:p>
    <w:p w:rsidR="004104D7" w:rsidRPr="004104D7" w:rsidRDefault="004104D7" w:rsidP="00FD3458">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Nee</w:t>
      </w:r>
    </w:p>
    <w:p w:rsidR="004104D7" w:rsidRDefault="004104D7" w:rsidP="004104D7"/>
    <w:p w:rsidR="00FD3458" w:rsidRDefault="00FD3458" w:rsidP="00FD3458">
      <w:pPr>
        <w:ind w:left="568"/>
      </w:pPr>
    </w:p>
    <w:p w:rsidR="004104D7" w:rsidRPr="004104D7" w:rsidRDefault="00FD3458" w:rsidP="00FD3458">
      <w:pPr>
        <w:tabs>
          <w:tab w:val="left" w:pos="426"/>
          <w:tab w:val="left" w:pos="709"/>
        </w:tabs>
        <w:ind w:left="426" w:hanging="426"/>
        <w:rPr>
          <w:b/>
        </w:rPr>
      </w:pPr>
      <w:r>
        <w:rPr>
          <w:b/>
        </w:rPr>
        <w:t>96.</w:t>
      </w:r>
      <w:r>
        <w:rPr>
          <w:b/>
        </w:rPr>
        <w:tab/>
      </w:r>
      <w:r w:rsidR="004104D7" w:rsidRPr="004104D7">
        <w:rPr>
          <w:b/>
        </w:rPr>
        <w:t>Waren zorgverleners bereid met u te praten over fouten of zaken die, naar uw mening, niet goed zijn gegaan?</w:t>
      </w:r>
    </w:p>
    <w:p w:rsidR="004104D7" w:rsidRPr="004104D7" w:rsidRDefault="004104D7" w:rsidP="00FD3458">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Nooit</w:t>
      </w:r>
    </w:p>
    <w:p w:rsidR="004104D7" w:rsidRPr="004104D7" w:rsidRDefault="004104D7" w:rsidP="00FD3458">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Soms</w:t>
      </w:r>
    </w:p>
    <w:p w:rsidR="004104D7" w:rsidRPr="004104D7" w:rsidRDefault="004104D7" w:rsidP="00FD3458">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Meestal</w:t>
      </w:r>
    </w:p>
    <w:p w:rsidR="004104D7" w:rsidRPr="004104D7" w:rsidRDefault="004104D7" w:rsidP="00FD3458">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Altijd</w:t>
      </w:r>
    </w:p>
    <w:p w:rsidR="004104D7" w:rsidRPr="004104D7" w:rsidRDefault="004104D7" w:rsidP="00FD3458">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Niet van toepassing</w:t>
      </w:r>
    </w:p>
    <w:p w:rsidR="004104D7" w:rsidRDefault="004104D7" w:rsidP="004104D7"/>
    <w:p w:rsidR="00FD3458" w:rsidRPr="004104D7" w:rsidRDefault="00FD3458" w:rsidP="004104D7"/>
    <w:p w:rsidR="004104D7" w:rsidRPr="004104D7" w:rsidRDefault="00FD3458" w:rsidP="00FD3458">
      <w:pPr>
        <w:tabs>
          <w:tab w:val="left" w:pos="426"/>
          <w:tab w:val="left" w:pos="709"/>
        </w:tabs>
        <w:ind w:left="426" w:hanging="426"/>
        <w:rPr>
          <w:b/>
        </w:rPr>
      </w:pPr>
      <w:r>
        <w:rPr>
          <w:b/>
        </w:rPr>
        <w:t>97.</w:t>
      </w:r>
      <w:r>
        <w:rPr>
          <w:b/>
        </w:rPr>
        <w:tab/>
      </w:r>
      <w:r w:rsidR="004104D7" w:rsidRPr="004104D7">
        <w:rPr>
          <w:b/>
        </w:rPr>
        <w:t>Bent u geïnformeerd over het bestaan van de Reumapatiëntenvereniging en/of Reumapatiëntenbond?</w:t>
      </w:r>
    </w:p>
    <w:p w:rsidR="004104D7" w:rsidRPr="004104D7" w:rsidRDefault="004104D7" w:rsidP="00FD3458">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Ja</w:t>
      </w:r>
    </w:p>
    <w:p w:rsidR="004104D7" w:rsidRPr="004104D7" w:rsidRDefault="004104D7" w:rsidP="00FD3458">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Nee</w:t>
      </w:r>
    </w:p>
    <w:p w:rsidR="004104D7" w:rsidRPr="004104D7" w:rsidRDefault="004104D7" w:rsidP="00FD3458">
      <w:pPr>
        <w:pBdr>
          <w:bottom w:val="single" w:sz="4" w:space="1" w:color="auto"/>
        </w:pBdr>
        <w:tabs>
          <w:tab w:val="left" w:pos="426"/>
          <w:tab w:val="left" w:pos="709"/>
        </w:tabs>
      </w:pPr>
    </w:p>
    <w:p w:rsidR="004104D7" w:rsidRPr="004104D7" w:rsidRDefault="004104D7" w:rsidP="004104D7"/>
    <w:p w:rsidR="004104D7" w:rsidRPr="004104D7" w:rsidRDefault="004104D7" w:rsidP="004104D7">
      <w:pPr>
        <w:rPr>
          <w:b/>
          <w:i/>
        </w:rPr>
      </w:pPr>
      <w:r w:rsidRPr="004104D7">
        <w:rPr>
          <w:b/>
          <w:i/>
        </w:rPr>
        <w:t>HULP</w:t>
      </w:r>
    </w:p>
    <w:p w:rsidR="004104D7" w:rsidRPr="004104D7" w:rsidRDefault="004104D7" w:rsidP="004104D7"/>
    <w:p w:rsidR="004104D7" w:rsidRPr="004104D7" w:rsidRDefault="004104D7" w:rsidP="004104D7">
      <w:r w:rsidRPr="004104D7">
        <w:t>De vragen 98 en 99 gaan over uw ervaringen met hulp voor in het huishouden of bij persoonlijke verzorging.</w:t>
      </w:r>
    </w:p>
    <w:p w:rsidR="004104D7" w:rsidRPr="004104D7" w:rsidRDefault="004104D7" w:rsidP="004104D7"/>
    <w:p w:rsidR="004104D7" w:rsidRPr="004104D7" w:rsidRDefault="00FD3458" w:rsidP="00FD3458">
      <w:pPr>
        <w:tabs>
          <w:tab w:val="left" w:pos="426"/>
          <w:tab w:val="left" w:pos="709"/>
        </w:tabs>
        <w:ind w:left="426" w:hanging="426"/>
        <w:rPr>
          <w:b/>
        </w:rPr>
      </w:pPr>
      <w:r>
        <w:rPr>
          <w:b/>
        </w:rPr>
        <w:t>98.</w:t>
      </w:r>
      <w:r>
        <w:rPr>
          <w:b/>
        </w:rPr>
        <w:tab/>
      </w:r>
      <w:r w:rsidR="004104D7" w:rsidRPr="004104D7">
        <w:rPr>
          <w:b/>
        </w:rPr>
        <w:t>Kon u in de afgelopen 12 maanden huishoudelijke hulp krijgen als het iets minder met u ging (bijvoorbeeld na een acute aanval)?</w:t>
      </w:r>
    </w:p>
    <w:p w:rsidR="004104D7" w:rsidRPr="004104D7" w:rsidRDefault="004104D7" w:rsidP="00FD3458">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Nooit</w:t>
      </w:r>
    </w:p>
    <w:p w:rsidR="004104D7" w:rsidRPr="004104D7" w:rsidRDefault="004104D7" w:rsidP="00FD3458">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Soms</w:t>
      </w:r>
    </w:p>
    <w:p w:rsidR="004104D7" w:rsidRPr="004104D7" w:rsidRDefault="004104D7" w:rsidP="00FD3458">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Meestal</w:t>
      </w:r>
    </w:p>
    <w:p w:rsidR="004104D7" w:rsidRPr="004104D7" w:rsidRDefault="004104D7" w:rsidP="00FD3458">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Altijd</w:t>
      </w:r>
    </w:p>
    <w:p w:rsidR="004104D7" w:rsidRPr="004104D7" w:rsidRDefault="004104D7" w:rsidP="00FD3458">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ab/>
        <w:t>Niet van toepassing/weet ik niet</w:t>
      </w:r>
    </w:p>
    <w:p w:rsidR="004104D7" w:rsidRPr="004104D7" w:rsidRDefault="004104D7" w:rsidP="00FD3458">
      <w:pPr>
        <w:tabs>
          <w:tab w:val="left" w:pos="426"/>
          <w:tab w:val="left" w:pos="709"/>
        </w:tabs>
      </w:pPr>
    </w:p>
    <w:p w:rsidR="004104D7" w:rsidRPr="004104D7" w:rsidRDefault="00FD3458" w:rsidP="00FD3458">
      <w:pPr>
        <w:tabs>
          <w:tab w:val="left" w:pos="426"/>
          <w:tab w:val="left" w:pos="709"/>
        </w:tabs>
        <w:ind w:left="426" w:hanging="426"/>
        <w:rPr>
          <w:b/>
        </w:rPr>
      </w:pPr>
      <w:r>
        <w:rPr>
          <w:b/>
        </w:rPr>
        <w:t>99.</w:t>
      </w:r>
      <w:r>
        <w:rPr>
          <w:b/>
        </w:rPr>
        <w:tab/>
      </w:r>
      <w:r w:rsidR="004104D7" w:rsidRPr="004104D7">
        <w:rPr>
          <w:b/>
        </w:rPr>
        <w:t>Kon u hulp en/of begeleiding krijgen bij uw persoonlijke verzorging als dit nodig was (bijvoorbeeld hulp bij het opstaan, wassen, aan- en uitkleden)?</w:t>
      </w:r>
    </w:p>
    <w:p w:rsidR="004104D7" w:rsidRPr="004104D7" w:rsidRDefault="004104D7" w:rsidP="00FD3458">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Nooit</w:t>
      </w:r>
    </w:p>
    <w:p w:rsidR="004104D7" w:rsidRPr="004104D7" w:rsidRDefault="004104D7" w:rsidP="00FD3458">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Soms</w:t>
      </w:r>
    </w:p>
    <w:p w:rsidR="004104D7" w:rsidRPr="004104D7" w:rsidRDefault="004104D7" w:rsidP="00FD3458">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Meestal</w:t>
      </w:r>
    </w:p>
    <w:p w:rsidR="004104D7" w:rsidRPr="004104D7" w:rsidRDefault="004104D7" w:rsidP="00FD3458">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Altijd</w:t>
      </w:r>
    </w:p>
    <w:p w:rsidR="004104D7" w:rsidRDefault="004104D7" w:rsidP="00FD3458">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ab/>
        <w:t>Niet van toepassing/weet ik niet</w:t>
      </w:r>
    </w:p>
    <w:p w:rsidR="00FD3458" w:rsidRPr="004104D7" w:rsidRDefault="00FD3458" w:rsidP="00FD3458">
      <w:pPr>
        <w:pBdr>
          <w:bottom w:val="single" w:sz="4" w:space="1" w:color="auto"/>
        </w:pBdr>
        <w:tabs>
          <w:tab w:val="left" w:pos="426"/>
          <w:tab w:val="left" w:pos="709"/>
        </w:tabs>
      </w:pPr>
    </w:p>
    <w:p w:rsidR="004104D7" w:rsidRPr="004104D7" w:rsidRDefault="004104D7" w:rsidP="004104D7">
      <w:pPr>
        <w:rPr>
          <w:b/>
          <w:i/>
        </w:rPr>
      </w:pPr>
    </w:p>
    <w:p w:rsidR="004104D7" w:rsidRPr="004104D7" w:rsidRDefault="004104D7" w:rsidP="004104D7">
      <w:pPr>
        <w:rPr>
          <w:b/>
          <w:i/>
        </w:rPr>
      </w:pPr>
      <w:r w:rsidRPr="004104D7">
        <w:rPr>
          <w:b/>
          <w:i/>
        </w:rPr>
        <w:t>ALGEMEEN OORDEEL</w:t>
      </w:r>
    </w:p>
    <w:p w:rsidR="004104D7" w:rsidRPr="004104D7" w:rsidRDefault="004104D7" w:rsidP="004104D7">
      <w:pPr>
        <w:rPr>
          <w:b/>
          <w:i/>
        </w:rPr>
      </w:pPr>
    </w:p>
    <w:p w:rsidR="004104D7" w:rsidRPr="004104D7" w:rsidRDefault="00FD3458" w:rsidP="00FD3458">
      <w:pPr>
        <w:tabs>
          <w:tab w:val="left" w:pos="426"/>
          <w:tab w:val="left" w:pos="709"/>
        </w:tabs>
        <w:ind w:left="426" w:hanging="426"/>
        <w:rPr>
          <w:b/>
        </w:rPr>
      </w:pPr>
      <w:r>
        <w:rPr>
          <w:b/>
        </w:rPr>
        <w:t>100.</w:t>
      </w:r>
      <w:r>
        <w:rPr>
          <w:b/>
        </w:rPr>
        <w:tab/>
      </w:r>
      <w:r w:rsidR="004104D7" w:rsidRPr="004104D7">
        <w:rPr>
          <w:b/>
        </w:rPr>
        <w:t>Welk cijfer geeft u aan de reumazorg?</w:t>
      </w:r>
    </w:p>
    <w:p w:rsidR="004104D7" w:rsidRPr="004104D7" w:rsidRDefault="00FD3458" w:rsidP="00FD3458">
      <w:pPr>
        <w:ind w:left="426" w:hanging="568"/>
      </w:pPr>
      <w:r>
        <w:tab/>
      </w:r>
      <w:r w:rsidR="004104D7" w:rsidRPr="004104D7">
        <w:t>Een 0 betekent: heel erg slecht. Een 10 betekent: uitstekend.</w:t>
      </w:r>
    </w:p>
    <w:p w:rsidR="004104D7" w:rsidRPr="004104D7" w:rsidRDefault="00FD3458" w:rsidP="00FD3458">
      <w:pPr>
        <w:tabs>
          <w:tab w:val="left" w:pos="426"/>
          <w:tab w:val="left" w:pos="709"/>
        </w:tabs>
        <w:ind w:left="426" w:hanging="426"/>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ab/>
      </w:r>
      <w:r>
        <w:t xml:space="preserve">0 </w:t>
      </w:r>
      <w:r w:rsidR="004104D7" w:rsidRPr="004104D7">
        <w:t>Heel erg slechte reumazorg</w:t>
      </w:r>
    </w:p>
    <w:p w:rsidR="004104D7" w:rsidRPr="004104D7" w:rsidRDefault="00FD3458" w:rsidP="00FD3458">
      <w:pPr>
        <w:ind w:left="426" w:hanging="426"/>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Pr>
          <w:rFonts w:ascii="Arial Unicode MS" w:eastAsia="Arial Unicode MS" w:hAnsi="Arial Unicode MS" w:cs="Arial Unicode MS"/>
        </w:rPr>
        <w:tab/>
      </w:r>
      <w:r w:rsidR="004104D7" w:rsidRPr="004104D7">
        <w:t xml:space="preserve">1 </w:t>
      </w:r>
      <w:r w:rsidR="004104D7" w:rsidRPr="004104D7">
        <w:tab/>
      </w:r>
    </w:p>
    <w:p w:rsidR="004104D7" w:rsidRPr="004104D7" w:rsidRDefault="00FD3458" w:rsidP="00FD3458">
      <w:pPr>
        <w:ind w:left="426" w:hanging="426"/>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ab/>
        <w:t>2</w:t>
      </w:r>
    </w:p>
    <w:p w:rsidR="004104D7" w:rsidRPr="004104D7" w:rsidRDefault="00FD3458" w:rsidP="00FD3458">
      <w:pPr>
        <w:ind w:left="426" w:hanging="426"/>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ab/>
        <w:t>3</w:t>
      </w:r>
    </w:p>
    <w:p w:rsidR="004104D7" w:rsidRPr="004104D7" w:rsidRDefault="00FD3458" w:rsidP="00FD3458">
      <w:pPr>
        <w:ind w:left="426" w:hanging="426"/>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ab/>
        <w:t>4</w:t>
      </w:r>
    </w:p>
    <w:p w:rsidR="004104D7" w:rsidRPr="004104D7" w:rsidRDefault="00FD3458" w:rsidP="00FD3458">
      <w:pPr>
        <w:ind w:left="426" w:hanging="426"/>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ab/>
        <w:t>5</w:t>
      </w:r>
    </w:p>
    <w:p w:rsidR="004104D7" w:rsidRPr="004104D7" w:rsidRDefault="00FD3458" w:rsidP="00FD3458">
      <w:pPr>
        <w:ind w:left="426" w:hanging="426"/>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ab/>
      </w:r>
      <w:r>
        <w:t>6</w:t>
      </w:r>
    </w:p>
    <w:p w:rsidR="004104D7" w:rsidRPr="004104D7" w:rsidRDefault="00FD3458" w:rsidP="00FD3458">
      <w:pPr>
        <w:ind w:left="426" w:hanging="426"/>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ab/>
        <w:t>7</w:t>
      </w:r>
    </w:p>
    <w:p w:rsidR="004104D7" w:rsidRPr="004104D7" w:rsidRDefault="00FD3458" w:rsidP="00FD3458">
      <w:pPr>
        <w:ind w:left="426" w:hanging="426"/>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ab/>
        <w:t>8</w:t>
      </w:r>
    </w:p>
    <w:p w:rsidR="004104D7" w:rsidRPr="004104D7" w:rsidRDefault="00FD3458" w:rsidP="00FD3458">
      <w:pPr>
        <w:ind w:left="426" w:hanging="426"/>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ab/>
        <w:t>9</w:t>
      </w:r>
    </w:p>
    <w:p w:rsidR="004104D7" w:rsidRPr="004104D7" w:rsidRDefault="00FD3458" w:rsidP="00FD3458">
      <w:pPr>
        <w:ind w:left="426" w:hanging="426"/>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ab/>
        <w:t>10 Uitstekende reumazorg</w:t>
      </w:r>
    </w:p>
    <w:p w:rsidR="004104D7" w:rsidRPr="004104D7" w:rsidRDefault="004104D7" w:rsidP="00FD3458">
      <w:pPr>
        <w:pBdr>
          <w:bottom w:val="single" w:sz="4" w:space="1" w:color="auto"/>
        </w:pBdr>
      </w:pPr>
    </w:p>
    <w:p w:rsidR="004104D7" w:rsidRPr="004104D7" w:rsidRDefault="004104D7" w:rsidP="004104D7"/>
    <w:p w:rsidR="004104D7" w:rsidRPr="004104D7" w:rsidRDefault="004104D7" w:rsidP="004104D7">
      <w:pPr>
        <w:rPr>
          <w:b/>
          <w:i/>
        </w:rPr>
      </w:pPr>
      <w:r w:rsidRPr="004104D7">
        <w:rPr>
          <w:b/>
          <w:i/>
        </w:rPr>
        <w:t>OVER UZELF</w:t>
      </w:r>
    </w:p>
    <w:p w:rsidR="004104D7" w:rsidRPr="004104D7" w:rsidRDefault="004104D7" w:rsidP="004104D7"/>
    <w:p w:rsidR="004104D7" w:rsidRPr="004104D7" w:rsidRDefault="00FD3458" w:rsidP="00FD3458">
      <w:pPr>
        <w:tabs>
          <w:tab w:val="left" w:pos="426"/>
          <w:tab w:val="left" w:pos="709"/>
        </w:tabs>
        <w:rPr>
          <w:b/>
        </w:rPr>
      </w:pPr>
      <w:r>
        <w:rPr>
          <w:b/>
        </w:rPr>
        <w:t>101.</w:t>
      </w:r>
      <w:r>
        <w:rPr>
          <w:b/>
        </w:rPr>
        <w:tab/>
      </w:r>
      <w:r w:rsidR="004104D7" w:rsidRPr="004104D7">
        <w:rPr>
          <w:b/>
        </w:rPr>
        <w:t>Wat is uw leeftijd?</w:t>
      </w:r>
    </w:p>
    <w:p w:rsidR="004104D7" w:rsidRDefault="00FD3458" w:rsidP="00FD3458">
      <w:pPr>
        <w:tabs>
          <w:tab w:val="left" w:pos="426"/>
          <w:tab w:val="left" w:pos="709"/>
        </w:tabs>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A76DDA">
        <w:t xml:space="preserve"> </w:t>
      </w:r>
      <w:r w:rsidR="00A76DDA">
        <w:tab/>
        <w:t>16 t/m 19</w:t>
      </w:r>
      <w:r w:rsidR="004104D7" w:rsidRPr="004104D7">
        <w:t xml:space="preserve"> jaar</w:t>
      </w:r>
    </w:p>
    <w:p w:rsidR="00A76DDA" w:rsidRPr="004104D7" w:rsidRDefault="00A76DDA" w:rsidP="00FD3458">
      <w:pPr>
        <w:tabs>
          <w:tab w:val="left" w:pos="426"/>
          <w:tab w:val="left" w:pos="709"/>
        </w:tabs>
      </w:pPr>
      <w:r>
        <w:rPr>
          <w:rFonts w:ascii="Arial Unicode MS" w:eastAsia="Arial Unicode MS" w:hAnsi="Arial Unicode MS" w:cs="Arial Unicode MS"/>
        </w:rPr>
        <w:tab/>
      </w:r>
      <w:r w:rsidRPr="004104D7">
        <w:rPr>
          <w:rFonts w:ascii="Arial Unicode MS" w:eastAsia="Arial Unicode MS" w:hAnsi="Arial Unicode MS" w:cs="Arial Unicode MS" w:hint="eastAsia"/>
        </w:rPr>
        <w:t>❑</w:t>
      </w:r>
      <w:r>
        <w:t xml:space="preserve"> </w:t>
      </w:r>
      <w:r>
        <w:tab/>
        <w:t>20</w:t>
      </w:r>
      <w:r w:rsidRPr="004104D7">
        <w:t xml:space="preserve"> t/m 24 jaar</w:t>
      </w:r>
    </w:p>
    <w:p w:rsidR="004104D7" w:rsidRPr="004104D7" w:rsidRDefault="00FD3458" w:rsidP="00FD3458">
      <w:pPr>
        <w:tabs>
          <w:tab w:val="left" w:pos="426"/>
          <w:tab w:val="left" w:pos="709"/>
        </w:tabs>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 xml:space="preserve"> </w:t>
      </w:r>
      <w:r w:rsidR="004104D7" w:rsidRPr="004104D7">
        <w:tab/>
        <w:t>25 t/m 34 jaar</w:t>
      </w:r>
    </w:p>
    <w:p w:rsidR="004104D7" w:rsidRPr="004104D7" w:rsidRDefault="00FD3458" w:rsidP="00FD3458">
      <w:pPr>
        <w:tabs>
          <w:tab w:val="left" w:pos="426"/>
          <w:tab w:val="left" w:pos="709"/>
        </w:tabs>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 xml:space="preserve"> </w:t>
      </w:r>
      <w:r w:rsidR="004104D7" w:rsidRPr="004104D7">
        <w:tab/>
        <w:t>35 t/m 44 jaar</w:t>
      </w:r>
    </w:p>
    <w:p w:rsidR="004104D7" w:rsidRPr="004104D7" w:rsidRDefault="00FD3458" w:rsidP="00FD3458">
      <w:pPr>
        <w:tabs>
          <w:tab w:val="left" w:pos="426"/>
          <w:tab w:val="left" w:pos="709"/>
        </w:tabs>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 xml:space="preserve"> </w:t>
      </w:r>
      <w:r w:rsidR="004104D7" w:rsidRPr="004104D7">
        <w:tab/>
        <w:t>45 t/m 54 jaar</w:t>
      </w:r>
    </w:p>
    <w:p w:rsidR="004104D7" w:rsidRPr="004104D7" w:rsidRDefault="00FD3458" w:rsidP="00FD3458">
      <w:pPr>
        <w:tabs>
          <w:tab w:val="left" w:pos="426"/>
          <w:tab w:val="left" w:pos="709"/>
        </w:tabs>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 xml:space="preserve"> </w:t>
      </w:r>
      <w:r w:rsidR="004104D7" w:rsidRPr="004104D7">
        <w:tab/>
        <w:t>55 t/m 64 jaar</w:t>
      </w:r>
    </w:p>
    <w:p w:rsidR="004104D7" w:rsidRPr="004104D7" w:rsidRDefault="00FD3458" w:rsidP="00FD3458">
      <w:pPr>
        <w:tabs>
          <w:tab w:val="left" w:pos="426"/>
          <w:tab w:val="left" w:pos="709"/>
        </w:tabs>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 xml:space="preserve"> </w:t>
      </w:r>
      <w:r w:rsidR="004104D7" w:rsidRPr="004104D7">
        <w:tab/>
        <w:t>65 t/m 74 jaar</w:t>
      </w:r>
    </w:p>
    <w:p w:rsidR="004104D7" w:rsidRPr="004104D7" w:rsidRDefault="00FD3458" w:rsidP="00FD3458">
      <w:pPr>
        <w:tabs>
          <w:tab w:val="left" w:pos="426"/>
          <w:tab w:val="left" w:pos="709"/>
        </w:tabs>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 xml:space="preserve"> </w:t>
      </w:r>
      <w:r w:rsidR="004104D7" w:rsidRPr="004104D7">
        <w:tab/>
        <w:t>75 jaar of ouder</w:t>
      </w:r>
    </w:p>
    <w:p w:rsidR="004104D7" w:rsidRDefault="004104D7" w:rsidP="004104D7"/>
    <w:p w:rsidR="00FD3458" w:rsidRPr="004104D7" w:rsidRDefault="00FD3458" w:rsidP="004104D7"/>
    <w:p w:rsidR="004104D7" w:rsidRPr="004104D7" w:rsidRDefault="00FD3458" w:rsidP="00FD3458">
      <w:pPr>
        <w:tabs>
          <w:tab w:val="left" w:pos="426"/>
          <w:tab w:val="left" w:pos="709"/>
        </w:tabs>
        <w:ind w:left="426" w:hanging="426"/>
        <w:rPr>
          <w:b/>
        </w:rPr>
      </w:pPr>
      <w:r>
        <w:rPr>
          <w:b/>
        </w:rPr>
        <w:t>102.</w:t>
      </w:r>
      <w:r>
        <w:rPr>
          <w:b/>
        </w:rPr>
        <w:tab/>
      </w:r>
      <w:r w:rsidR="004104D7" w:rsidRPr="004104D7">
        <w:rPr>
          <w:b/>
        </w:rPr>
        <w:t>Bent u een man of een vrouw?</w:t>
      </w:r>
    </w:p>
    <w:p w:rsidR="004104D7" w:rsidRPr="004104D7" w:rsidRDefault="004104D7" w:rsidP="00FD3458">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ab/>
        <w:t>Man</w:t>
      </w:r>
    </w:p>
    <w:p w:rsidR="004104D7" w:rsidRPr="004104D7" w:rsidRDefault="004104D7" w:rsidP="00FD3458">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ab/>
        <w:t>Vrouw</w:t>
      </w:r>
    </w:p>
    <w:p w:rsidR="004104D7" w:rsidRDefault="004104D7" w:rsidP="004104D7"/>
    <w:p w:rsidR="00FD3458" w:rsidRDefault="00FD3458" w:rsidP="004104D7"/>
    <w:p w:rsidR="00FD3458" w:rsidRDefault="00FD3458" w:rsidP="004104D7"/>
    <w:p w:rsidR="00FD3458" w:rsidRDefault="00FD3458" w:rsidP="004104D7"/>
    <w:p w:rsidR="00FD3458" w:rsidRDefault="00FD3458" w:rsidP="004104D7"/>
    <w:p w:rsidR="00FD3458" w:rsidRDefault="00FD3458" w:rsidP="004104D7"/>
    <w:p w:rsidR="00FD3458" w:rsidRPr="004104D7" w:rsidRDefault="00FD3458" w:rsidP="004104D7"/>
    <w:p w:rsidR="004104D7" w:rsidRPr="004104D7" w:rsidRDefault="004104D7" w:rsidP="004104D7"/>
    <w:p w:rsidR="004104D7" w:rsidRPr="004104D7" w:rsidRDefault="00FD3458" w:rsidP="00FD3458">
      <w:pPr>
        <w:tabs>
          <w:tab w:val="left" w:pos="426"/>
          <w:tab w:val="left" w:pos="709"/>
        </w:tabs>
        <w:ind w:left="426" w:hanging="426"/>
        <w:rPr>
          <w:b/>
        </w:rPr>
      </w:pPr>
      <w:r>
        <w:rPr>
          <w:b/>
        </w:rPr>
        <w:t>103.</w:t>
      </w:r>
      <w:r>
        <w:rPr>
          <w:b/>
        </w:rPr>
        <w:tab/>
      </w:r>
      <w:r w:rsidR="004104D7" w:rsidRPr="004104D7">
        <w:rPr>
          <w:b/>
        </w:rPr>
        <w:t xml:space="preserve">Wat is uw hoogst voltooide opleiding? </w:t>
      </w:r>
    </w:p>
    <w:p w:rsidR="004104D7" w:rsidRPr="004104D7" w:rsidRDefault="00FD3458" w:rsidP="00FD3458">
      <w:pPr>
        <w:tabs>
          <w:tab w:val="left" w:pos="426"/>
          <w:tab w:val="left" w:pos="709"/>
        </w:tabs>
      </w:pPr>
      <w:r>
        <w:tab/>
      </w:r>
      <w:r w:rsidR="004104D7" w:rsidRPr="004104D7">
        <w:t xml:space="preserve">(een opleiding afgerond met diploma of </w:t>
      </w:r>
      <w:r>
        <w:tab/>
      </w:r>
      <w:r w:rsidR="004104D7" w:rsidRPr="004104D7">
        <w:t>voldoende getuigschrift)</w:t>
      </w:r>
      <w:r w:rsidR="004104D7" w:rsidRPr="004104D7">
        <w:tab/>
      </w:r>
    </w:p>
    <w:p w:rsidR="004104D7" w:rsidRPr="004104D7" w:rsidRDefault="00FD3458" w:rsidP="00FD3458">
      <w:pPr>
        <w:tabs>
          <w:tab w:val="left" w:pos="426"/>
          <w:tab w:val="left" w:pos="709"/>
        </w:tabs>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 xml:space="preserve"> </w:t>
      </w:r>
      <w:r w:rsidR="004104D7" w:rsidRPr="004104D7">
        <w:tab/>
        <w:t xml:space="preserve">Geen opleiding (lager onderwijs: niet </w:t>
      </w:r>
      <w:r>
        <w:tab/>
      </w:r>
      <w:r>
        <w:tab/>
      </w:r>
      <w:r>
        <w:tab/>
      </w:r>
      <w:r w:rsidR="004104D7" w:rsidRPr="004104D7">
        <w:t>afgemaakt)</w:t>
      </w:r>
    </w:p>
    <w:p w:rsidR="004104D7" w:rsidRPr="004104D7" w:rsidRDefault="00FD3458" w:rsidP="00FD3458">
      <w:pPr>
        <w:tabs>
          <w:tab w:val="left" w:pos="426"/>
          <w:tab w:val="left" w:pos="709"/>
        </w:tabs>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 xml:space="preserve"> </w:t>
      </w:r>
      <w:r w:rsidR="004104D7" w:rsidRPr="004104D7">
        <w:tab/>
        <w:t xml:space="preserve">Lager onderwijs (basisschool, speciaal </w:t>
      </w:r>
      <w:r>
        <w:tab/>
      </w:r>
      <w:r>
        <w:tab/>
      </w:r>
      <w:r>
        <w:tab/>
      </w:r>
      <w:r w:rsidR="004104D7" w:rsidRPr="004104D7">
        <w:t>basisonderwijs)</w:t>
      </w:r>
    </w:p>
    <w:p w:rsidR="004104D7" w:rsidRPr="004104D7" w:rsidRDefault="00FD3458" w:rsidP="00FD3458">
      <w:pPr>
        <w:tabs>
          <w:tab w:val="left" w:pos="426"/>
          <w:tab w:val="left" w:pos="709"/>
        </w:tabs>
        <w:ind w:left="426" w:hanging="426"/>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 xml:space="preserve"> </w:t>
      </w:r>
      <w:r w:rsidR="004104D7" w:rsidRPr="004104D7">
        <w:tab/>
        <w:t xml:space="preserve">Lager of voorbereidend beroepsonderwijs </w:t>
      </w:r>
      <w:r>
        <w:tab/>
      </w:r>
      <w:r w:rsidR="004104D7" w:rsidRPr="004104D7">
        <w:t>(zoals LTS, LEAO, LHNO, VMBO)</w:t>
      </w:r>
    </w:p>
    <w:p w:rsidR="004104D7" w:rsidRPr="004104D7" w:rsidRDefault="00FD3458" w:rsidP="00FD3458">
      <w:pPr>
        <w:ind w:left="426" w:hanging="426"/>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 xml:space="preserve"> </w:t>
      </w:r>
      <w:r w:rsidR="004104D7" w:rsidRPr="004104D7">
        <w:tab/>
        <w:t xml:space="preserve">Middelbaar algemeen voortgezet onderwijs </w:t>
      </w:r>
      <w:r>
        <w:tab/>
      </w:r>
      <w:r w:rsidR="004104D7" w:rsidRPr="004104D7">
        <w:t xml:space="preserve">(zoals MAVO, (M)ULO, MBO-kort, </w:t>
      </w:r>
      <w:r>
        <w:tab/>
      </w:r>
      <w:r w:rsidR="004104D7" w:rsidRPr="004104D7">
        <w:t>VMBO-t)</w:t>
      </w:r>
    </w:p>
    <w:p w:rsidR="004104D7" w:rsidRPr="004104D7" w:rsidRDefault="00FD3458" w:rsidP="00FD3458">
      <w:pPr>
        <w:ind w:left="426" w:hanging="426"/>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 xml:space="preserve"> </w:t>
      </w:r>
      <w:r w:rsidR="004104D7" w:rsidRPr="004104D7">
        <w:tab/>
        <w:t xml:space="preserve">Middelbaar beroepsonderwijs en </w:t>
      </w:r>
      <w:r>
        <w:tab/>
      </w:r>
      <w:r w:rsidR="004104D7" w:rsidRPr="004104D7">
        <w:t>beroepsbegeleidend onderwijs (zoals MBO-</w:t>
      </w:r>
      <w:r>
        <w:tab/>
      </w:r>
      <w:r w:rsidR="004104D7" w:rsidRPr="004104D7">
        <w:t>lang, MTS, MEAO, BOL, BBL, INAS)</w:t>
      </w:r>
    </w:p>
    <w:p w:rsidR="004104D7" w:rsidRPr="004104D7" w:rsidRDefault="00FD3458" w:rsidP="00FD3458">
      <w:pPr>
        <w:ind w:left="426" w:hanging="426"/>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 xml:space="preserve"> </w:t>
      </w:r>
      <w:r w:rsidR="004104D7" w:rsidRPr="004104D7">
        <w:tab/>
        <w:t xml:space="preserve">Hoger algemeen en voorbereidend </w:t>
      </w:r>
      <w:r>
        <w:tab/>
      </w:r>
      <w:r w:rsidR="004104D7" w:rsidRPr="004104D7">
        <w:t xml:space="preserve">wetenschappelijk onderwijs (zoals HAVO, </w:t>
      </w:r>
      <w:r>
        <w:tab/>
      </w:r>
      <w:r w:rsidR="004104D7" w:rsidRPr="004104D7">
        <w:t>VWO, Atheneum, Gymnasium, HBS, MMS)</w:t>
      </w:r>
    </w:p>
    <w:p w:rsidR="004104D7" w:rsidRPr="004104D7" w:rsidRDefault="00FD3458" w:rsidP="00FD3458">
      <w:pPr>
        <w:ind w:left="426" w:hanging="426"/>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 xml:space="preserve"> </w:t>
      </w:r>
      <w:r w:rsidR="004104D7" w:rsidRPr="004104D7">
        <w:tab/>
        <w:t xml:space="preserve">Hoger beroepsonderwijs (zoals HBO, HTS, </w:t>
      </w:r>
      <w:r>
        <w:tab/>
      </w:r>
      <w:r w:rsidR="004104D7" w:rsidRPr="004104D7">
        <w:t xml:space="preserve">HEAO, HBO-V, kandidaats </w:t>
      </w:r>
      <w:r>
        <w:tab/>
      </w:r>
      <w:r w:rsidR="004104D7" w:rsidRPr="004104D7">
        <w:t>wetenschappelijk onderwijs)</w:t>
      </w:r>
    </w:p>
    <w:p w:rsidR="004104D7" w:rsidRPr="004104D7" w:rsidRDefault="00FD3458" w:rsidP="00FD3458">
      <w:pPr>
        <w:ind w:left="426" w:hanging="426"/>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 xml:space="preserve"> </w:t>
      </w:r>
      <w:r w:rsidR="004104D7" w:rsidRPr="004104D7">
        <w:tab/>
        <w:t>Wetenschappelijk onderwijs (universiteit)</w:t>
      </w:r>
    </w:p>
    <w:p w:rsidR="004104D7" w:rsidRPr="004104D7" w:rsidRDefault="00FD3458" w:rsidP="00FD3458">
      <w:pPr>
        <w:ind w:left="426" w:hanging="426"/>
      </w:pPr>
      <w:r>
        <w:rPr>
          <w:rFonts w:ascii="Arial Unicode MS" w:eastAsia="Arial Unicode MS" w:hAnsi="Arial Unicode MS" w:cs="Arial Unicode MS"/>
        </w:rPr>
        <w:tab/>
      </w:r>
      <w:r w:rsidR="004104D7" w:rsidRPr="004104D7">
        <w:rPr>
          <w:rFonts w:ascii="Arial Unicode MS" w:eastAsia="Arial Unicode MS" w:hAnsi="Arial Unicode MS" w:cs="Arial Unicode MS" w:hint="eastAsia"/>
        </w:rPr>
        <w:t>❑</w:t>
      </w:r>
      <w:r w:rsidR="004104D7" w:rsidRPr="004104D7">
        <w:t xml:space="preserve"> </w:t>
      </w:r>
      <w:r w:rsidR="004104D7" w:rsidRPr="004104D7">
        <w:tab/>
        <w:t xml:space="preserve">Anders, namelijk </w:t>
      </w:r>
    </w:p>
    <w:p w:rsidR="004104D7" w:rsidRPr="004104D7" w:rsidRDefault="004104D7" w:rsidP="004104D7"/>
    <w:p w:rsidR="004104D7" w:rsidRPr="004104D7" w:rsidRDefault="004104D7" w:rsidP="00FD3458">
      <w:pPr>
        <w:ind w:left="568"/>
        <w:rPr>
          <w:b/>
        </w:rPr>
      </w:pPr>
    </w:p>
    <w:p w:rsidR="004104D7" w:rsidRPr="004104D7" w:rsidRDefault="00FD3458" w:rsidP="00FD3458">
      <w:pPr>
        <w:tabs>
          <w:tab w:val="left" w:pos="426"/>
          <w:tab w:val="left" w:pos="709"/>
        </w:tabs>
        <w:rPr>
          <w:b/>
        </w:rPr>
      </w:pPr>
      <w:r>
        <w:rPr>
          <w:b/>
        </w:rPr>
        <w:t>104.</w:t>
      </w:r>
      <w:r>
        <w:rPr>
          <w:b/>
        </w:rPr>
        <w:tab/>
      </w:r>
      <w:r w:rsidR="004104D7" w:rsidRPr="004104D7">
        <w:rPr>
          <w:b/>
        </w:rPr>
        <w:t>Wat is het geboorteland van uzelf?</w:t>
      </w:r>
    </w:p>
    <w:p w:rsidR="004104D7" w:rsidRPr="004104D7" w:rsidRDefault="004104D7" w:rsidP="00FD3458">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Nederland</w:t>
      </w:r>
    </w:p>
    <w:p w:rsidR="004104D7" w:rsidRPr="004104D7" w:rsidRDefault="004104D7" w:rsidP="00FD3458">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Indonesië/voormalig Nederlands-Indië</w:t>
      </w:r>
    </w:p>
    <w:p w:rsidR="004104D7" w:rsidRPr="004104D7" w:rsidRDefault="004104D7" w:rsidP="00FD3458">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Suriname</w:t>
      </w:r>
    </w:p>
    <w:p w:rsidR="004104D7" w:rsidRPr="004104D7" w:rsidRDefault="004104D7" w:rsidP="00FD3458">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Marokko</w:t>
      </w:r>
    </w:p>
    <w:p w:rsidR="004104D7" w:rsidRPr="004104D7" w:rsidRDefault="004104D7" w:rsidP="00FD3458">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Turkije</w:t>
      </w:r>
    </w:p>
    <w:p w:rsidR="004104D7" w:rsidRPr="004104D7" w:rsidRDefault="004104D7" w:rsidP="00FD3458">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Duitsland</w:t>
      </w:r>
    </w:p>
    <w:p w:rsidR="004104D7" w:rsidRPr="004104D7" w:rsidRDefault="004104D7" w:rsidP="00FD3458">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r>
      <w:r w:rsidR="00F2268E">
        <w:t xml:space="preserve">(voormalig) </w:t>
      </w:r>
      <w:r w:rsidRPr="004104D7">
        <w:t>Nederlandse Antillen</w:t>
      </w:r>
    </w:p>
    <w:p w:rsidR="004104D7" w:rsidRPr="004104D7" w:rsidRDefault="004104D7" w:rsidP="00FD3458">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Aruba</w:t>
      </w:r>
    </w:p>
    <w:p w:rsidR="004104D7" w:rsidRDefault="004104D7" w:rsidP="00FD3458">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 xml:space="preserve">Anders, namelijk </w:t>
      </w:r>
    </w:p>
    <w:p w:rsidR="00F2268E" w:rsidRPr="004104D7" w:rsidRDefault="00F2268E" w:rsidP="00F2268E">
      <w:pPr>
        <w:pBdr>
          <w:top w:val="single" w:sz="4" w:space="1" w:color="auto"/>
          <w:left w:val="single" w:sz="4" w:space="4" w:color="auto"/>
          <w:bottom w:val="single" w:sz="4" w:space="1" w:color="auto"/>
          <w:right w:val="single" w:sz="4" w:space="4" w:color="auto"/>
        </w:pBdr>
        <w:tabs>
          <w:tab w:val="left" w:pos="426"/>
          <w:tab w:val="left" w:pos="709"/>
        </w:tabs>
      </w:pPr>
    </w:p>
    <w:p w:rsidR="004104D7" w:rsidRPr="004104D7" w:rsidRDefault="004104D7" w:rsidP="00FD3458">
      <w:pPr>
        <w:tabs>
          <w:tab w:val="left" w:pos="426"/>
          <w:tab w:val="left" w:pos="709"/>
        </w:tabs>
        <w:rPr>
          <w:i/>
        </w:rPr>
      </w:pPr>
      <w:r w:rsidRPr="004104D7">
        <w:tab/>
      </w:r>
      <w:r w:rsidRPr="004104D7">
        <w:tab/>
      </w:r>
      <w:r w:rsidRPr="004104D7">
        <w:rPr>
          <w:i/>
        </w:rPr>
        <w:t>(a.u.b. in blokletters)</w:t>
      </w:r>
    </w:p>
    <w:p w:rsidR="004104D7" w:rsidRPr="004104D7" w:rsidRDefault="004104D7" w:rsidP="004104D7">
      <w:pPr>
        <w:rPr>
          <w:i/>
        </w:rPr>
      </w:pPr>
    </w:p>
    <w:p w:rsidR="004104D7" w:rsidRPr="004104D7" w:rsidRDefault="004104D7" w:rsidP="004104D7">
      <w:pPr>
        <w:rPr>
          <w:i/>
        </w:rPr>
      </w:pPr>
    </w:p>
    <w:p w:rsidR="004104D7" w:rsidRPr="004104D7" w:rsidRDefault="00FD3458" w:rsidP="00FD3458">
      <w:pPr>
        <w:tabs>
          <w:tab w:val="left" w:pos="426"/>
          <w:tab w:val="left" w:pos="709"/>
        </w:tabs>
        <w:rPr>
          <w:b/>
        </w:rPr>
      </w:pPr>
      <w:r>
        <w:rPr>
          <w:b/>
        </w:rPr>
        <w:t>105.</w:t>
      </w:r>
      <w:r>
        <w:rPr>
          <w:b/>
        </w:rPr>
        <w:tab/>
      </w:r>
      <w:r w:rsidR="004104D7" w:rsidRPr="004104D7">
        <w:rPr>
          <w:b/>
        </w:rPr>
        <w:t>Wat is het geboorteland van uw vader?</w:t>
      </w:r>
    </w:p>
    <w:p w:rsidR="004104D7" w:rsidRPr="004104D7" w:rsidRDefault="004104D7" w:rsidP="00FD3458">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Nederland</w:t>
      </w:r>
    </w:p>
    <w:p w:rsidR="004104D7" w:rsidRPr="004104D7" w:rsidRDefault="004104D7" w:rsidP="00FD3458">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Indonesië/voormalig Nederlands-Indië</w:t>
      </w:r>
    </w:p>
    <w:p w:rsidR="004104D7" w:rsidRPr="004104D7" w:rsidRDefault="004104D7" w:rsidP="00FD3458">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Suriname</w:t>
      </w:r>
    </w:p>
    <w:p w:rsidR="004104D7" w:rsidRPr="004104D7" w:rsidRDefault="004104D7" w:rsidP="00FD3458">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Marokko</w:t>
      </w:r>
    </w:p>
    <w:p w:rsidR="004104D7" w:rsidRPr="004104D7" w:rsidRDefault="004104D7" w:rsidP="00FD3458">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Turkije</w:t>
      </w:r>
    </w:p>
    <w:p w:rsidR="004104D7" w:rsidRPr="004104D7" w:rsidRDefault="004104D7" w:rsidP="00FD3458">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Duitsland</w:t>
      </w:r>
    </w:p>
    <w:p w:rsidR="004104D7" w:rsidRPr="004104D7" w:rsidRDefault="004104D7" w:rsidP="00FD3458">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r>
      <w:r w:rsidR="00F2268E">
        <w:t xml:space="preserve">(voormalig) </w:t>
      </w:r>
      <w:r w:rsidRPr="004104D7">
        <w:t>Nederlandse Antillen</w:t>
      </w:r>
    </w:p>
    <w:p w:rsidR="004104D7" w:rsidRPr="004104D7" w:rsidRDefault="004104D7" w:rsidP="00FD3458">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Aruba</w:t>
      </w:r>
    </w:p>
    <w:p w:rsidR="004104D7" w:rsidRDefault="004104D7" w:rsidP="00FD3458">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 xml:space="preserve">Anders, namelijk </w:t>
      </w:r>
    </w:p>
    <w:p w:rsidR="00F2268E" w:rsidRPr="004104D7" w:rsidRDefault="00F2268E" w:rsidP="00F2268E">
      <w:pPr>
        <w:pBdr>
          <w:top w:val="single" w:sz="4" w:space="1" w:color="auto"/>
          <w:left w:val="single" w:sz="4" w:space="4" w:color="auto"/>
          <w:bottom w:val="single" w:sz="4" w:space="1" w:color="auto"/>
          <w:right w:val="single" w:sz="4" w:space="4" w:color="auto"/>
        </w:pBdr>
        <w:tabs>
          <w:tab w:val="left" w:pos="426"/>
          <w:tab w:val="left" w:pos="709"/>
        </w:tabs>
      </w:pPr>
    </w:p>
    <w:p w:rsidR="004104D7" w:rsidRPr="004104D7" w:rsidRDefault="004104D7" w:rsidP="00FD3458">
      <w:pPr>
        <w:tabs>
          <w:tab w:val="left" w:pos="426"/>
          <w:tab w:val="left" w:pos="709"/>
        </w:tabs>
        <w:rPr>
          <w:i/>
        </w:rPr>
      </w:pPr>
      <w:r w:rsidRPr="004104D7">
        <w:tab/>
      </w:r>
      <w:r w:rsidRPr="004104D7">
        <w:tab/>
      </w:r>
      <w:r w:rsidRPr="004104D7">
        <w:rPr>
          <w:i/>
        </w:rPr>
        <w:t>(a.u.b. in blokletters)</w:t>
      </w:r>
    </w:p>
    <w:p w:rsidR="004104D7" w:rsidRPr="004104D7" w:rsidRDefault="004104D7" w:rsidP="004104D7"/>
    <w:p w:rsidR="004104D7" w:rsidRPr="004104D7" w:rsidRDefault="00DC3A4C" w:rsidP="00DC3A4C">
      <w:pPr>
        <w:tabs>
          <w:tab w:val="left" w:pos="426"/>
          <w:tab w:val="left" w:pos="709"/>
        </w:tabs>
        <w:rPr>
          <w:b/>
        </w:rPr>
      </w:pPr>
      <w:r>
        <w:rPr>
          <w:b/>
        </w:rPr>
        <w:t>106.</w:t>
      </w:r>
      <w:r>
        <w:rPr>
          <w:b/>
        </w:rPr>
        <w:tab/>
      </w:r>
      <w:r w:rsidR="004104D7" w:rsidRPr="004104D7">
        <w:rPr>
          <w:b/>
        </w:rPr>
        <w:t>Wat is het geboorteland van uw moeder?</w:t>
      </w:r>
    </w:p>
    <w:p w:rsidR="004104D7" w:rsidRPr="004104D7" w:rsidRDefault="004104D7" w:rsidP="00DC3A4C">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Nederland</w:t>
      </w:r>
    </w:p>
    <w:p w:rsidR="004104D7" w:rsidRPr="004104D7" w:rsidRDefault="004104D7" w:rsidP="00DC3A4C">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Indonesië/voormalig Nederlands-Indië</w:t>
      </w:r>
    </w:p>
    <w:p w:rsidR="004104D7" w:rsidRPr="004104D7" w:rsidRDefault="004104D7" w:rsidP="00DC3A4C">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Suriname</w:t>
      </w:r>
    </w:p>
    <w:p w:rsidR="004104D7" w:rsidRPr="004104D7" w:rsidRDefault="004104D7" w:rsidP="00DC3A4C">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Marokko</w:t>
      </w:r>
    </w:p>
    <w:p w:rsidR="004104D7" w:rsidRPr="004104D7" w:rsidRDefault="004104D7" w:rsidP="00DC3A4C">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Turkije</w:t>
      </w:r>
    </w:p>
    <w:p w:rsidR="004104D7" w:rsidRPr="004104D7" w:rsidRDefault="004104D7" w:rsidP="00DC3A4C">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Duitsland</w:t>
      </w:r>
    </w:p>
    <w:p w:rsidR="004104D7" w:rsidRPr="004104D7" w:rsidRDefault="004104D7" w:rsidP="00DC3A4C">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r>
      <w:r w:rsidR="00F2268E">
        <w:t xml:space="preserve">(voormalig) </w:t>
      </w:r>
      <w:r w:rsidRPr="004104D7">
        <w:t>Nederlandse Antillen</w:t>
      </w:r>
    </w:p>
    <w:p w:rsidR="004104D7" w:rsidRPr="004104D7" w:rsidRDefault="004104D7" w:rsidP="00DC3A4C">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Aruba</w:t>
      </w:r>
    </w:p>
    <w:p w:rsidR="004104D7" w:rsidRDefault="004104D7" w:rsidP="00DC3A4C">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 xml:space="preserve">Anders, namelijk </w:t>
      </w:r>
    </w:p>
    <w:p w:rsidR="00F2268E" w:rsidRPr="004104D7" w:rsidRDefault="00F2268E" w:rsidP="00F2268E">
      <w:pPr>
        <w:pBdr>
          <w:top w:val="single" w:sz="4" w:space="1" w:color="auto"/>
          <w:left w:val="single" w:sz="4" w:space="4" w:color="auto"/>
          <w:bottom w:val="single" w:sz="4" w:space="1" w:color="auto"/>
          <w:right w:val="single" w:sz="4" w:space="4" w:color="auto"/>
        </w:pBdr>
        <w:tabs>
          <w:tab w:val="left" w:pos="426"/>
          <w:tab w:val="left" w:pos="709"/>
        </w:tabs>
      </w:pPr>
    </w:p>
    <w:p w:rsidR="004104D7" w:rsidRPr="004104D7" w:rsidRDefault="004104D7" w:rsidP="00DC3A4C">
      <w:pPr>
        <w:tabs>
          <w:tab w:val="left" w:pos="426"/>
          <w:tab w:val="left" w:pos="709"/>
        </w:tabs>
        <w:rPr>
          <w:i/>
        </w:rPr>
      </w:pPr>
      <w:r w:rsidRPr="004104D7">
        <w:tab/>
      </w:r>
      <w:r w:rsidRPr="004104D7">
        <w:tab/>
      </w:r>
      <w:r w:rsidRPr="004104D7">
        <w:rPr>
          <w:i/>
        </w:rPr>
        <w:t>(a.u.b. in blokletters)</w:t>
      </w:r>
    </w:p>
    <w:p w:rsidR="004104D7" w:rsidRPr="004104D7" w:rsidRDefault="004104D7" w:rsidP="004104D7"/>
    <w:p w:rsidR="004104D7" w:rsidRPr="004104D7" w:rsidRDefault="004104D7" w:rsidP="004104D7"/>
    <w:p w:rsidR="004104D7" w:rsidRPr="004104D7" w:rsidRDefault="00DC3A4C" w:rsidP="00DC3A4C">
      <w:pPr>
        <w:tabs>
          <w:tab w:val="left" w:pos="426"/>
          <w:tab w:val="left" w:pos="709"/>
        </w:tabs>
        <w:rPr>
          <w:b/>
        </w:rPr>
      </w:pPr>
      <w:r>
        <w:rPr>
          <w:b/>
        </w:rPr>
        <w:t>107.</w:t>
      </w:r>
      <w:r>
        <w:rPr>
          <w:b/>
        </w:rPr>
        <w:tab/>
      </w:r>
      <w:r w:rsidR="004104D7" w:rsidRPr="004104D7">
        <w:rPr>
          <w:b/>
        </w:rPr>
        <w:t>Welke taal spreekt u thuis meestal?</w:t>
      </w:r>
    </w:p>
    <w:p w:rsidR="004104D7" w:rsidRPr="004104D7" w:rsidRDefault="004104D7" w:rsidP="00DC3A4C">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Nederlands</w:t>
      </w:r>
    </w:p>
    <w:p w:rsidR="004104D7" w:rsidRPr="004104D7" w:rsidRDefault="004104D7" w:rsidP="00DC3A4C">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 xml:space="preserve">Fries </w:t>
      </w:r>
    </w:p>
    <w:p w:rsidR="004104D7" w:rsidRPr="004104D7" w:rsidRDefault="004104D7" w:rsidP="00DC3A4C">
      <w:pPr>
        <w:tabs>
          <w:tab w:val="left" w:pos="426"/>
          <w:tab w:val="left" w:pos="709"/>
        </w:tabs>
      </w:pPr>
      <w:r w:rsidRPr="004104D7">
        <w:tab/>
      </w:r>
      <w:r w:rsidRPr="004104D7">
        <w:rPr>
          <w:rFonts w:ascii="Arial Unicode MS" w:eastAsia="Arial Unicode MS" w:hAnsi="Arial Unicode MS" w:cs="Arial Unicode MS" w:hint="eastAsia"/>
        </w:rPr>
        <w:t>❑</w:t>
      </w:r>
      <w:r w:rsidRPr="004104D7">
        <w:t xml:space="preserve"> </w:t>
      </w:r>
      <w:r w:rsidRPr="004104D7">
        <w:tab/>
        <w:t>Nederlands dialect</w:t>
      </w:r>
    </w:p>
    <w:p w:rsidR="004104D7" w:rsidRPr="004104D7" w:rsidRDefault="004104D7" w:rsidP="00DC3A4C">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Anders, namelijk</w:t>
      </w:r>
    </w:p>
    <w:p w:rsidR="004104D7" w:rsidRPr="004104D7" w:rsidRDefault="004104D7" w:rsidP="004104D7"/>
    <w:p w:rsidR="004104D7" w:rsidRPr="004104D7" w:rsidRDefault="004104D7" w:rsidP="00DC3A4C">
      <w:pPr>
        <w:ind w:left="568"/>
        <w:rPr>
          <w:b/>
        </w:rPr>
      </w:pPr>
    </w:p>
    <w:p w:rsidR="004104D7" w:rsidRPr="004104D7" w:rsidRDefault="00DC3A4C" w:rsidP="00DC3A4C">
      <w:pPr>
        <w:tabs>
          <w:tab w:val="left" w:pos="426"/>
          <w:tab w:val="left" w:pos="709"/>
        </w:tabs>
        <w:rPr>
          <w:b/>
        </w:rPr>
      </w:pPr>
      <w:r>
        <w:rPr>
          <w:b/>
        </w:rPr>
        <w:t>108.</w:t>
      </w:r>
      <w:r>
        <w:rPr>
          <w:b/>
        </w:rPr>
        <w:tab/>
      </w:r>
      <w:r w:rsidR="004104D7" w:rsidRPr="004104D7">
        <w:rPr>
          <w:b/>
        </w:rPr>
        <w:t xml:space="preserve">Hoe vindt u over het algemeen uw </w:t>
      </w:r>
      <w:r>
        <w:rPr>
          <w:b/>
        </w:rPr>
        <w:tab/>
      </w:r>
      <w:r w:rsidR="004104D7" w:rsidRPr="004104D7">
        <w:rPr>
          <w:b/>
        </w:rPr>
        <w:t>gezondheid?</w:t>
      </w:r>
    </w:p>
    <w:p w:rsidR="004104D7" w:rsidRPr="004104D7" w:rsidRDefault="004104D7" w:rsidP="00DC3A4C">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Uitstekend</w:t>
      </w:r>
    </w:p>
    <w:p w:rsidR="004104D7" w:rsidRPr="004104D7" w:rsidRDefault="004104D7" w:rsidP="00DC3A4C">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Zeer goed</w:t>
      </w:r>
    </w:p>
    <w:p w:rsidR="004104D7" w:rsidRPr="004104D7" w:rsidRDefault="004104D7" w:rsidP="00DC3A4C">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Goed</w:t>
      </w:r>
    </w:p>
    <w:p w:rsidR="004104D7" w:rsidRPr="004104D7" w:rsidRDefault="004104D7" w:rsidP="00DC3A4C">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Matig</w:t>
      </w:r>
    </w:p>
    <w:p w:rsidR="004104D7" w:rsidRPr="004104D7" w:rsidRDefault="004104D7" w:rsidP="00DC3A4C">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Slecht</w:t>
      </w:r>
    </w:p>
    <w:p w:rsidR="004104D7" w:rsidRPr="004104D7" w:rsidRDefault="004104D7" w:rsidP="00DC3A4C">
      <w:pPr>
        <w:tabs>
          <w:tab w:val="left" w:pos="426"/>
          <w:tab w:val="left" w:pos="709"/>
        </w:tabs>
        <w:rPr>
          <w:b/>
        </w:rPr>
      </w:pPr>
    </w:p>
    <w:p w:rsidR="004104D7" w:rsidRPr="004104D7" w:rsidRDefault="004104D7" w:rsidP="004104D7">
      <w:pPr>
        <w:rPr>
          <w:b/>
        </w:rPr>
      </w:pPr>
    </w:p>
    <w:p w:rsidR="004104D7" w:rsidRPr="004104D7" w:rsidRDefault="00DC3A4C" w:rsidP="00DC3A4C">
      <w:pPr>
        <w:tabs>
          <w:tab w:val="left" w:pos="426"/>
          <w:tab w:val="left" w:pos="709"/>
        </w:tabs>
        <w:rPr>
          <w:b/>
        </w:rPr>
      </w:pPr>
      <w:r>
        <w:rPr>
          <w:b/>
        </w:rPr>
        <w:t>109.</w:t>
      </w:r>
      <w:r>
        <w:rPr>
          <w:b/>
        </w:rPr>
        <w:tab/>
      </w:r>
      <w:r w:rsidR="004104D7" w:rsidRPr="004104D7">
        <w:rPr>
          <w:b/>
        </w:rPr>
        <w:t xml:space="preserve">Hoe vindt u over het algemeen uw </w:t>
      </w:r>
      <w:r>
        <w:rPr>
          <w:b/>
        </w:rPr>
        <w:tab/>
      </w:r>
      <w:r w:rsidR="004104D7" w:rsidRPr="004104D7">
        <w:rPr>
          <w:b/>
        </w:rPr>
        <w:t>geestelijke/psychische gezondheid?</w:t>
      </w:r>
    </w:p>
    <w:p w:rsidR="004104D7" w:rsidRPr="004104D7" w:rsidRDefault="004104D7" w:rsidP="00DC3A4C">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Uitstekend</w:t>
      </w:r>
    </w:p>
    <w:p w:rsidR="004104D7" w:rsidRPr="004104D7" w:rsidRDefault="004104D7" w:rsidP="00DC3A4C">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Zeer goed</w:t>
      </w:r>
    </w:p>
    <w:p w:rsidR="004104D7" w:rsidRPr="004104D7" w:rsidRDefault="004104D7" w:rsidP="00DC3A4C">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Goed</w:t>
      </w:r>
    </w:p>
    <w:p w:rsidR="004104D7" w:rsidRPr="004104D7" w:rsidRDefault="004104D7" w:rsidP="00DC3A4C">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Matig</w:t>
      </w:r>
    </w:p>
    <w:p w:rsidR="004104D7" w:rsidRPr="004104D7" w:rsidRDefault="004104D7" w:rsidP="00DC3A4C">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Slecht</w:t>
      </w:r>
    </w:p>
    <w:p w:rsidR="004104D7" w:rsidRPr="004104D7" w:rsidRDefault="004104D7" w:rsidP="00DC3A4C">
      <w:pPr>
        <w:tabs>
          <w:tab w:val="left" w:pos="426"/>
          <w:tab w:val="left" w:pos="709"/>
        </w:tabs>
      </w:pPr>
    </w:p>
    <w:p w:rsidR="004104D7" w:rsidRPr="004104D7" w:rsidRDefault="004104D7" w:rsidP="004104D7"/>
    <w:p w:rsidR="004104D7" w:rsidRPr="004104D7" w:rsidRDefault="00DC3A4C" w:rsidP="00DC3A4C">
      <w:pPr>
        <w:tabs>
          <w:tab w:val="left" w:pos="426"/>
          <w:tab w:val="left" w:pos="709"/>
        </w:tabs>
        <w:rPr>
          <w:b/>
        </w:rPr>
      </w:pPr>
      <w:r>
        <w:rPr>
          <w:b/>
        </w:rPr>
        <w:t>110.</w:t>
      </w:r>
      <w:r>
        <w:rPr>
          <w:b/>
        </w:rPr>
        <w:tab/>
      </w:r>
      <w:r w:rsidR="004104D7" w:rsidRPr="004104D7">
        <w:rPr>
          <w:b/>
        </w:rPr>
        <w:t>Bent u lid van een reuma</w:t>
      </w:r>
      <w:r>
        <w:rPr>
          <w:b/>
        </w:rPr>
        <w:softHyphen/>
      </w:r>
      <w:r>
        <w:rPr>
          <w:b/>
        </w:rPr>
        <w:tab/>
      </w:r>
      <w:r w:rsidR="004104D7" w:rsidRPr="004104D7">
        <w:rPr>
          <w:b/>
        </w:rPr>
        <w:t xml:space="preserve">patiëntenvereniging? </w:t>
      </w:r>
    </w:p>
    <w:p w:rsidR="004104D7" w:rsidRPr="004104D7" w:rsidRDefault="004104D7" w:rsidP="00DC3A4C">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Nee geen lid</w:t>
      </w:r>
    </w:p>
    <w:p w:rsidR="004104D7" w:rsidRPr="004104D7" w:rsidRDefault="004104D7" w:rsidP="00DC3A4C">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Ja, maar niet actief lid</w:t>
      </w:r>
    </w:p>
    <w:p w:rsidR="004104D7" w:rsidRPr="004104D7" w:rsidRDefault="004104D7" w:rsidP="00DC3A4C">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Ja, actief lid</w:t>
      </w:r>
    </w:p>
    <w:p w:rsidR="004104D7" w:rsidRDefault="004104D7" w:rsidP="00DC3A4C">
      <w:pPr>
        <w:tabs>
          <w:tab w:val="left" w:pos="426"/>
          <w:tab w:val="left" w:pos="709"/>
        </w:tabs>
      </w:pPr>
    </w:p>
    <w:p w:rsidR="00DC3A4C" w:rsidRDefault="00DC3A4C" w:rsidP="00DC3A4C">
      <w:pPr>
        <w:tabs>
          <w:tab w:val="left" w:pos="426"/>
          <w:tab w:val="left" w:pos="709"/>
        </w:tabs>
      </w:pPr>
    </w:p>
    <w:p w:rsidR="00DC3A4C" w:rsidRDefault="00DC3A4C" w:rsidP="00DC3A4C">
      <w:pPr>
        <w:tabs>
          <w:tab w:val="left" w:pos="426"/>
          <w:tab w:val="left" w:pos="709"/>
        </w:tabs>
      </w:pPr>
    </w:p>
    <w:p w:rsidR="00DC3A4C" w:rsidRDefault="00DC3A4C" w:rsidP="00DC3A4C">
      <w:pPr>
        <w:tabs>
          <w:tab w:val="left" w:pos="426"/>
          <w:tab w:val="left" w:pos="709"/>
        </w:tabs>
      </w:pPr>
    </w:p>
    <w:p w:rsidR="00DC3A4C" w:rsidRDefault="00DC3A4C" w:rsidP="00DC3A4C">
      <w:pPr>
        <w:tabs>
          <w:tab w:val="left" w:pos="426"/>
          <w:tab w:val="left" w:pos="709"/>
        </w:tabs>
      </w:pPr>
    </w:p>
    <w:p w:rsidR="00F2268E" w:rsidRDefault="00F2268E" w:rsidP="00DC3A4C">
      <w:pPr>
        <w:tabs>
          <w:tab w:val="left" w:pos="426"/>
          <w:tab w:val="left" w:pos="709"/>
        </w:tabs>
        <w:rPr>
          <w:b/>
        </w:rPr>
      </w:pPr>
    </w:p>
    <w:p w:rsidR="00F2268E" w:rsidRDefault="00F2268E" w:rsidP="00DC3A4C">
      <w:pPr>
        <w:tabs>
          <w:tab w:val="left" w:pos="426"/>
          <w:tab w:val="left" w:pos="709"/>
        </w:tabs>
        <w:rPr>
          <w:b/>
        </w:rPr>
      </w:pPr>
    </w:p>
    <w:p w:rsidR="00F2268E" w:rsidRDefault="00F2268E" w:rsidP="00DC3A4C">
      <w:pPr>
        <w:tabs>
          <w:tab w:val="left" w:pos="426"/>
          <w:tab w:val="left" w:pos="709"/>
        </w:tabs>
        <w:rPr>
          <w:b/>
        </w:rPr>
      </w:pPr>
    </w:p>
    <w:p w:rsidR="004104D7" w:rsidRPr="004104D7" w:rsidRDefault="00DC3A4C" w:rsidP="00DC3A4C">
      <w:pPr>
        <w:tabs>
          <w:tab w:val="left" w:pos="426"/>
          <w:tab w:val="left" w:pos="709"/>
        </w:tabs>
        <w:rPr>
          <w:b/>
        </w:rPr>
      </w:pPr>
      <w:r>
        <w:rPr>
          <w:b/>
        </w:rPr>
        <w:t>111.</w:t>
      </w:r>
      <w:r>
        <w:rPr>
          <w:b/>
        </w:rPr>
        <w:tab/>
      </w:r>
      <w:r w:rsidR="004104D7" w:rsidRPr="004104D7">
        <w:rPr>
          <w:b/>
        </w:rPr>
        <w:t xml:space="preserve">Welke omschrijving is op dit moment het </w:t>
      </w:r>
      <w:r>
        <w:rPr>
          <w:b/>
        </w:rPr>
        <w:tab/>
      </w:r>
      <w:r w:rsidR="004104D7" w:rsidRPr="004104D7">
        <w:rPr>
          <w:b/>
        </w:rPr>
        <w:t xml:space="preserve">meest op u van toepassing? (één antwoord </w:t>
      </w:r>
      <w:r>
        <w:rPr>
          <w:b/>
        </w:rPr>
        <w:tab/>
      </w:r>
      <w:r w:rsidR="004104D7" w:rsidRPr="004104D7">
        <w:rPr>
          <w:b/>
        </w:rPr>
        <w:t>aankruisen)</w:t>
      </w:r>
    </w:p>
    <w:p w:rsidR="004104D7" w:rsidRPr="004104D7" w:rsidRDefault="004104D7" w:rsidP="00DC3A4C">
      <w:pPr>
        <w:tabs>
          <w:tab w:val="left" w:pos="426"/>
          <w:tab w:val="left" w:pos="709"/>
        </w:tabs>
      </w:pPr>
      <w:r w:rsidRPr="004104D7">
        <w:tab/>
        <w:t>Ik ben/heb:</w:t>
      </w:r>
    </w:p>
    <w:p w:rsidR="004104D7" w:rsidRPr="004104D7" w:rsidRDefault="004104D7" w:rsidP="00DC3A4C">
      <w:pPr>
        <w:tabs>
          <w:tab w:val="left" w:pos="426"/>
          <w:tab w:val="left" w:pos="709"/>
        </w:tabs>
      </w:pPr>
      <w:r w:rsidRPr="004104D7">
        <w:tab/>
      </w:r>
      <w:r w:rsidRPr="004104D7">
        <w:rPr>
          <w:rFonts w:ascii="Arial Unicode MS" w:eastAsia="Arial Unicode MS" w:hAnsi="Arial Unicode MS" w:cs="Arial Unicode MS" w:hint="eastAsia"/>
        </w:rPr>
        <w:t>❑</w:t>
      </w:r>
      <w:r w:rsidRPr="004104D7">
        <w:tab/>
        <w:t>Schoolgaand/studerend</w:t>
      </w:r>
    </w:p>
    <w:p w:rsidR="004104D7" w:rsidRPr="004104D7" w:rsidRDefault="004104D7" w:rsidP="00DC3A4C">
      <w:pPr>
        <w:tabs>
          <w:tab w:val="left" w:pos="426"/>
          <w:tab w:val="left" w:pos="709"/>
        </w:tabs>
      </w:pPr>
      <w:r w:rsidRPr="004104D7">
        <w:tab/>
      </w:r>
      <w:r w:rsidRPr="004104D7">
        <w:rPr>
          <w:rFonts w:ascii="Arial Unicode MS" w:eastAsia="Arial Unicode MS" w:hAnsi="Arial Unicode MS" w:cs="Arial Unicode MS" w:hint="eastAsia"/>
        </w:rPr>
        <w:t>❑</w:t>
      </w:r>
      <w:r w:rsidRPr="004104D7">
        <w:t xml:space="preserve"> </w:t>
      </w:r>
      <w:r w:rsidRPr="004104D7">
        <w:tab/>
        <w:t>Betaald werk</w:t>
      </w:r>
    </w:p>
    <w:p w:rsidR="00F2268E" w:rsidRDefault="004104D7" w:rsidP="00F2268E">
      <w:pPr>
        <w:tabs>
          <w:tab w:val="left" w:pos="426"/>
          <w:tab w:val="left" w:pos="709"/>
        </w:tabs>
        <w:ind w:left="1418" w:hanging="1418"/>
      </w:pPr>
      <w:r w:rsidRPr="004104D7">
        <w:tab/>
      </w:r>
      <w:r w:rsidRPr="004104D7">
        <w:rPr>
          <w:rFonts w:ascii="Arial Unicode MS" w:eastAsia="Arial Unicode MS" w:hAnsi="Arial Unicode MS" w:cs="Arial Unicode MS" w:hint="eastAsia"/>
        </w:rPr>
        <w:t>❑</w:t>
      </w:r>
      <w:r w:rsidRPr="004104D7">
        <w:t xml:space="preserve"> </w:t>
      </w:r>
      <w:r w:rsidRPr="004104D7">
        <w:tab/>
        <w:t xml:space="preserve">Werkloos/werkzoekend </w:t>
      </w:r>
      <w:r w:rsidR="00F2268E">
        <w:t xml:space="preserve">     </w:t>
      </w:r>
    </w:p>
    <w:p w:rsidR="004104D7" w:rsidRPr="004104D7" w:rsidRDefault="00F2268E" w:rsidP="00F2268E">
      <w:pPr>
        <w:tabs>
          <w:tab w:val="left" w:pos="426"/>
          <w:tab w:val="left" w:pos="709"/>
        </w:tabs>
        <w:ind w:left="1418" w:hanging="1418"/>
      </w:pPr>
      <w:r>
        <w:tab/>
      </w:r>
      <w:r>
        <w:tab/>
        <w:t xml:space="preserve">(geregistreerd bij </w:t>
      </w:r>
      <w:r w:rsidR="004104D7" w:rsidRPr="004104D7">
        <w:t>het arbeidsbureau)</w:t>
      </w:r>
    </w:p>
    <w:p w:rsidR="004104D7" w:rsidRPr="004104D7" w:rsidRDefault="004104D7" w:rsidP="00DC3A4C">
      <w:pPr>
        <w:tabs>
          <w:tab w:val="left" w:pos="426"/>
          <w:tab w:val="left" w:pos="709"/>
        </w:tabs>
      </w:pPr>
      <w:r w:rsidRPr="004104D7">
        <w:tab/>
      </w:r>
      <w:r w:rsidRPr="004104D7">
        <w:rPr>
          <w:rFonts w:ascii="Arial Unicode MS" w:eastAsia="Arial Unicode MS" w:hAnsi="Arial Unicode MS" w:cs="Arial Unicode MS" w:hint="eastAsia"/>
        </w:rPr>
        <w:t>❑</w:t>
      </w:r>
      <w:r w:rsidR="00F2268E">
        <w:t xml:space="preserve">  </w:t>
      </w:r>
      <w:r w:rsidRPr="004104D7">
        <w:t>Arbeidsongeschikt/WAO</w:t>
      </w:r>
    </w:p>
    <w:p w:rsidR="004104D7" w:rsidRPr="004104D7" w:rsidRDefault="004104D7" w:rsidP="00DC3A4C">
      <w:pPr>
        <w:tabs>
          <w:tab w:val="left" w:pos="426"/>
          <w:tab w:val="left" w:pos="709"/>
        </w:tabs>
      </w:pPr>
      <w:r w:rsidRPr="004104D7">
        <w:tab/>
      </w:r>
      <w:r w:rsidRPr="004104D7">
        <w:rPr>
          <w:rFonts w:ascii="Arial Unicode MS" w:eastAsia="Arial Unicode MS" w:hAnsi="Arial Unicode MS" w:cs="Arial Unicode MS" w:hint="eastAsia"/>
        </w:rPr>
        <w:t>❑</w:t>
      </w:r>
      <w:r w:rsidRPr="004104D7">
        <w:t xml:space="preserve">  Huisvrouw/-man</w:t>
      </w:r>
    </w:p>
    <w:p w:rsidR="004104D7" w:rsidRPr="004104D7" w:rsidRDefault="004104D7" w:rsidP="00DC3A4C">
      <w:pPr>
        <w:tabs>
          <w:tab w:val="left" w:pos="426"/>
          <w:tab w:val="left" w:pos="709"/>
        </w:tabs>
      </w:pPr>
      <w:r w:rsidRPr="004104D7">
        <w:tab/>
      </w:r>
      <w:r w:rsidRPr="004104D7">
        <w:rPr>
          <w:rFonts w:ascii="Arial Unicode MS" w:eastAsia="Arial Unicode MS" w:hAnsi="Arial Unicode MS" w:cs="Arial Unicode MS" w:hint="eastAsia"/>
        </w:rPr>
        <w:t>❑</w:t>
      </w:r>
      <w:r w:rsidRPr="004104D7">
        <w:t xml:space="preserve">  Pensioen (AOW, VUT, enz.)</w:t>
      </w:r>
    </w:p>
    <w:p w:rsidR="004104D7" w:rsidRPr="004104D7" w:rsidRDefault="004104D7" w:rsidP="00DC3A4C">
      <w:pPr>
        <w:tabs>
          <w:tab w:val="left" w:pos="426"/>
          <w:tab w:val="left" w:pos="709"/>
        </w:tabs>
      </w:pPr>
    </w:p>
    <w:p w:rsidR="004104D7" w:rsidRPr="004104D7" w:rsidRDefault="004104D7" w:rsidP="004104D7"/>
    <w:p w:rsidR="004104D7" w:rsidRPr="004104D7" w:rsidRDefault="00DC3A4C" w:rsidP="00DC3A4C">
      <w:pPr>
        <w:tabs>
          <w:tab w:val="left" w:pos="426"/>
          <w:tab w:val="left" w:pos="709"/>
        </w:tabs>
        <w:ind w:left="426" w:hanging="426"/>
        <w:rPr>
          <w:b/>
        </w:rPr>
      </w:pPr>
      <w:r>
        <w:rPr>
          <w:b/>
        </w:rPr>
        <w:t>112.</w:t>
      </w:r>
      <w:r>
        <w:rPr>
          <w:b/>
        </w:rPr>
        <w:tab/>
      </w:r>
      <w:r w:rsidR="004104D7" w:rsidRPr="004104D7">
        <w:rPr>
          <w:b/>
        </w:rPr>
        <w:t>Welke mensen maken op dit moment deel uit van uw huishouden? (meerdere antwoorden mogelijk)</w:t>
      </w:r>
    </w:p>
    <w:p w:rsidR="004104D7" w:rsidRPr="004104D7" w:rsidRDefault="004104D7" w:rsidP="00DC3A4C">
      <w:pPr>
        <w:tabs>
          <w:tab w:val="left" w:pos="426"/>
          <w:tab w:val="left" w:pos="709"/>
        </w:tabs>
      </w:pPr>
      <w:r w:rsidRPr="004104D7">
        <w:tab/>
      </w:r>
      <w:r w:rsidRPr="004104D7">
        <w:rPr>
          <w:rFonts w:ascii="Arial Unicode MS" w:eastAsia="Arial Unicode MS" w:hAnsi="Arial Unicode MS" w:cs="Arial Unicode MS" w:hint="eastAsia"/>
        </w:rPr>
        <w:t>❑</w:t>
      </w:r>
      <w:r w:rsidRPr="004104D7">
        <w:t xml:space="preserve"> </w:t>
      </w:r>
      <w:r w:rsidRPr="004104D7">
        <w:tab/>
        <w:t>Geen andere personen buiten mijzelf</w:t>
      </w:r>
    </w:p>
    <w:p w:rsidR="004104D7" w:rsidRPr="004104D7" w:rsidRDefault="004104D7" w:rsidP="00DC3A4C">
      <w:pPr>
        <w:tabs>
          <w:tab w:val="left" w:pos="426"/>
          <w:tab w:val="left" w:pos="709"/>
        </w:tabs>
      </w:pPr>
      <w:r w:rsidRPr="004104D7">
        <w:tab/>
      </w:r>
      <w:r w:rsidRPr="004104D7">
        <w:rPr>
          <w:rFonts w:ascii="Arial Unicode MS" w:eastAsia="Arial Unicode MS" w:hAnsi="Arial Unicode MS" w:cs="Arial Unicode MS" w:hint="eastAsia"/>
        </w:rPr>
        <w:t>❑</w:t>
      </w:r>
      <w:r w:rsidRPr="004104D7">
        <w:t xml:space="preserve"> </w:t>
      </w:r>
      <w:r w:rsidRPr="004104D7">
        <w:tab/>
        <w:t>Partner/echtgeno(o)t(e)</w:t>
      </w:r>
    </w:p>
    <w:p w:rsidR="004104D7" w:rsidRPr="004104D7" w:rsidRDefault="004104D7" w:rsidP="00DC3A4C">
      <w:pPr>
        <w:tabs>
          <w:tab w:val="left" w:pos="426"/>
          <w:tab w:val="left" w:pos="709"/>
        </w:tabs>
      </w:pPr>
      <w:r w:rsidRPr="004104D7">
        <w:tab/>
      </w:r>
      <w:r w:rsidRPr="004104D7">
        <w:rPr>
          <w:rFonts w:ascii="Arial Unicode MS" w:eastAsia="Arial Unicode MS" w:hAnsi="Arial Unicode MS" w:cs="Arial Unicode MS" w:hint="eastAsia"/>
        </w:rPr>
        <w:t>❑</w:t>
      </w:r>
      <w:r w:rsidRPr="004104D7">
        <w:t xml:space="preserve"> </w:t>
      </w:r>
      <w:r w:rsidRPr="004104D7">
        <w:tab/>
        <w:t xml:space="preserve">Kinderen jonger dan 18 jaar die nog thuis </w:t>
      </w:r>
      <w:r w:rsidR="00DC3A4C">
        <w:tab/>
      </w:r>
      <w:r w:rsidR="00DC3A4C">
        <w:tab/>
      </w:r>
      <w:r w:rsidRPr="004104D7">
        <w:t>wonen</w:t>
      </w:r>
    </w:p>
    <w:p w:rsidR="004104D7" w:rsidRPr="004104D7" w:rsidRDefault="004104D7" w:rsidP="00DC3A4C">
      <w:pPr>
        <w:tabs>
          <w:tab w:val="left" w:pos="426"/>
          <w:tab w:val="left" w:pos="709"/>
        </w:tabs>
      </w:pPr>
      <w:r w:rsidRPr="004104D7">
        <w:tab/>
      </w:r>
      <w:r w:rsidRPr="004104D7">
        <w:rPr>
          <w:rFonts w:ascii="Arial Unicode MS" w:eastAsia="Arial Unicode MS" w:hAnsi="Arial Unicode MS" w:cs="Arial Unicode MS" w:hint="eastAsia"/>
        </w:rPr>
        <w:t>❑</w:t>
      </w:r>
      <w:r w:rsidRPr="004104D7">
        <w:t xml:space="preserve"> </w:t>
      </w:r>
      <w:r w:rsidRPr="004104D7">
        <w:tab/>
        <w:t xml:space="preserve">Kinderen van 18 jaar en ouder die nog thuis </w:t>
      </w:r>
      <w:r w:rsidR="00DC3A4C">
        <w:tab/>
      </w:r>
      <w:r w:rsidR="00DC3A4C">
        <w:tab/>
      </w:r>
      <w:r w:rsidRPr="004104D7">
        <w:t>wonen</w:t>
      </w:r>
    </w:p>
    <w:p w:rsidR="004104D7" w:rsidRPr="004104D7" w:rsidRDefault="004104D7" w:rsidP="00DC3A4C">
      <w:pPr>
        <w:tabs>
          <w:tab w:val="left" w:pos="426"/>
          <w:tab w:val="left" w:pos="709"/>
        </w:tabs>
      </w:pPr>
      <w:r w:rsidRPr="004104D7">
        <w:tab/>
      </w:r>
      <w:r w:rsidRPr="004104D7">
        <w:rPr>
          <w:rFonts w:ascii="Arial Unicode MS" w:eastAsia="Arial Unicode MS" w:hAnsi="Arial Unicode MS" w:cs="Arial Unicode MS" w:hint="eastAsia"/>
        </w:rPr>
        <w:t>❑</w:t>
      </w:r>
      <w:r w:rsidRPr="004104D7">
        <w:t xml:space="preserve"> </w:t>
      </w:r>
      <w:r w:rsidRPr="004104D7">
        <w:tab/>
        <w:t>Ouder(s)</w:t>
      </w:r>
    </w:p>
    <w:p w:rsidR="004104D7" w:rsidRPr="004104D7" w:rsidRDefault="004104D7" w:rsidP="00DC3A4C">
      <w:pPr>
        <w:tabs>
          <w:tab w:val="left" w:pos="426"/>
          <w:tab w:val="left" w:pos="709"/>
        </w:tabs>
      </w:pPr>
      <w:r w:rsidRPr="004104D7">
        <w:tab/>
      </w:r>
      <w:r w:rsidRPr="004104D7">
        <w:rPr>
          <w:rFonts w:ascii="Arial Unicode MS" w:eastAsia="Arial Unicode MS" w:hAnsi="Arial Unicode MS" w:cs="Arial Unicode MS" w:hint="eastAsia"/>
        </w:rPr>
        <w:t>❑</w:t>
      </w:r>
      <w:r w:rsidRPr="004104D7">
        <w:t xml:space="preserve"> </w:t>
      </w:r>
      <w:r w:rsidRPr="004104D7">
        <w:tab/>
        <w:t>Kind bij wie ik inwoon</w:t>
      </w:r>
    </w:p>
    <w:p w:rsidR="004104D7" w:rsidRPr="004104D7" w:rsidRDefault="004104D7" w:rsidP="00DC3A4C">
      <w:pPr>
        <w:tabs>
          <w:tab w:val="left" w:pos="426"/>
          <w:tab w:val="left" w:pos="709"/>
        </w:tabs>
      </w:pPr>
      <w:r w:rsidRPr="004104D7">
        <w:tab/>
      </w:r>
      <w:r w:rsidRPr="004104D7">
        <w:rPr>
          <w:rFonts w:ascii="Arial Unicode MS" w:eastAsia="Arial Unicode MS" w:hAnsi="Arial Unicode MS" w:cs="Arial Unicode MS" w:hint="eastAsia"/>
        </w:rPr>
        <w:t>❑</w:t>
      </w:r>
      <w:r w:rsidRPr="004104D7">
        <w:t xml:space="preserve"> </w:t>
      </w:r>
      <w:r w:rsidRPr="004104D7">
        <w:tab/>
        <w:t xml:space="preserve">Anders, namelijk </w:t>
      </w:r>
    </w:p>
    <w:p w:rsidR="004104D7" w:rsidRPr="004104D7" w:rsidRDefault="004104D7" w:rsidP="004104D7"/>
    <w:p w:rsidR="004104D7" w:rsidRDefault="009236EE" w:rsidP="004104D7">
      <w:r>
        <w:rPr>
          <w:noProof/>
        </w:rPr>
        <mc:AlternateContent>
          <mc:Choice Requires="wps">
            <w:drawing>
              <wp:anchor distT="0" distB="0" distL="114300" distR="114300" simplePos="0" relativeHeight="251658752" behindDoc="0" locked="0" layoutInCell="1" allowOverlap="1">
                <wp:simplePos x="0" y="0"/>
                <wp:positionH relativeFrom="column">
                  <wp:posOffset>914400</wp:posOffset>
                </wp:positionH>
                <wp:positionV relativeFrom="paragraph">
                  <wp:posOffset>63500</wp:posOffset>
                </wp:positionV>
                <wp:extent cx="4800600" cy="4686300"/>
                <wp:effectExtent l="0" t="3810" r="2540" b="0"/>
                <wp:wrapNone/>
                <wp:docPr id="1" name="Text Box 1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4686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76DDA" w:rsidRDefault="00A76DDA" w:rsidP="005B0223">
                            <w:pPr>
                              <w:pStyle w:val="C2-CtrSglS"/>
                              <w:spacing w:line="280" w:lineRule="atLeast"/>
                              <w:rPr>
                                <w:rFonts w:cs="Arial"/>
                                <w:b/>
                                <w:sz w:val="28"/>
                                <w:lang w:val="nl-NL"/>
                              </w:rPr>
                            </w:pPr>
                          </w:p>
                          <w:p w:rsidR="00A76DDA" w:rsidRDefault="00A76DDA" w:rsidP="005B0223">
                            <w:pPr>
                              <w:pStyle w:val="C2-CtrSglS"/>
                              <w:spacing w:line="280" w:lineRule="atLeast"/>
                              <w:rPr>
                                <w:rFonts w:cs="Arial"/>
                                <w:b/>
                                <w:sz w:val="28"/>
                                <w:lang w:val="nl-NL"/>
                              </w:rPr>
                            </w:pPr>
                          </w:p>
                          <w:p w:rsidR="00A76DDA" w:rsidRDefault="00A76DDA" w:rsidP="005B0223">
                            <w:pPr>
                              <w:pStyle w:val="C2-CtrSglS"/>
                              <w:spacing w:line="280" w:lineRule="atLeast"/>
                              <w:rPr>
                                <w:rFonts w:cs="Arial"/>
                                <w:b/>
                                <w:sz w:val="28"/>
                                <w:lang w:val="nl-NL"/>
                              </w:rPr>
                            </w:pPr>
                          </w:p>
                          <w:p w:rsidR="00A76DDA" w:rsidRPr="007B53B0" w:rsidRDefault="00A76DDA" w:rsidP="005B0223">
                            <w:pPr>
                              <w:pStyle w:val="C2-CtrSglS"/>
                              <w:spacing w:line="280" w:lineRule="atLeast"/>
                              <w:rPr>
                                <w:rFonts w:cs="Arial"/>
                                <w:b/>
                                <w:sz w:val="28"/>
                                <w:lang w:val="nl-NL"/>
                              </w:rPr>
                            </w:pPr>
                            <w:r w:rsidRPr="007B53B0">
                              <w:rPr>
                                <w:rFonts w:cs="Arial"/>
                                <w:b/>
                                <w:sz w:val="28"/>
                                <w:lang w:val="nl-NL"/>
                              </w:rPr>
                              <w:t xml:space="preserve">HARTELIJK BEDANKT VOOR HET INVULLEN </w:t>
                            </w:r>
                          </w:p>
                          <w:p w:rsidR="00A76DDA" w:rsidRPr="007B53B0" w:rsidRDefault="00A76DDA" w:rsidP="005B0223">
                            <w:pPr>
                              <w:pStyle w:val="C2-CtrSglS"/>
                              <w:spacing w:line="280" w:lineRule="atLeast"/>
                              <w:rPr>
                                <w:rFonts w:cs="Arial"/>
                                <w:b/>
                                <w:sz w:val="28"/>
                                <w:lang w:val="nl-NL"/>
                              </w:rPr>
                            </w:pPr>
                            <w:r w:rsidRPr="007B53B0">
                              <w:rPr>
                                <w:rFonts w:cs="Arial"/>
                                <w:b/>
                                <w:sz w:val="28"/>
                                <w:lang w:val="nl-NL"/>
                              </w:rPr>
                              <w:t>VAN DE VRAGENLIJST</w:t>
                            </w:r>
                          </w:p>
                          <w:p w:rsidR="00A76DDA" w:rsidRPr="007B53B0" w:rsidRDefault="00A76DDA" w:rsidP="005B0223">
                            <w:pPr>
                              <w:pStyle w:val="C2-CtrSglS"/>
                              <w:spacing w:line="280" w:lineRule="atLeast"/>
                              <w:rPr>
                                <w:rFonts w:cs="Arial"/>
                                <w:b/>
                                <w:lang w:val="nl-NL"/>
                              </w:rPr>
                            </w:pPr>
                          </w:p>
                          <w:p w:rsidR="00A76DDA" w:rsidRDefault="00A76DDA" w:rsidP="005B0223">
                            <w:pPr>
                              <w:pStyle w:val="C2-CtrSglS"/>
                              <w:spacing w:line="280" w:lineRule="atLeast"/>
                              <w:rPr>
                                <w:rFonts w:cs="Arial"/>
                                <w:b/>
                                <w:lang w:val="nl-NL"/>
                              </w:rPr>
                            </w:pPr>
                            <w:r w:rsidRPr="007B53B0">
                              <w:rPr>
                                <w:rFonts w:cs="Arial"/>
                                <w:b/>
                                <w:lang w:val="nl-NL"/>
                              </w:rPr>
                              <w:t xml:space="preserve">Stuurt u </w:t>
                            </w:r>
                            <w:r>
                              <w:rPr>
                                <w:rFonts w:cs="Arial"/>
                                <w:b/>
                                <w:lang w:val="nl-NL"/>
                              </w:rPr>
                              <w:t xml:space="preserve">de ingevulde vragenlijst a.u.b. </w:t>
                            </w:r>
                            <w:r w:rsidRPr="007B53B0">
                              <w:rPr>
                                <w:rFonts w:cs="Arial"/>
                                <w:b/>
                                <w:lang w:val="nl-NL"/>
                              </w:rPr>
                              <w:t xml:space="preserve">terug in </w:t>
                            </w:r>
                          </w:p>
                          <w:p w:rsidR="00A76DDA" w:rsidRDefault="00A76DDA" w:rsidP="005B0223">
                            <w:pPr>
                              <w:pStyle w:val="C2-CtrSglS"/>
                              <w:spacing w:line="280" w:lineRule="atLeast"/>
                              <w:rPr>
                                <w:rFonts w:cs="Arial"/>
                                <w:b/>
                                <w:lang w:val="nl-NL"/>
                              </w:rPr>
                            </w:pPr>
                            <w:r w:rsidRPr="007B53B0">
                              <w:rPr>
                                <w:rFonts w:cs="Arial"/>
                                <w:b/>
                                <w:lang w:val="nl-NL"/>
                              </w:rPr>
                              <w:t>de bijgevoegde enveloppe.</w:t>
                            </w:r>
                          </w:p>
                          <w:p w:rsidR="00A76DDA" w:rsidRPr="007B53B0" w:rsidRDefault="00A76DDA" w:rsidP="005B0223">
                            <w:pPr>
                              <w:pStyle w:val="C2-CtrSglS"/>
                              <w:spacing w:line="280" w:lineRule="atLeast"/>
                              <w:rPr>
                                <w:rFonts w:cs="Arial"/>
                                <w:b/>
                                <w:lang w:val="nl-NL"/>
                              </w:rPr>
                            </w:pPr>
                          </w:p>
                          <w:p w:rsidR="00A76DDA" w:rsidRDefault="00A76DDA" w:rsidP="005B0223">
                            <w:pPr>
                              <w:pStyle w:val="C2-CtrSglS"/>
                              <w:spacing w:line="280" w:lineRule="atLeast"/>
                              <w:rPr>
                                <w:rFonts w:cs="Arial"/>
                                <w:b/>
                                <w:lang w:val="nl-NL"/>
                              </w:rPr>
                            </w:pPr>
                            <w:r w:rsidRPr="007B53B0">
                              <w:rPr>
                                <w:rFonts w:cs="Arial"/>
                                <w:b/>
                                <w:lang w:val="nl-NL"/>
                              </w:rPr>
                              <w:t>Een postzegel is niet nodig</w:t>
                            </w:r>
                            <w:r>
                              <w:rPr>
                                <w:rFonts w:cs="Arial"/>
                                <w:b/>
                                <w:lang w:val="nl-NL"/>
                              </w:rPr>
                              <w:t>.</w:t>
                            </w:r>
                          </w:p>
                          <w:p w:rsidR="00A76DDA" w:rsidRPr="005B0223" w:rsidRDefault="00A76DDA" w:rsidP="005B022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2" o:spid="_x0000_s1026" type="#_x0000_t202" style="position:absolute;margin-left:1in;margin-top:5pt;width:378pt;height:36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" stroked="f">
                <v:textbox>
                  <w:txbxContent>
                    <w:p w:rsidR="00A76DDA" w:rsidRDefault="00A76DDA" w:rsidP="005B0223">
                      <w:pPr>
                        <w:pStyle w:val="C2-CtrSglS"/>
                        <w:spacing w:line="280" w:lineRule="atLeast"/>
                        <w:rPr>
                          <w:rFonts w:cs="Arial"/>
                          <w:b/>
                          <w:sz w:val="28"/>
                          <w:lang w:val="nl-NL"/>
                        </w:rPr>
                      </w:pPr>
                    </w:p>
                    <w:p w:rsidR="00A76DDA" w:rsidRDefault="00A76DDA" w:rsidP="005B0223">
                      <w:pPr>
                        <w:pStyle w:val="C2-CtrSglS"/>
                        <w:spacing w:line="280" w:lineRule="atLeast"/>
                        <w:rPr>
                          <w:rFonts w:cs="Arial"/>
                          <w:b/>
                          <w:sz w:val="28"/>
                          <w:lang w:val="nl-NL"/>
                        </w:rPr>
                      </w:pPr>
                    </w:p>
                    <w:p w:rsidR="00A76DDA" w:rsidRDefault="00A76DDA" w:rsidP="005B0223">
                      <w:pPr>
                        <w:pStyle w:val="C2-CtrSglS"/>
                        <w:spacing w:line="280" w:lineRule="atLeast"/>
                        <w:rPr>
                          <w:rFonts w:cs="Arial"/>
                          <w:b/>
                          <w:sz w:val="28"/>
                          <w:lang w:val="nl-NL"/>
                        </w:rPr>
                      </w:pPr>
                    </w:p>
                    <w:p w:rsidR="00A76DDA" w:rsidRPr="007B53B0" w:rsidRDefault="00A76DDA" w:rsidP="005B0223">
                      <w:pPr>
                        <w:pStyle w:val="C2-CtrSglS"/>
                        <w:spacing w:line="280" w:lineRule="atLeast"/>
                        <w:rPr>
                          <w:rFonts w:cs="Arial"/>
                          <w:b/>
                          <w:sz w:val="28"/>
                          <w:lang w:val="nl-NL"/>
                        </w:rPr>
                      </w:pPr>
                      <w:r w:rsidRPr="007B53B0">
                        <w:rPr>
                          <w:rFonts w:cs="Arial"/>
                          <w:b/>
                          <w:sz w:val="28"/>
                          <w:lang w:val="nl-NL"/>
                        </w:rPr>
                        <w:t xml:space="preserve">HARTELIJK BEDANKT VOOR HET INVULLEN </w:t>
                      </w:r>
                    </w:p>
                    <w:p w:rsidR="00A76DDA" w:rsidRPr="007B53B0" w:rsidRDefault="00A76DDA" w:rsidP="005B0223">
                      <w:pPr>
                        <w:pStyle w:val="C2-CtrSglS"/>
                        <w:spacing w:line="280" w:lineRule="atLeast"/>
                        <w:rPr>
                          <w:rFonts w:cs="Arial"/>
                          <w:b/>
                          <w:sz w:val="28"/>
                          <w:lang w:val="nl-NL"/>
                        </w:rPr>
                      </w:pPr>
                      <w:r w:rsidRPr="007B53B0">
                        <w:rPr>
                          <w:rFonts w:cs="Arial"/>
                          <w:b/>
                          <w:sz w:val="28"/>
                          <w:lang w:val="nl-NL"/>
                        </w:rPr>
                        <w:t>VAN DE VRAGENLIJST</w:t>
                      </w:r>
                    </w:p>
                    <w:p w:rsidR="00A76DDA" w:rsidRPr="007B53B0" w:rsidRDefault="00A76DDA" w:rsidP="005B0223">
                      <w:pPr>
                        <w:pStyle w:val="C2-CtrSglS"/>
                        <w:spacing w:line="280" w:lineRule="atLeast"/>
                        <w:rPr>
                          <w:rFonts w:cs="Arial"/>
                          <w:b/>
                          <w:lang w:val="nl-NL"/>
                        </w:rPr>
                      </w:pPr>
                    </w:p>
                    <w:p w:rsidR="00A76DDA" w:rsidRDefault="00A76DDA" w:rsidP="005B0223">
                      <w:pPr>
                        <w:pStyle w:val="C2-CtrSglS"/>
                        <w:spacing w:line="280" w:lineRule="atLeast"/>
                        <w:rPr>
                          <w:rFonts w:cs="Arial"/>
                          <w:b/>
                          <w:lang w:val="nl-NL"/>
                        </w:rPr>
                      </w:pPr>
                      <w:r w:rsidRPr="007B53B0">
                        <w:rPr>
                          <w:rFonts w:cs="Arial"/>
                          <w:b/>
                          <w:lang w:val="nl-NL"/>
                        </w:rPr>
                        <w:t xml:space="preserve">Stuurt u </w:t>
                      </w:r>
                      <w:r>
                        <w:rPr>
                          <w:rFonts w:cs="Arial"/>
                          <w:b/>
                          <w:lang w:val="nl-NL"/>
                        </w:rPr>
                        <w:t xml:space="preserve">de ingevulde vragenlijst a.u.b. </w:t>
                      </w:r>
                      <w:r w:rsidRPr="007B53B0">
                        <w:rPr>
                          <w:rFonts w:cs="Arial"/>
                          <w:b/>
                          <w:lang w:val="nl-NL"/>
                        </w:rPr>
                        <w:t xml:space="preserve">terug in </w:t>
                      </w:r>
                    </w:p>
                    <w:p w:rsidR="00A76DDA" w:rsidRDefault="00A76DDA" w:rsidP="005B0223">
                      <w:pPr>
                        <w:pStyle w:val="C2-CtrSglS"/>
                        <w:spacing w:line="280" w:lineRule="atLeast"/>
                        <w:rPr>
                          <w:rFonts w:cs="Arial"/>
                          <w:b/>
                          <w:lang w:val="nl-NL"/>
                        </w:rPr>
                      </w:pPr>
                      <w:r w:rsidRPr="007B53B0">
                        <w:rPr>
                          <w:rFonts w:cs="Arial"/>
                          <w:b/>
                          <w:lang w:val="nl-NL"/>
                        </w:rPr>
                        <w:t>de bijgevoegde enveloppe.</w:t>
                      </w:r>
                    </w:p>
                    <w:p w:rsidR="00A76DDA" w:rsidRPr="007B53B0" w:rsidRDefault="00A76DDA" w:rsidP="005B0223">
                      <w:pPr>
                        <w:pStyle w:val="C2-CtrSglS"/>
                        <w:spacing w:line="280" w:lineRule="atLeast"/>
                        <w:rPr>
                          <w:rFonts w:cs="Arial"/>
                          <w:b/>
                          <w:lang w:val="nl-NL"/>
                        </w:rPr>
                      </w:pPr>
                    </w:p>
                    <w:p w:rsidR="00A76DDA" w:rsidRDefault="00A76DDA" w:rsidP="005B0223">
                      <w:pPr>
                        <w:pStyle w:val="C2-CtrSglS"/>
                        <w:spacing w:line="280" w:lineRule="atLeast"/>
                        <w:rPr>
                          <w:rFonts w:cs="Arial"/>
                          <w:b/>
                          <w:lang w:val="nl-NL"/>
                        </w:rPr>
                      </w:pPr>
                      <w:r w:rsidRPr="007B53B0">
                        <w:rPr>
                          <w:rFonts w:cs="Arial"/>
                          <w:b/>
                          <w:lang w:val="nl-NL"/>
                        </w:rPr>
                        <w:t>Een postzegel is niet nodig</w:t>
                      </w:r>
                      <w:r>
                        <w:rPr>
                          <w:rFonts w:cs="Arial"/>
                          <w:b/>
                          <w:lang w:val="nl-NL"/>
                        </w:rPr>
                        <w:t>.</w:t>
                      </w:r>
                    </w:p>
                    <w:p w:rsidR="00A76DDA" w:rsidRPr="005B0223" w:rsidRDefault="00A76DDA" w:rsidP="005B0223"/>
                  </w:txbxContent>
                </v:textbox>
              </v:shape>
            </w:pict>
          </mc:Fallback>
        </mc:AlternateContent>
      </w:r>
    </w:p>
    <w:p w:rsidR="005B0223" w:rsidRDefault="005B0223" w:rsidP="004104D7"/>
    <w:p w:rsidR="005B0223" w:rsidRDefault="005B0223" w:rsidP="004104D7"/>
    <w:p w:rsidR="005B0223" w:rsidRDefault="005B0223" w:rsidP="004104D7"/>
    <w:p w:rsidR="005B0223" w:rsidRDefault="005B0223" w:rsidP="004104D7"/>
    <w:p w:rsidR="005B0223" w:rsidRDefault="005B0223" w:rsidP="004104D7"/>
    <w:p w:rsidR="005B0223" w:rsidRDefault="005B0223" w:rsidP="004104D7"/>
    <w:p w:rsidR="005B0223" w:rsidRDefault="005B0223" w:rsidP="004104D7"/>
    <w:p w:rsidR="005B0223" w:rsidRDefault="005B0223" w:rsidP="004104D7"/>
    <w:p w:rsidR="005B0223" w:rsidRDefault="005B0223" w:rsidP="004104D7"/>
    <w:p w:rsidR="005B0223" w:rsidRDefault="005B0223" w:rsidP="004104D7"/>
    <w:p w:rsidR="005B0223" w:rsidRDefault="005B0223" w:rsidP="004104D7"/>
    <w:p w:rsidR="005B0223" w:rsidRDefault="005B0223" w:rsidP="004104D7"/>
    <w:p w:rsidR="005B0223" w:rsidRDefault="005B0223" w:rsidP="004104D7"/>
    <w:p w:rsidR="005B0223" w:rsidRDefault="005B0223" w:rsidP="004104D7"/>
    <w:p w:rsidR="005B0223" w:rsidRDefault="005B0223" w:rsidP="004104D7"/>
    <w:p w:rsidR="005B0223" w:rsidRDefault="005B0223" w:rsidP="004104D7"/>
    <w:p w:rsidR="005B0223" w:rsidRDefault="005B0223" w:rsidP="004104D7"/>
    <w:p w:rsidR="005B0223" w:rsidRDefault="005B0223" w:rsidP="004104D7"/>
    <w:p w:rsidR="005B0223" w:rsidRDefault="005B0223" w:rsidP="004104D7"/>
    <w:p w:rsidR="005B0223" w:rsidRDefault="005B0223" w:rsidP="004104D7"/>
    <w:p w:rsidR="005B0223" w:rsidRDefault="005B0223" w:rsidP="004104D7"/>
    <w:p w:rsidR="005B0223" w:rsidRDefault="005B0223" w:rsidP="004104D7"/>
    <w:p w:rsidR="005B0223" w:rsidRDefault="005B0223" w:rsidP="004104D7"/>
    <w:p w:rsidR="005B0223" w:rsidRDefault="005B0223" w:rsidP="004104D7"/>
    <w:p w:rsidR="005B0223" w:rsidRDefault="005B0223" w:rsidP="004104D7"/>
    <w:p w:rsidR="005B0223" w:rsidRDefault="005B0223" w:rsidP="004104D7"/>
    <w:p w:rsidR="004104D7" w:rsidRPr="004104D7" w:rsidRDefault="00DC3A4C" w:rsidP="00DC3A4C">
      <w:pPr>
        <w:tabs>
          <w:tab w:val="left" w:pos="426"/>
          <w:tab w:val="left" w:pos="709"/>
        </w:tabs>
        <w:rPr>
          <w:b/>
        </w:rPr>
      </w:pPr>
      <w:r>
        <w:rPr>
          <w:b/>
        </w:rPr>
        <w:t>113.</w:t>
      </w:r>
      <w:r>
        <w:rPr>
          <w:b/>
        </w:rPr>
        <w:tab/>
      </w:r>
      <w:r w:rsidR="004104D7" w:rsidRPr="004104D7">
        <w:rPr>
          <w:b/>
        </w:rPr>
        <w:t>Wat zijn de vier cijfers van uw postcode?</w:t>
      </w:r>
    </w:p>
    <w:p w:rsidR="004104D7" w:rsidRPr="00DC3A4C" w:rsidRDefault="004104D7" w:rsidP="00DC3A4C">
      <w:pPr>
        <w:tabs>
          <w:tab w:val="left" w:pos="426"/>
          <w:tab w:val="left" w:pos="709"/>
        </w:tabs>
        <w:rPr>
          <w:sz w:val="52"/>
          <w:szCs w:val="52"/>
        </w:rPr>
      </w:pPr>
      <w:r w:rsidRPr="004104D7">
        <w:t xml:space="preserve"> </w:t>
      </w:r>
      <w:r w:rsidR="00DC3A4C">
        <w:tab/>
      </w:r>
      <w:r w:rsidRPr="00DC3A4C">
        <w:rPr>
          <w:sz w:val="52"/>
          <w:szCs w:val="52"/>
        </w:rPr>
        <w:t xml:space="preserve"> □□□□</w:t>
      </w:r>
    </w:p>
    <w:p w:rsidR="004104D7" w:rsidRPr="004104D7" w:rsidRDefault="004104D7" w:rsidP="00DC3A4C">
      <w:pPr>
        <w:ind w:left="710"/>
        <w:rPr>
          <w:b/>
        </w:rPr>
      </w:pPr>
    </w:p>
    <w:p w:rsidR="00DC3A4C" w:rsidRDefault="00DC3A4C" w:rsidP="00DC3A4C">
      <w:pPr>
        <w:ind w:left="710"/>
        <w:rPr>
          <w:b/>
        </w:rPr>
      </w:pPr>
    </w:p>
    <w:p w:rsidR="004104D7" w:rsidRPr="004104D7" w:rsidRDefault="00DC3A4C" w:rsidP="00DC3A4C">
      <w:pPr>
        <w:tabs>
          <w:tab w:val="left" w:pos="426"/>
          <w:tab w:val="left" w:pos="709"/>
        </w:tabs>
        <w:rPr>
          <w:b/>
        </w:rPr>
      </w:pPr>
      <w:r>
        <w:rPr>
          <w:b/>
        </w:rPr>
        <w:t>114.</w:t>
      </w:r>
      <w:r>
        <w:rPr>
          <w:b/>
        </w:rPr>
        <w:tab/>
        <w:t>Heeft ie</w:t>
      </w:r>
      <w:r w:rsidR="004104D7" w:rsidRPr="004104D7">
        <w:rPr>
          <w:b/>
        </w:rPr>
        <w:t xml:space="preserve">mand u geholpen om deze vragenlijst </w:t>
      </w:r>
      <w:r>
        <w:rPr>
          <w:b/>
        </w:rPr>
        <w:tab/>
      </w:r>
      <w:r w:rsidR="004104D7" w:rsidRPr="004104D7">
        <w:rPr>
          <w:b/>
        </w:rPr>
        <w:t>in te vullen?</w:t>
      </w:r>
    </w:p>
    <w:p w:rsidR="004104D7" w:rsidRPr="004104D7" w:rsidRDefault="004104D7" w:rsidP="00DC3A4C">
      <w:pPr>
        <w:tabs>
          <w:tab w:val="left" w:pos="426"/>
          <w:tab w:val="left" w:pos="709"/>
        </w:tabs>
        <w:rPr>
          <w:b/>
          <w:i/>
        </w:rPr>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 xml:space="preserve">Nee </w:t>
      </w:r>
      <w:r w:rsidR="00DC3A4C">
        <w:sym w:font="Wingdings" w:char="F0E0"/>
      </w:r>
      <w:r w:rsidRPr="004104D7">
        <w:t xml:space="preserve"> </w:t>
      </w:r>
      <w:r w:rsidRPr="004104D7">
        <w:rPr>
          <w:b/>
          <w:i/>
        </w:rPr>
        <w:t xml:space="preserve">Indien nee dit is het einde van de </w:t>
      </w:r>
      <w:r w:rsidR="00DC3A4C">
        <w:rPr>
          <w:b/>
          <w:i/>
        </w:rPr>
        <w:tab/>
      </w:r>
      <w:r w:rsidR="00DC3A4C">
        <w:rPr>
          <w:b/>
          <w:i/>
        </w:rPr>
        <w:tab/>
      </w:r>
      <w:r w:rsidRPr="004104D7">
        <w:rPr>
          <w:b/>
          <w:i/>
        </w:rPr>
        <w:t>vragenlijst.</w:t>
      </w:r>
    </w:p>
    <w:p w:rsidR="004104D7" w:rsidRPr="004104D7" w:rsidRDefault="004104D7" w:rsidP="00DC3A4C">
      <w:pPr>
        <w:tabs>
          <w:tab w:val="left" w:pos="426"/>
          <w:tab w:val="left" w:pos="709"/>
        </w:tabs>
      </w:pPr>
      <w:r w:rsidRPr="004104D7">
        <w:tab/>
      </w:r>
      <w:r w:rsidRPr="004104D7">
        <w:rPr>
          <w:rFonts w:ascii="Arial Unicode MS" w:eastAsia="Arial Unicode MS" w:hAnsi="Arial Unicode MS" w:cs="Arial Unicode MS" w:hint="eastAsia"/>
        </w:rPr>
        <w:t>❑</w:t>
      </w:r>
      <w:r w:rsidRPr="004104D7">
        <w:t xml:space="preserve"> </w:t>
      </w:r>
      <w:r w:rsidRPr="004104D7">
        <w:tab/>
        <w:t>Ja</w:t>
      </w:r>
    </w:p>
    <w:p w:rsidR="004104D7" w:rsidRPr="004104D7" w:rsidRDefault="004104D7" w:rsidP="00DC3A4C">
      <w:pPr>
        <w:tabs>
          <w:tab w:val="left" w:pos="426"/>
          <w:tab w:val="left" w:pos="709"/>
        </w:tabs>
      </w:pPr>
    </w:p>
    <w:p w:rsidR="004104D7" w:rsidRPr="004104D7" w:rsidRDefault="004104D7" w:rsidP="004104D7"/>
    <w:p w:rsidR="004104D7" w:rsidRPr="004104D7" w:rsidRDefault="00DC3A4C" w:rsidP="00DC3A4C">
      <w:pPr>
        <w:tabs>
          <w:tab w:val="left" w:pos="426"/>
          <w:tab w:val="left" w:pos="709"/>
        </w:tabs>
        <w:ind w:left="426" w:hanging="426"/>
        <w:rPr>
          <w:b/>
          <w:i/>
        </w:rPr>
      </w:pPr>
      <w:r>
        <w:rPr>
          <w:b/>
        </w:rPr>
        <w:t>115.</w:t>
      </w:r>
      <w:r>
        <w:rPr>
          <w:b/>
        </w:rPr>
        <w:tab/>
      </w:r>
      <w:r w:rsidR="004104D7" w:rsidRPr="004104D7">
        <w:rPr>
          <w:b/>
        </w:rPr>
        <w:t xml:space="preserve">Hoe heeft die persoon u geholpen? </w:t>
      </w:r>
      <w:r w:rsidR="004104D7" w:rsidRPr="004104D7">
        <w:rPr>
          <w:b/>
          <w:i/>
        </w:rPr>
        <w:t>kruis alles aan wat van toepassing is</w:t>
      </w:r>
    </w:p>
    <w:p w:rsidR="004104D7" w:rsidRPr="004104D7" w:rsidRDefault="004104D7" w:rsidP="00DC3A4C">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Heeft de vragen voorgelezen</w:t>
      </w:r>
    </w:p>
    <w:p w:rsidR="004104D7" w:rsidRPr="004104D7" w:rsidRDefault="004104D7" w:rsidP="00DC3A4C">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Heeft mijn antwoorden opgeschreven</w:t>
      </w:r>
    </w:p>
    <w:p w:rsidR="004104D7" w:rsidRPr="004104D7" w:rsidRDefault="004104D7" w:rsidP="00DC3A4C">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Heeft de vragen in mijn plaats beantwoord</w:t>
      </w:r>
    </w:p>
    <w:p w:rsidR="004104D7" w:rsidRPr="004104D7" w:rsidRDefault="004104D7" w:rsidP="00DC3A4C">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Heeft de vragen in mijn taal vertaald</w:t>
      </w:r>
    </w:p>
    <w:p w:rsidR="004104D7" w:rsidRPr="004104D7" w:rsidRDefault="004104D7" w:rsidP="00DC3A4C">
      <w:pPr>
        <w:tabs>
          <w:tab w:val="left" w:pos="426"/>
          <w:tab w:val="left" w:pos="709"/>
        </w:tabs>
      </w:pPr>
      <w:r w:rsidRPr="004104D7">
        <w:rPr>
          <w:vertAlign w:val="superscript"/>
        </w:rPr>
        <w:tab/>
      </w:r>
      <w:r w:rsidRPr="004104D7">
        <w:rPr>
          <w:rFonts w:ascii="Arial Unicode MS" w:eastAsia="Arial Unicode MS" w:hAnsi="Arial Unicode MS" w:cs="Arial Unicode MS" w:hint="eastAsia"/>
        </w:rPr>
        <w:t>❑</w:t>
      </w:r>
      <w:r w:rsidRPr="004104D7">
        <w:t xml:space="preserve"> </w:t>
      </w:r>
      <w:r w:rsidRPr="004104D7">
        <w:tab/>
        <w:t>Heeft op een andere manier geholpen,</w:t>
      </w:r>
    </w:p>
    <w:p w:rsidR="004104D7" w:rsidRPr="004104D7" w:rsidRDefault="004104D7" w:rsidP="00DC3A4C">
      <w:pPr>
        <w:tabs>
          <w:tab w:val="left" w:pos="426"/>
          <w:tab w:val="left" w:pos="709"/>
        </w:tabs>
      </w:pPr>
      <w:r w:rsidRPr="004104D7">
        <w:tab/>
      </w:r>
      <w:r w:rsidRPr="004104D7">
        <w:tab/>
        <w:t xml:space="preserve">namelijk </w:t>
      </w:r>
    </w:p>
    <w:p w:rsidR="004104D7" w:rsidRDefault="004104D7" w:rsidP="00DC3A4C">
      <w:pPr>
        <w:tabs>
          <w:tab w:val="left" w:pos="426"/>
          <w:tab w:val="left" w:pos="709"/>
        </w:tabs>
      </w:pPr>
    </w:p>
    <w:p w:rsidR="00DC3A4C" w:rsidRDefault="00DC3A4C" w:rsidP="00DC3A4C">
      <w:pPr>
        <w:tabs>
          <w:tab w:val="left" w:pos="426"/>
          <w:tab w:val="left" w:pos="709"/>
        </w:tabs>
      </w:pPr>
    </w:p>
    <w:p w:rsidR="00DC3A4C" w:rsidRDefault="00DC3A4C" w:rsidP="00DC3A4C">
      <w:pPr>
        <w:tabs>
          <w:tab w:val="left" w:pos="426"/>
          <w:tab w:val="left" w:pos="709"/>
        </w:tabs>
      </w:pPr>
    </w:p>
    <w:p w:rsidR="00DC3A4C" w:rsidRDefault="00DC3A4C" w:rsidP="00DC3A4C">
      <w:pPr>
        <w:tabs>
          <w:tab w:val="left" w:pos="426"/>
          <w:tab w:val="left" w:pos="709"/>
        </w:tabs>
      </w:pPr>
    </w:p>
    <w:p w:rsidR="00DC3A4C" w:rsidRDefault="00DC3A4C" w:rsidP="00DC3A4C">
      <w:pPr>
        <w:tabs>
          <w:tab w:val="left" w:pos="426"/>
          <w:tab w:val="left" w:pos="709"/>
        </w:tabs>
      </w:pPr>
    </w:p>
    <w:p w:rsidR="00DC3A4C" w:rsidRDefault="00DC3A4C" w:rsidP="00DC3A4C">
      <w:pPr>
        <w:tabs>
          <w:tab w:val="left" w:pos="426"/>
          <w:tab w:val="left" w:pos="709"/>
        </w:tabs>
      </w:pPr>
    </w:p>
    <w:p w:rsidR="00DC3A4C" w:rsidRPr="004104D7" w:rsidRDefault="00DC3A4C" w:rsidP="00DC3A4C">
      <w:pPr>
        <w:tabs>
          <w:tab w:val="left" w:pos="426"/>
          <w:tab w:val="left" w:pos="709"/>
        </w:tabs>
      </w:pPr>
    </w:p>
    <w:sectPr w:rsidR="00DC3A4C" w:rsidRPr="004104D7" w:rsidSect="003D4236">
      <w:footerReference w:type="even" r:id="rId16"/>
      <w:footerReference w:type="default" r:id="rId17"/>
      <w:footnotePr>
        <w:numRestart w:val="eachSect"/>
      </w:footnotePr>
      <w:pgSz w:w="11906" w:h="16838" w:code="9"/>
      <w:pgMar w:top="851" w:right="851" w:bottom="1134" w:left="851" w:header="0" w:footer="567" w:gutter="0"/>
      <w:cols w:num="2"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3B82" w:rsidRDefault="00D93B82">
      <w:r>
        <w:separator/>
      </w:r>
    </w:p>
  </w:endnote>
  <w:endnote w:type="continuationSeparator" w:id="0">
    <w:p w:rsidR="00D93B82" w:rsidRDefault="00D93B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IconicSymbolsA">
    <w:altName w:val="Symbol"/>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6DDA" w:rsidRPr="002C7525" w:rsidRDefault="00A76DDA">
    <w:pPr>
      <w:pStyle w:val="Voettekst"/>
      <w:rPr>
        <w:i w:val="0"/>
      </w:rPr>
    </w:pPr>
    <w:r w:rsidRPr="002C7525">
      <w:rPr>
        <w:rStyle w:val="Paginanummer"/>
        <w:i w:val="0"/>
      </w:rPr>
      <w:fldChar w:fldCharType="begin"/>
    </w:r>
    <w:r w:rsidRPr="002C7525">
      <w:rPr>
        <w:rStyle w:val="Paginanummer"/>
        <w:i w:val="0"/>
      </w:rPr>
      <w:instrText xml:space="preserve"> PAGE </w:instrText>
    </w:r>
    <w:r w:rsidRPr="002C7525">
      <w:rPr>
        <w:rStyle w:val="Paginanummer"/>
        <w:i w:val="0"/>
      </w:rPr>
      <w:fldChar w:fldCharType="separate"/>
    </w:r>
    <w:r w:rsidR="009236EE">
      <w:rPr>
        <w:rStyle w:val="Paginanummer"/>
        <w:i w:val="0"/>
        <w:noProof/>
      </w:rPr>
      <w:t>2</w:t>
    </w:r>
    <w:r w:rsidRPr="002C7525">
      <w:rPr>
        <w:rStyle w:val="Paginanummer"/>
        <w:i w:val="0"/>
      </w:rPr>
      <w:fldChar w:fldCharType="end"/>
    </w:r>
    <w:r w:rsidRPr="002C7525">
      <w:rPr>
        <w:i w:val="0"/>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6DDA" w:rsidRPr="00AB5CE6" w:rsidRDefault="00A76DDA" w:rsidP="00AB5CE6">
    <w:pPr>
      <w:pStyle w:val="Voettekst"/>
      <w:rPr>
        <w:i w:val="0"/>
      </w:rPr>
    </w:pPr>
    <w:r w:rsidRPr="00AB5CE6">
      <w:rPr>
        <w:rStyle w:val="Paginanummer"/>
        <w:i w:val="0"/>
      </w:rPr>
      <w:fldChar w:fldCharType="begin"/>
    </w:r>
    <w:r w:rsidRPr="00AB5CE6">
      <w:rPr>
        <w:rStyle w:val="Paginanummer"/>
        <w:i w:val="0"/>
      </w:rPr>
      <w:instrText xml:space="preserve"> PAGE </w:instrText>
    </w:r>
    <w:r w:rsidRPr="00AB5CE6">
      <w:rPr>
        <w:rStyle w:val="Paginanummer"/>
        <w:i w:val="0"/>
      </w:rPr>
      <w:fldChar w:fldCharType="separate"/>
    </w:r>
    <w:r w:rsidR="009236EE">
      <w:rPr>
        <w:rStyle w:val="Paginanummer"/>
        <w:i w:val="0"/>
        <w:noProof/>
      </w:rPr>
      <w:t>14</w:t>
    </w:r>
    <w:r w:rsidRPr="00AB5CE6">
      <w:rPr>
        <w:rStyle w:val="Paginanummer"/>
        <w:i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6DDA" w:rsidRDefault="00A76DDA" w:rsidP="004A7AD1">
    <w:pPr>
      <w:pStyle w:val="Voettekst"/>
      <w:tabs>
        <w:tab w:val="clear" w:pos="7938"/>
      </w:tabs>
      <w:jc w:val="right"/>
      <w:rPr>
        <w:i w:val="0"/>
      </w:rPr>
    </w:pPr>
    <w:r>
      <w:tab/>
    </w:r>
    <w:r>
      <w:rPr>
        <w:rStyle w:val="Paginanummer"/>
        <w:i w:val="0"/>
      </w:rPr>
      <w:fldChar w:fldCharType="begin"/>
    </w:r>
    <w:r>
      <w:rPr>
        <w:rStyle w:val="Paginanummer"/>
        <w:i w:val="0"/>
      </w:rPr>
      <w:instrText xml:space="preserve"> PAGE </w:instrText>
    </w:r>
    <w:r>
      <w:rPr>
        <w:rStyle w:val="Paginanummer"/>
        <w:i w:val="0"/>
      </w:rPr>
      <w:fldChar w:fldCharType="separate"/>
    </w:r>
    <w:r w:rsidR="009236EE">
      <w:rPr>
        <w:rStyle w:val="Paginanummer"/>
        <w:i w:val="0"/>
        <w:noProof/>
      </w:rPr>
      <w:t>13</w:t>
    </w:r>
    <w:r>
      <w:rPr>
        <w:rStyle w:val="Paginanummer"/>
        <w:i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3B82" w:rsidRDefault="00D93B82">
      <w:r>
        <w:separator/>
      </w:r>
    </w:p>
  </w:footnote>
  <w:footnote w:type="continuationSeparator" w:id="0">
    <w:p w:rsidR="00D93B82" w:rsidRDefault="00D93B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166FBD"/>
    <w:multiLevelType w:val="hybridMultilevel"/>
    <w:tmpl w:val="CF660B3C"/>
    <w:lvl w:ilvl="0" w:tplc="36C6C536">
      <w:start w:val="1"/>
      <w:numFmt w:val="bullet"/>
      <w:lvlText w:val=""/>
      <w:lvlJc w:val="left"/>
      <w:pPr>
        <w:tabs>
          <w:tab w:val="num" w:pos="227"/>
        </w:tabs>
        <w:ind w:left="227" w:hanging="227"/>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0265235"/>
    <w:multiLevelType w:val="hybridMultilevel"/>
    <w:tmpl w:val="242CF9D6"/>
    <w:lvl w:ilvl="0" w:tplc="04130001">
      <w:start w:val="1"/>
      <w:numFmt w:val="bullet"/>
      <w:lvlText w:val=""/>
      <w:lvlJc w:val="left"/>
      <w:pPr>
        <w:tabs>
          <w:tab w:val="num" w:pos="2847"/>
        </w:tabs>
        <w:ind w:left="2847" w:hanging="360"/>
      </w:pPr>
      <w:rPr>
        <w:rFonts w:ascii="Symbol" w:hAnsi="Symbol" w:hint="default"/>
      </w:rPr>
    </w:lvl>
    <w:lvl w:ilvl="1" w:tplc="04130003" w:tentative="1">
      <w:start w:val="1"/>
      <w:numFmt w:val="bullet"/>
      <w:lvlText w:val="o"/>
      <w:lvlJc w:val="left"/>
      <w:pPr>
        <w:tabs>
          <w:tab w:val="num" w:pos="3567"/>
        </w:tabs>
        <w:ind w:left="3567" w:hanging="360"/>
      </w:pPr>
      <w:rPr>
        <w:rFonts w:ascii="Courier New" w:hAnsi="Courier New" w:cs="Courier New" w:hint="default"/>
      </w:rPr>
    </w:lvl>
    <w:lvl w:ilvl="2" w:tplc="04130005" w:tentative="1">
      <w:start w:val="1"/>
      <w:numFmt w:val="bullet"/>
      <w:lvlText w:val=""/>
      <w:lvlJc w:val="left"/>
      <w:pPr>
        <w:tabs>
          <w:tab w:val="num" w:pos="4287"/>
        </w:tabs>
        <w:ind w:left="4287" w:hanging="360"/>
      </w:pPr>
      <w:rPr>
        <w:rFonts w:ascii="Wingdings" w:hAnsi="Wingdings" w:hint="default"/>
      </w:rPr>
    </w:lvl>
    <w:lvl w:ilvl="3" w:tplc="04130001" w:tentative="1">
      <w:start w:val="1"/>
      <w:numFmt w:val="bullet"/>
      <w:lvlText w:val=""/>
      <w:lvlJc w:val="left"/>
      <w:pPr>
        <w:tabs>
          <w:tab w:val="num" w:pos="5007"/>
        </w:tabs>
        <w:ind w:left="5007" w:hanging="360"/>
      </w:pPr>
      <w:rPr>
        <w:rFonts w:ascii="Symbol" w:hAnsi="Symbol" w:hint="default"/>
      </w:rPr>
    </w:lvl>
    <w:lvl w:ilvl="4" w:tplc="04130003" w:tentative="1">
      <w:start w:val="1"/>
      <w:numFmt w:val="bullet"/>
      <w:lvlText w:val="o"/>
      <w:lvlJc w:val="left"/>
      <w:pPr>
        <w:tabs>
          <w:tab w:val="num" w:pos="5727"/>
        </w:tabs>
        <w:ind w:left="5727" w:hanging="360"/>
      </w:pPr>
      <w:rPr>
        <w:rFonts w:ascii="Courier New" w:hAnsi="Courier New" w:cs="Courier New" w:hint="default"/>
      </w:rPr>
    </w:lvl>
    <w:lvl w:ilvl="5" w:tplc="04130005" w:tentative="1">
      <w:start w:val="1"/>
      <w:numFmt w:val="bullet"/>
      <w:lvlText w:val=""/>
      <w:lvlJc w:val="left"/>
      <w:pPr>
        <w:tabs>
          <w:tab w:val="num" w:pos="6447"/>
        </w:tabs>
        <w:ind w:left="6447" w:hanging="360"/>
      </w:pPr>
      <w:rPr>
        <w:rFonts w:ascii="Wingdings" w:hAnsi="Wingdings" w:hint="default"/>
      </w:rPr>
    </w:lvl>
    <w:lvl w:ilvl="6" w:tplc="04130001" w:tentative="1">
      <w:start w:val="1"/>
      <w:numFmt w:val="bullet"/>
      <w:lvlText w:val=""/>
      <w:lvlJc w:val="left"/>
      <w:pPr>
        <w:tabs>
          <w:tab w:val="num" w:pos="7167"/>
        </w:tabs>
        <w:ind w:left="7167" w:hanging="360"/>
      </w:pPr>
      <w:rPr>
        <w:rFonts w:ascii="Symbol" w:hAnsi="Symbol" w:hint="default"/>
      </w:rPr>
    </w:lvl>
    <w:lvl w:ilvl="7" w:tplc="04130003" w:tentative="1">
      <w:start w:val="1"/>
      <w:numFmt w:val="bullet"/>
      <w:lvlText w:val="o"/>
      <w:lvlJc w:val="left"/>
      <w:pPr>
        <w:tabs>
          <w:tab w:val="num" w:pos="7887"/>
        </w:tabs>
        <w:ind w:left="7887" w:hanging="360"/>
      </w:pPr>
      <w:rPr>
        <w:rFonts w:ascii="Courier New" w:hAnsi="Courier New" w:cs="Courier New" w:hint="default"/>
      </w:rPr>
    </w:lvl>
    <w:lvl w:ilvl="8" w:tplc="04130005" w:tentative="1">
      <w:start w:val="1"/>
      <w:numFmt w:val="bullet"/>
      <w:lvlText w:val=""/>
      <w:lvlJc w:val="left"/>
      <w:pPr>
        <w:tabs>
          <w:tab w:val="num" w:pos="8607"/>
        </w:tabs>
        <w:ind w:left="8607" w:hanging="360"/>
      </w:pPr>
      <w:rPr>
        <w:rFonts w:ascii="Wingdings" w:hAnsi="Wingdings" w:hint="default"/>
      </w:rPr>
    </w:lvl>
  </w:abstractNum>
  <w:abstractNum w:abstractNumId="3" w15:restartNumberingAfterBreak="0">
    <w:nsid w:val="050825A1"/>
    <w:multiLevelType w:val="singleLevel"/>
    <w:tmpl w:val="F6A6FC52"/>
    <w:lvl w:ilvl="0">
      <w:start w:val="1"/>
      <w:numFmt w:val="lowerLetter"/>
      <w:lvlText w:val="(%1)"/>
      <w:lvlJc w:val="left"/>
      <w:pPr>
        <w:tabs>
          <w:tab w:val="num" w:pos="1211"/>
        </w:tabs>
        <w:ind w:left="1211" w:hanging="360"/>
      </w:pPr>
      <w:rPr>
        <w:b/>
      </w:rPr>
    </w:lvl>
  </w:abstractNum>
  <w:abstractNum w:abstractNumId="4" w15:restartNumberingAfterBreak="0">
    <w:nsid w:val="13DC0E0D"/>
    <w:multiLevelType w:val="hybridMultilevel"/>
    <w:tmpl w:val="4E826356"/>
    <w:lvl w:ilvl="0" w:tplc="382095B0">
      <w:start w:val="1"/>
      <w:numFmt w:val="bullet"/>
      <w:lvlText w:val="o"/>
      <w:lvlJc w:val="left"/>
      <w:pPr>
        <w:tabs>
          <w:tab w:val="num" w:pos="284"/>
        </w:tabs>
        <w:ind w:left="284" w:hanging="284"/>
      </w:pPr>
      <w:rPr>
        <w:rFonts w:ascii="Courier New" w:hAnsi="Courier New"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51632A8"/>
    <w:multiLevelType w:val="singleLevel"/>
    <w:tmpl w:val="55B2175E"/>
    <w:lvl w:ilvl="0">
      <w:start w:val="1"/>
      <w:numFmt w:val="bullet"/>
      <w:lvlText w:val=""/>
      <w:lvlJc w:val="left"/>
      <w:pPr>
        <w:tabs>
          <w:tab w:val="num" w:pos="360"/>
        </w:tabs>
        <w:ind w:left="360" w:hanging="360"/>
      </w:pPr>
      <w:rPr>
        <w:rFonts w:ascii="WP IconicSymbolsA" w:hAnsi="Tahoma" w:hint="default"/>
      </w:rPr>
    </w:lvl>
  </w:abstractNum>
  <w:abstractNum w:abstractNumId="6" w15:restartNumberingAfterBreak="0">
    <w:nsid w:val="19A1661B"/>
    <w:multiLevelType w:val="hybridMultilevel"/>
    <w:tmpl w:val="C52E08A8"/>
    <w:lvl w:ilvl="0" w:tplc="E12ABF5E">
      <w:start w:val="1"/>
      <w:numFmt w:val="decimal"/>
      <w:lvlText w:val="%1."/>
      <w:lvlJc w:val="left"/>
      <w:pPr>
        <w:tabs>
          <w:tab w:val="num" w:pos="540"/>
        </w:tabs>
        <w:ind w:left="540" w:hanging="540"/>
      </w:pPr>
      <w:rPr>
        <w:rFonts w:hint="default"/>
        <w:i w:val="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7" w15:restartNumberingAfterBreak="0">
    <w:nsid w:val="219637A7"/>
    <w:multiLevelType w:val="hybridMultilevel"/>
    <w:tmpl w:val="63CAD87A"/>
    <w:lvl w:ilvl="0" w:tplc="382095B0">
      <w:start w:val="1"/>
      <w:numFmt w:val="bullet"/>
      <w:lvlText w:val="o"/>
      <w:lvlJc w:val="left"/>
      <w:pPr>
        <w:tabs>
          <w:tab w:val="num" w:pos="284"/>
        </w:tabs>
        <w:ind w:left="284" w:hanging="284"/>
      </w:pPr>
      <w:rPr>
        <w:rFonts w:ascii="Courier New" w:hAnsi="Courier New"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AAA0708"/>
    <w:multiLevelType w:val="hybridMultilevel"/>
    <w:tmpl w:val="D0BEC5EA"/>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E6061A7"/>
    <w:multiLevelType w:val="hybridMultilevel"/>
    <w:tmpl w:val="2D7EA7CC"/>
    <w:lvl w:ilvl="0" w:tplc="79A42E7A">
      <w:start w:val="1"/>
      <w:numFmt w:val="bullet"/>
      <w:lvlText w:val=""/>
      <w:lvlJc w:val="left"/>
      <w:pPr>
        <w:tabs>
          <w:tab w:val="num" w:pos="997"/>
        </w:tabs>
        <w:ind w:left="997" w:hanging="227"/>
      </w:pPr>
      <w:rPr>
        <w:rFonts w:ascii="Symbol" w:hAnsi="Symbol" w:hint="default"/>
      </w:rPr>
    </w:lvl>
    <w:lvl w:ilvl="1" w:tplc="04130003" w:tentative="1">
      <w:start w:val="1"/>
      <w:numFmt w:val="bullet"/>
      <w:lvlText w:val="o"/>
      <w:lvlJc w:val="left"/>
      <w:pPr>
        <w:tabs>
          <w:tab w:val="num" w:pos="2210"/>
        </w:tabs>
        <w:ind w:left="2210" w:hanging="360"/>
      </w:pPr>
      <w:rPr>
        <w:rFonts w:ascii="Courier New" w:hAnsi="Courier New" w:cs="Courier New" w:hint="default"/>
      </w:rPr>
    </w:lvl>
    <w:lvl w:ilvl="2" w:tplc="04130005" w:tentative="1">
      <w:start w:val="1"/>
      <w:numFmt w:val="bullet"/>
      <w:lvlText w:val=""/>
      <w:lvlJc w:val="left"/>
      <w:pPr>
        <w:tabs>
          <w:tab w:val="num" w:pos="2930"/>
        </w:tabs>
        <w:ind w:left="2930" w:hanging="360"/>
      </w:pPr>
      <w:rPr>
        <w:rFonts w:ascii="Wingdings" w:hAnsi="Wingdings" w:hint="default"/>
      </w:rPr>
    </w:lvl>
    <w:lvl w:ilvl="3" w:tplc="04130001" w:tentative="1">
      <w:start w:val="1"/>
      <w:numFmt w:val="bullet"/>
      <w:lvlText w:val=""/>
      <w:lvlJc w:val="left"/>
      <w:pPr>
        <w:tabs>
          <w:tab w:val="num" w:pos="3650"/>
        </w:tabs>
        <w:ind w:left="3650" w:hanging="360"/>
      </w:pPr>
      <w:rPr>
        <w:rFonts w:ascii="Symbol" w:hAnsi="Symbol" w:hint="default"/>
      </w:rPr>
    </w:lvl>
    <w:lvl w:ilvl="4" w:tplc="04130003" w:tentative="1">
      <w:start w:val="1"/>
      <w:numFmt w:val="bullet"/>
      <w:lvlText w:val="o"/>
      <w:lvlJc w:val="left"/>
      <w:pPr>
        <w:tabs>
          <w:tab w:val="num" w:pos="4370"/>
        </w:tabs>
        <w:ind w:left="4370" w:hanging="360"/>
      </w:pPr>
      <w:rPr>
        <w:rFonts w:ascii="Courier New" w:hAnsi="Courier New" w:cs="Courier New" w:hint="default"/>
      </w:rPr>
    </w:lvl>
    <w:lvl w:ilvl="5" w:tplc="04130005" w:tentative="1">
      <w:start w:val="1"/>
      <w:numFmt w:val="bullet"/>
      <w:lvlText w:val=""/>
      <w:lvlJc w:val="left"/>
      <w:pPr>
        <w:tabs>
          <w:tab w:val="num" w:pos="5090"/>
        </w:tabs>
        <w:ind w:left="5090" w:hanging="360"/>
      </w:pPr>
      <w:rPr>
        <w:rFonts w:ascii="Wingdings" w:hAnsi="Wingdings" w:hint="default"/>
      </w:rPr>
    </w:lvl>
    <w:lvl w:ilvl="6" w:tplc="04130001" w:tentative="1">
      <w:start w:val="1"/>
      <w:numFmt w:val="bullet"/>
      <w:lvlText w:val=""/>
      <w:lvlJc w:val="left"/>
      <w:pPr>
        <w:tabs>
          <w:tab w:val="num" w:pos="5810"/>
        </w:tabs>
        <w:ind w:left="5810" w:hanging="360"/>
      </w:pPr>
      <w:rPr>
        <w:rFonts w:ascii="Symbol" w:hAnsi="Symbol" w:hint="default"/>
      </w:rPr>
    </w:lvl>
    <w:lvl w:ilvl="7" w:tplc="04130003" w:tentative="1">
      <w:start w:val="1"/>
      <w:numFmt w:val="bullet"/>
      <w:lvlText w:val="o"/>
      <w:lvlJc w:val="left"/>
      <w:pPr>
        <w:tabs>
          <w:tab w:val="num" w:pos="6530"/>
        </w:tabs>
        <w:ind w:left="6530" w:hanging="360"/>
      </w:pPr>
      <w:rPr>
        <w:rFonts w:ascii="Courier New" w:hAnsi="Courier New" w:cs="Courier New" w:hint="default"/>
      </w:rPr>
    </w:lvl>
    <w:lvl w:ilvl="8" w:tplc="04130005" w:tentative="1">
      <w:start w:val="1"/>
      <w:numFmt w:val="bullet"/>
      <w:lvlText w:val=""/>
      <w:lvlJc w:val="left"/>
      <w:pPr>
        <w:tabs>
          <w:tab w:val="num" w:pos="7250"/>
        </w:tabs>
        <w:ind w:left="7250" w:hanging="360"/>
      </w:pPr>
      <w:rPr>
        <w:rFonts w:ascii="Wingdings" w:hAnsi="Wingdings" w:hint="default"/>
      </w:rPr>
    </w:lvl>
  </w:abstractNum>
  <w:abstractNum w:abstractNumId="10" w15:restartNumberingAfterBreak="0">
    <w:nsid w:val="33337614"/>
    <w:multiLevelType w:val="singleLevel"/>
    <w:tmpl w:val="AD4812B0"/>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64650C"/>
    <w:multiLevelType w:val="hybridMultilevel"/>
    <w:tmpl w:val="3A0A1382"/>
    <w:lvl w:ilvl="0" w:tplc="BF14E2E8">
      <w:start w:val="1"/>
      <w:numFmt w:val="decimal"/>
      <w:pStyle w:val="Index4"/>
      <w:lvlText w:val="%1"/>
      <w:lvlJc w:val="left"/>
      <w:pPr>
        <w:tabs>
          <w:tab w:val="num" w:pos="567"/>
        </w:tabs>
        <w:ind w:left="567" w:hanging="567"/>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2" w15:restartNumberingAfterBreak="0">
    <w:nsid w:val="3A447EA7"/>
    <w:multiLevelType w:val="hybridMultilevel"/>
    <w:tmpl w:val="620AAE46"/>
    <w:lvl w:ilvl="0" w:tplc="2A988BA2">
      <w:start w:val="1"/>
      <w:numFmt w:val="decimal"/>
      <w:lvlText w:val="%1."/>
      <w:lvlJc w:val="left"/>
      <w:pPr>
        <w:tabs>
          <w:tab w:val="num" w:pos="766"/>
        </w:tabs>
        <w:ind w:left="766" w:hanging="57"/>
      </w:pPr>
      <w:rPr>
        <w:rFonts w:hint="default"/>
      </w:rPr>
    </w:lvl>
    <w:lvl w:ilvl="1" w:tplc="04130019" w:tentative="1">
      <w:start w:val="1"/>
      <w:numFmt w:val="lowerLetter"/>
      <w:lvlText w:val="%2."/>
      <w:lvlJc w:val="left"/>
      <w:pPr>
        <w:tabs>
          <w:tab w:val="num" w:pos="2149"/>
        </w:tabs>
        <w:ind w:left="2149" w:hanging="360"/>
      </w:pPr>
    </w:lvl>
    <w:lvl w:ilvl="2" w:tplc="0413001B" w:tentative="1">
      <w:start w:val="1"/>
      <w:numFmt w:val="lowerRoman"/>
      <w:lvlText w:val="%3."/>
      <w:lvlJc w:val="right"/>
      <w:pPr>
        <w:tabs>
          <w:tab w:val="num" w:pos="2869"/>
        </w:tabs>
        <w:ind w:left="2869" w:hanging="180"/>
      </w:pPr>
    </w:lvl>
    <w:lvl w:ilvl="3" w:tplc="0413000F" w:tentative="1">
      <w:start w:val="1"/>
      <w:numFmt w:val="decimal"/>
      <w:lvlText w:val="%4."/>
      <w:lvlJc w:val="left"/>
      <w:pPr>
        <w:tabs>
          <w:tab w:val="num" w:pos="3589"/>
        </w:tabs>
        <w:ind w:left="3589" w:hanging="360"/>
      </w:pPr>
    </w:lvl>
    <w:lvl w:ilvl="4" w:tplc="04130019" w:tentative="1">
      <w:start w:val="1"/>
      <w:numFmt w:val="lowerLetter"/>
      <w:lvlText w:val="%5."/>
      <w:lvlJc w:val="left"/>
      <w:pPr>
        <w:tabs>
          <w:tab w:val="num" w:pos="4309"/>
        </w:tabs>
        <w:ind w:left="4309" w:hanging="360"/>
      </w:pPr>
    </w:lvl>
    <w:lvl w:ilvl="5" w:tplc="0413001B" w:tentative="1">
      <w:start w:val="1"/>
      <w:numFmt w:val="lowerRoman"/>
      <w:lvlText w:val="%6."/>
      <w:lvlJc w:val="right"/>
      <w:pPr>
        <w:tabs>
          <w:tab w:val="num" w:pos="5029"/>
        </w:tabs>
        <w:ind w:left="5029" w:hanging="180"/>
      </w:pPr>
    </w:lvl>
    <w:lvl w:ilvl="6" w:tplc="0413000F" w:tentative="1">
      <w:start w:val="1"/>
      <w:numFmt w:val="decimal"/>
      <w:lvlText w:val="%7."/>
      <w:lvlJc w:val="left"/>
      <w:pPr>
        <w:tabs>
          <w:tab w:val="num" w:pos="5749"/>
        </w:tabs>
        <w:ind w:left="5749" w:hanging="360"/>
      </w:pPr>
    </w:lvl>
    <w:lvl w:ilvl="7" w:tplc="04130019" w:tentative="1">
      <w:start w:val="1"/>
      <w:numFmt w:val="lowerLetter"/>
      <w:lvlText w:val="%8."/>
      <w:lvlJc w:val="left"/>
      <w:pPr>
        <w:tabs>
          <w:tab w:val="num" w:pos="6469"/>
        </w:tabs>
        <w:ind w:left="6469" w:hanging="360"/>
      </w:pPr>
    </w:lvl>
    <w:lvl w:ilvl="8" w:tplc="0413001B" w:tentative="1">
      <w:start w:val="1"/>
      <w:numFmt w:val="lowerRoman"/>
      <w:lvlText w:val="%9."/>
      <w:lvlJc w:val="right"/>
      <w:pPr>
        <w:tabs>
          <w:tab w:val="num" w:pos="7189"/>
        </w:tabs>
        <w:ind w:left="7189" w:hanging="180"/>
      </w:pPr>
    </w:lvl>
  </w:abstractNum>
  <w:abstractNum w:abstractNumId="13" w15:restartNumberingAfterBreak="0">
    <w:nsid w:val="3BE32AD8"/>
    <w:multiLevelType w:val="hybridMultilevel"/>
    <w:tmpl w:val="CFBCE7D4"/>
    <w:lvl w:ilvl="0" w:tplc="2A988BA2">
      <w:start w:val="1"/>
      <w:numFmt w:val="decimal"/>
      <w:lvlText w:val="%1."/>
      <w:lvlJc w:val="left"/>
      <w:pPr>
        <w:tabs>
          <w:tab w:val="num" w:pos="57"/>
        </w:tabs>
        <w:ind w:left="57" w:hanging="57"/>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4" w15:restartNumberingAfterBreak="0">
    <w:nsid w:val="47CF022A"/>
    <w:multiLevelType w:val="multilevel"/>
    <w:tmpl w:val="3B4AEE2A"/>
    <w:lvl w:ilvl="0">
      <w:start w:val="1"/>
      <w:numFmt w:val="decimal"/>
      <w:pStyle w:val="Kop1"/>
      <w:lvlText w:val="%1"/>
      <w:lvlJc w:val="right"/>
      <w:pPr>
        <w:tabs>
          <w:tab w:val="num" w:pos="0"/>
        </w:tabs>
        <w:ind w:left="0" w:hanging="284"/>
      </w:pPr>
      <w:rPr>
        <w:rFonts w:hint="default"/>
      </w:rPr>
    </w:lvl>
    <w:lvl w:ilvl="1">
      <w:start w:val="1"/>
      <w:numFmt w:val="decimal"/>
      <w:pStyle w:val="Kop2"/>
      <w:lvlText w:val="%1.%2"/>
      <w:lvlJc w:val="right"/>
      <w:pPr>
        <w:tabs>
          <w:tab w:val="num" w:pos="0"/>
        </w:tabs>
        <w:ind w:left="0" w:hanging="284"/>
      </w:pPr>
      <w:rPr>
        <w:rFonts w:hint="default"/>
      </w:rPr>
    </w:lvl>
    <w:lvl w:ilvl="2">
      <w:start w:val="1"/>
      <w:numFmt w:val="decimal"/>
      <w:pStyle w:val="Kop3"/>
      <w:lvlText w:val="%1.%2.%3"/>
      <w:lvlJc w:val="right"/>
      <w:pPr>
        <w:tabs>
          <w:tab w:val="num" w:pos="0"/>
        </w:tabs>
        <w:ind w:left="0" w:hanging="284"/>
      </w:pPr>
      <w:rPr>
        <w:rFonts w:hint="default"/>
      </w:rPr>
    </w:lvl>
    <w:lvl w:ilvl="3">
      <w:start w:val="1"/>
      <w:numFmt w:val="decimal"/>
      <w:lvlText w:val="%1.%2.%3.%4"/>
      <w:lvlJc w:val="right"/>
      <w:pPr>
        <w:tabs>
          <w:tab w:val="num" w:pos="284"/>
        </w:tabs>
        <w:ind w:left="284" w:hanging="284"/>
      </w:pPr>
      <w:rPr>
        <w:rFonts w:hint="default"/>
      </w:rPr>
    </w:lvl>
    <w:lvl w:ilvl="4">
      <w:start w:val="1"/>
      <w:numFmt w:val="decimal"/>
      <w:lvlText w:val="%1.%2.%3.%4.%5"/>
      <w:lvlJc w:val="right"/>
      <w:pPr>
        <w:tabs>
          <w:tab w:val="num" w:pos="284"/>
        </w:tabs>
        <w:ind w:left="284" w:hanging="284"/>
      </w:pPr>
      <w:rPr>
        <w:rFonts w:hint="default"/>
      </w:rPr>
    </w:lvl>
    <w:lvl w:ilvl="5">
      <w:start w:val="1"/>
      <w:numFmt w:val="decimal"/>
      <w:lvlText w:val="%1.%2.%3.%4.%5.%6"/>
      <w:lvlJc w:val="right"/>
      <w:pPr>
        <w:tabs>
          <w:tab w:val="num" w:pos="284"/>
        </w:tabs>
        <w:ind w:left="284" w:hanging="284"/>
      </w:pPr>
      <w:rPr>
        <w:rFonts w:hint="default"/>
      </w:rPr>
    </w:lvl>
    <w:lvl w:ilvl="6">
      <w:start w:val="1"/>
      <w:numFmt w:val="decimal"/>
      <w:lvlText w:val="%1.%2.%3.%4.%5.%6.%7"/>
      <w:lvlJc w:val="right"/>
      <w:pPr>
        <w:tabs>
          <w:tab w:val="num" w:pos="284"/>
        </w:tabs>
        <w:ind w:left="284" w:hanging="284"/>
      </w:pPr>
      <w:rPr>
        <w:rFonts w:hint="default"/>
      </w:rPr>
    </w:lvl>
    <w:lvl w:ilvl="7">
      <w:start w:val="1"/>
      <w:numFmt w:val="decimal"/>
      <w:lvlText w:val="%1.%2.%3.%4.%5.%6.%7.%8"/>
      <w:lvlJc w:val="right"/>
      <w:pPr>
        <w:tabs>
          <w:tab w:val="num" w:pos="284"/>
        </w:tabs>
        <w:ind w:left="284" w:hanging="284"/>
      </w:pPr>
      <w:rPr>
        <w:rFonts w:hint="default"/>
      </w:rPr>
    </w:lvl>
    <w:lvl w:ilvl="8">
      <w:start w:val="1"/>
      <w:numFmt w:val="decimal"/>
      <w:lvlText w:val="%1.%2.%3.%4.%5.%6.%7.%8.%9"/>
      <w:lvlJc w:val="right"/>
      <w:pPr>
        <w:tabs>
          <w:tab w:val="num" w:pos="568"/>
        </w:tabs>
        <w:ind w:left="568" w:hanging="284"/>
      </w:pPr>
      <w:rPr>
        <w:rFonts w:hint="default"/>
      </w:rPr>
    </w:lvl>
  </w:abstractNum>
  <w:abstractNum w:abstractNumId="15" w15:restartNumberingAfterBreak="0">
    <w:nsid w:val="4FD6197E"/>
    <w:multiLevelType w:val="multilevel"/>
    <w:tmpl w:val="57A49768"/>
    <w:lvl w:ilvl="0">
      <w:start w:val="1"/>
      <w:numFmt w:val="decimal"/>
      <w:lvlText w:val="%1"/>
      <w:lvlJc w:val="right"/>
      <w:pPr>
        <w:tabs>
          <w:tab w:val="num" w:pos="284"/>
        </w:tabs>
        <w:ind w:left="284" w:hanging="284"/>
      </w:pPr>
      <w:rPr>
        <w:rFonts w:hint="default"/>
      </w:rPr>
    </w:lvl>
    <w:lvl w:ilvl="1">
      <w:start w:val="1"/>
      <w:numFmt w:val="decimal"/>
      <w:lvlText w:val="%1.%2"/>
      <w:lvlJc w:val="right"/>
      <w:pPr>
        <w:tabs>
          <w:tab w:val="num" w:pos="0"/>
        </w:tabs>
        <w:ind w:left="0" w:hanging="284"/>
      </w:pPr>
      <w:rPr>
        <w:rFonts w:hint="default"/>
      </w:rPr>
    </w:lvl>
    <w:lvl w:ilvl="2">
      <w:start w:val="1"/>
      <w:numFmt w:val="decimal"/>
      <w:lvlText w:val="%1.%2.%3"/>
      <w:lvlJc w:val="right"/>
      <w:pPr>
        <w:tabs>
          <w:tab w:val="num" w:pos="0"/>
        </w:tabs>
        <w:ind w:left="0" w:hanging="284"/>
      </w:pPr>
      <w:rPr>
        <w:rFonts w:hint="default"/>
      </w:rPr>
    </w:lvl>
    <w:lvl w:ilvl="3">
      <w:start w:val="1"/>
      <w:numFmt w:val="decimal"/>
      <w:lvlText w:val="%1.%2.%3.%4"/>
      <w:lvlJc w:val="right"/>
      <w:pPr>
        <w:tabs>
          <w:tab w:val="num" w:pos="284"/>
        </w:tabs>
        <w:ind w:left="284" w:hanging="284"/>
      </w:pPr>
      <w:rPr>
        <w:rFonts w:hint="default"/>
      </w:rPr>
    </w:lvl>
    <w:lvl w:ilvl="4">
      <w:start w:val="1"/>
      <w:numFmt w:val="decimal"/>
      <w:lvlText w:val="%1.%2.%3.%4.%5"/>
      <w:lvlJc w:val="right"/>
      <w:pPr>
        <w:tabs>
          <w:tab w:val="num" w:pos="284"/>
        </w:tabs>
        <w:ind w:left="284" w:hanging="284"/>
      </w:pPr>
      <w:rPr>
        <w:rFonts w:hint="default"/>
      </w:rPr>
    </w:lvl>
    <w:lvl w:ilvl="5">
      <w:start w:val="1"/>
      <w:numFmt w:val="decimal"/>
      <w:lvlText w:val="%1.%2.%3.%4.%5.%6"/>
      <w:lvlJc w:val="right"/>
      <w:pPr>
        <w:tabs>
          <w:tab w:val="num" w:pos="284"/>
        </w:tabs>
        <w:ind w:left="284" w:hanging="284"/>
      </w:pPr>
      <w:rPr>
        <w:rFonts w:hint="default"/>
      </w:rPr>
    </w:lvl>
    <w:lvl w:ilvl="6">
      <w:start w:val="1"/>
      <w:numFmt w:val="decimal"/>
      <w:lvlText w:val="%1.%2.%3.%4.%5.%6.%7"/>
      <w:lvlJc w:val="right"/>
      <w:pPr>
        <w:tabs>
          <w:tab w:val="num" w:pos="284"/>
        </w:tabs>
        <w:ind w:left="284" w:hanging="284"/>
      </w:pPr>
      <w:rPr>
        <w:rFonts w:hint="default"/>
      </w:rPr>
    </w:lvl>
    <w:lvl w:ilvl="7">
      <w:start w:val="1"/>
      <w:numFmt w:val="decimal"/>
      <w:lvlText w:val="%1.%2.%3.%4.%5.%6.%7.%8"/>
      <w:lvlJc w:val="right"/>
      <w:pPr>
        <w:tabs>
          <w:tab w:val="num" w:pos="284"/>
        </w:tabs>
        <w:ind w:left="284" w:hanging="284"/>
      </w:pPr>
      <w:rPr>
        <w:rFonts w:hint="default"/>
      </w:rPr>
    </w:lvl>
    <w:lvl w:ilvl="8">
      <w:start w:val="1"/>
      <w:numFmt w:val="decimal"/>
      <w:lvlText w:val="%1.%2.%3.%4.%5.%6.%7.%8.%9"/>
      <w:lvlJc w:val="right"/>
      <w:pPr>
        <w:tabs>
          <w:tab w:val="num" w:pos="568"/>
        </w:tabs>
        <w:ind w:left="568" w:hanging="284"/>
      </w:pPr>
      <w:rPr>
        <w:rFonts w:hint="default"/>
      </w:rPr>
    </w:lvl>
  </w:abstractNum>
  <w:abstractNum w:abstractNumId="16" w15:restartNumberingAfterBreak="0">
    <w:nsid w:val="501D3FAC"/>
    <w:multiLevelType w:val="multilevel"/>
    <w:tmpl w:val="C4B2970C"/>
    <w:lvl w:ilvl="0">
      <w:start w:val="1"/>
      <w:numFmt w:val="decimal"/>
      <w:lvlText w:val="%1"/>
      <w:lvlJc w:val="right"/>
      <w:pPr>
        <w:tabs>
          <w:tab w:val="num" w:pos="284"/>
        </w:tabs>
        <w:ind w:left="284" w:hanging="284"/>
      </w:pPr>
      <w:rPr>
        <w:rFonts w:hint="default"/>
      </w:rPr>
    </w:lvl>
    <w:lvl w:ilvl="1">
      <w:start w:val="1"/>
      <w:numFmt w:val="decimal"/>
      <w:lvlText w:val="%1.%2"/>
      <w:lvlJc w:val="right"/>
      <w:pPr>
        <w:tabs>
          <w:tab w:val="num" w:pos="0"/>
        </w:tabs>
        <w:ind w:left="0" w:hanging="284"/>
      </w:pPr>
      <w:rPr>
        <w:rFonts w:hint="default"/>
      </w:rPr>
    </w:lvl>
    <w:lvl w:ilvl="2">
      <w:start w:val="1"/>
      <w:numFmt w:val="decimal"/>
      <w:lvlText w:val="%1.%2.%3"/>
      <w:lvlJc w:val="right"/>
      <w:pPr>
        <w:tabs>
          <w:tab w:val="num" w:pos="0"/>
        </w:tabs>
        <w:ind w:left="0" w:hanging="284"/>
      </w:pPr>
      <w:rPr>
        <w:rFonts w:hint="default"/>
      </w:rPr>
    </w:lvl>
    <w:lvl w:ilvl="3">
      <w:start w:val="1"/>
      <w:numFmt w:val="decimal"/>
      <w:lvlText w:val="%1.%2.%3.%4"/>
      <w:lvlJc w:val="right"/>
      <w:pPr>
        <w:tabs>
          <w:tab w:val="num" w:pos="0"/>
        </w:tabs>
        <w:ind w:left="0" w:hanging="284"/>
      </w:pPr>
      <w:rPr>
        <w:rFonts w:hint="default"/>
      </w:rPr>
    </w:lvl>
    <w:lvl w:ilvl="4">
      <w:start w:val="1"/>
      <w:numFmt w:val="decimal"/>
      <w:lvlText w:val="%1.%2.%3.%4.%5"/>
      <w:lvlJc w:val="right"/>
      <w:pPr>
        <w:tabs>
          <w:tab w:val="num" w:pos="0"/>
        </w:tabs>
        <w:ind w:left="0" w:hanging="284"/>
      </w:pPr>
      <w:rPr>
        <w:rFonts w:hint="default"/>
      </w:rPr>
    </w:lvl>
    <w:lvl w:ilvl="5">
      <w:start w:val="1"/>
      <w:numFmt w:val="decimal"/>
      <w:lvlText w:val="%1.%2.%3.%4.%5.%6"/>
      <w:lvlJc w:val="right"/>
      <w:pPr>
        <w:tabs>
          <w:tab w:val="num" w:pos="0"/>
        </w:tabs>
        <w:ind w:left="0" w:hanging="284"/>
      </w:pPr>
      <w:rPr>
        <w:rFonts w:hint="default"/>
      </w:rPr>
    </w:lvl>
    <w:lvl w:ilvl="6">
      <w:start w:val="1"/>
      <w:numFmt w:val="decimal"/>
      <w:lvlText w:val="%1.%2.%3.%4.%5.%6.%7"/>
      <w:lvlJc w:val="right"/>
      <w:pPr>
        <w:tabs>
          <w:tab w:val="num" w:pos="0"/>
        </w:tabs>
        <w:ind w:left="0" w:hanging="284"/>
      </w:pPr>
      <w:rPr>
        <w:rFonts w:hint="default"/>
      </w:rPr>
    </w:lvl>
    <w:lvl w:ilvl="7">
      <w:start w:val="1"/>
      <w:numFmt w:val="decimal"/>
      <w:lvlText w:val="%1.%2.%3.%4.%5.%6.%7.%8"/>
      <w:lvlJc w:val="right"/>
      <w:pPr>
        <w:tabs>
          <w:tab w:val="num" w:pos="0"/>
        </w:tabs>
        <w:ind w:left="0" w:hanging="284"/>
      </w:pPr>
      <w:rPr>
        <w:rFonts w:hint="default"/>
      </w:rPr>
    </w:lvl>
    <w:lvl w:ilvl="8">
      <w:start w:val="1"/>
      <w:numFmt w:val="decimal"/>
      <w:lvlText w:val="%1.%2.%3.%4.%5.%6.%7.%8.%9"/>
      <w:lvlJc w:val="right"/>
      <w:pPr>
        <w:tabs>
          <w:tab w:val="num" w:pos="284"/>
        </w:tabs>
        <w:ind w:left="284" w:hanging="284"/>
      </w:pPr>
      <w:rPr>
        <w:rFonts w:hint="default"/>
      </w:rPr>
    </w:lvl>
  </w:abstractNum>
  <w:abstractNum w:abstractNumId="17" w15:restartNumberingAfterBreak="0">
    <w:nsid w:val="53DF660A"/>
    <w:multiLevelType w:val="hybridMultilevel"/>
    <w:tmpl w:val="33940B6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5996196F"/>
    <w:multiLevelType w:val="singleLevel"/>
    <w:tmpl w:val="A5CE4616"/>
    <w:lvl w:ilvl="0">
      <w:start w:val="1"/>
      <w:numFmt w:val="decimal"/>
      <w:lvlText w:val="%1."/>
      <w:lvlJc w:val="right"/>
      <w:pPr>
        <w:tabs>
          <w:tab w:val="num" w:pos="357"/>
        </w:tabs>
        <w:ind w:left="357" w:hanging="357"/>
      </w:pPr>
      <w:rPr>
        <w:rFonts w:hint="default"/>
        <w:b/>
        <w:i w:val="0"/>
      </w:rPr>
    </w:lvl>
  </w:abstractNum>
  <w:abstractNum w:abstractNumId="19" w15:restartNumberingAfterBreak="0">
    <w:nsid w:val="59C92B8B"/>
    <w:multiLevelType w:val="multilevel"/>
    <w:tmpl w:val="F27AC6E8"/>
    <w:lvl w:ilvl="0">
      <w:start w:val="1"/>
      <w:numFmt w:val="decimal"/>
      <w:lvlText w:val="%1"/>
      <w:lvlJc w:val="right"/>
      <w:pPr>
        <w:tabs>
          <w:tab w:val="num" w:pos="0"/>
        </w:tabs>
        <w:ind w:left="0" w:hanging="284"/>
      </w:pPr>
      <w:rPr>
        <w:rFonts w:hint="default"/>
      </w:rPr>
    </w:lvl>
    <w:lvl w:ilvl="1">
      <w:start w:val="1"/>
      <w:numFmt w:val="decimal"/>
      <w:lvlText w:val="%1.%2"/>
      <w:lvlJc w:val="right"/>
      <w:pPr>
        <w:tabs>
          <w:tab w:val="num" w:pos="0"/>
        </w:tabs>
        <w:ind w:left="0" w:hanging="284"/>
      </w:pPr>
      <w:rPr>
        <w:rFonts w:hint="default"/>
      </w:rPr>
    </w:lvl>
    <w:lvl w:ilvl="2">
      <w:start w:val="1"/>
      <w:numFmt w:val="decimal"/>
      <w:lvlText w:val="%1.%2.%3"/>
      <w:lvlJc w:val="right"/>
      <w:pPr>
        <w:tabs>
          <w:tab w:val="num" w:pos="284"/>
        </w:tabs>
        <w:ind w:left="284" w:hanging="284"/>
      </w:pPr>
      <w:rPr>
        <w:rFonts w:hint="default"/>
      </w:rPr>
    </w:lvl>
    <w:lvl w:ilvl="3">
      <w:start w:val="1"/>
      <w:numFmt w:val="decimal"/>
      <w:lvlText w:val="%1.%2.%3.%4"/>
      <w:lvlJc w:val="right"/>
      <w:pPr>
        <w:tabs>
          <w:tab w:val="num" w:pos="0"/>
        </w:tabs>
        <w:ind w:left="0" w:hanging="284"/>
      </w:pPr>
      <w:rPr>
        <w:rFonts w:hint="default"/>
      </w:rPr>
    </w:lvl>
    <w:lvl w:ilvl="4">
      <w:start w:val="1"/>
      <w:numFmt w:val="decimal"/>
      <w:lvlText w:val="%1.%2.%3.%4.%5"/>
      <w:lvlJc w:val="right"/>
      <w:pPr>
        <w:tabs>
          <w:tab w:val="num" w:pos="0"/>
        </w:tabs>
        <w:ind w:left="0" w:hanging="284"/>
      </w:pPr>
      <w:rPr>
        <w:rFonts w:hint="default"/>
      </w:rPr>
    </w:lvl>
    <w:lvl w:ilvl="5">
      <w:start w:val="1"/>
      <w:numFmt w:val="decimal"/>
      <w:lvlText w:val="%1.%2.%3.%4.%5.%6"/>
      <w:lvlJc w:val="right"/>
      <w:pPr>
        <w:tabs>
          <w:tab w:val="num" w:pos="0"/>
        </w:tabs>
        <w:ind w:left="0" w:hanging="284"/>
      </w:pPr>
      <w:rPr>
        <w:rFonts w:hint="default"/>
      </w:rPr>
    </w:lvl>
    <w:lvl w:ilvl="6">
      <w:start w:val="1"/>
      <w:numFmt w:val="decimal"/>
      <w:lvlText w:val="%1.%2.%3.%4.%5.%6.%7"/>
      <w:lvlJc w:val="right"/>
      <w:pPr>
        <w:tabs>
          <w:tab w:val="num" w:pos="0"/>
        </w:tabs>
        <w:ind w:left="0" w:hanging="284"/>
      </w:pPr>
      <w:rPr>
        <w:rFonts w:hint="default"/>
      </w:rPr>
    </w:lvl>
    <w:lvl w:ilvl="7">
      <w:start w:val="1"/>
      <w:numFmt w:val="decimal"/>
      <w:lvlText w:val="%1.%2.%3.%4.%5.%6.%7.%8"/>
      <w:lvlJc w:val="right"/>
      <w:pPr>
        <w:tabs>
          <w:tab w:val="num" w:pos="0"/>
        </w:tabs>
        <w:ind w:left="0" w:hanging="284"/>
      </w:pPr>
      <w:rPr>
        <w:rFonts w:hint="default"/>
      </w:rPr>
    </w:lvl>
    <w:lvl w:ilvl="8">
      <w:start w:val="1"/>
      <w:numFmt w:val="decimal"/>
      <w:lvlText w:val="%1.%2.%3.%4.%5.%6.%7.%8.%9"/>
      <w:lvlJc w:val="right"/>
      <w:pPr>
        <w:tabs>
          <w:tab w:val="num" w:pos="284"/>
        </w:tabs>
        <w:ind w:left="284" w:hanging="284"/>
      </w:pPr>
      <w:rPr>
        <w:rFonts w:hint="default"/>
      </w:rPr>
    </w:lvl>
  </w:abstractNum>
  <w:abstractNum w:abstractNumId="20" w15:restartNumberingAfterBreak="0">
    <w:nsid w:val="5D9439D0"/>
    <w:multiLevelType w:val="hybridMultilevel"/>
    <w:tmpl w:val="5E427ADE"/>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F4222EF"/>
    <w:multiLevelType w:val="multilevel"/>
    <w:tmpl w:val="AD6A5DFC"/>
    <w:lvl w:ilvl="0">
      <w:start w:val="1"/>
      <w:numFmt w:val="decimal"/>
      <w:lvlText w:val="%1"/>
      <w:lvlJc w:val="right"/>
      <w:pPr>
        <w:tabs>
          <w:tab w:val="num" w:pos="284"/>
        </w:tabs>
        <w:ind w:left="284" w:hanging="284"/>
      </w:pPr>
      <w:rPr>
        <w:rFonts w:hint="default"/>
      </w:rPr>
    </w:lvl>
    <w:lvl w:ilvl="1">
      <w:start w:val="1"/>
      <w:numFmt w:val="decimal"/>
      <w:lvlText w:val="%1.%2"/>
      <w:lvlJc w:val="right"/>
      <w:pPr>
        <w:tabs>
          <w:tab w:val="num" w:pos="284"/>
        </w:tabs>
        <w:ind w:left="284" w:hanging="284"/>
      </w:pPr>
      <w:rPr>
        <w:rFonts w:hint="default"/>
      </w:rPr>
    </w:lvl>
    <w:lvl w:ilvl="2">
      <w:start w:val="1"/>
      <w:numFmt w:val="decimal"/>
      <w:lvlText w:val="%1.%2.%3"/>
      <w:lvlJc w:val="right"/>
      <w:pPr>
        <w:tabs>
          <w:tab w:val="num" w:pos="0"/>
        </w:tabs>
        <w:ind w:left="0" w:hanging="284"/>
      </w:pPr>
      <w:rPr>
        <w:rFonts w:hint="default"/>
      </w:rPr>
    </w:lvl>
    <w:lvl w:ilvl="3">
      <w:start w:val="1"/>
      <w:numFmt w:val="decimal"/>
      <w:lvlText w:val="%1.%2.%3.%4"/>
      <w:lvlJc w:val="right"/>
      <w:pPr>
        <w:tabs>
          <w:tab w:val="num" w:pos="0"/>
        </w:tabs>
        <w:ind w:left="0" w:hanging="284"/>
      </w:pPr>
      <w:rPr>
        <w:rFonts w:hint="default"/>
      </w:rPr>
    </w:lvl>
    <w:lvl w:ilvl="4">
      <w:start w:val="1"/>
      <w:numFmt w:val="decimal"/>
      <w:lvlText w:val="%1.%2.%3.%4.%5"/>
      <w:lvlJc w:val="right"/>
      <w:pPr>
        <w:tabs>
          <w:tab w:val="num" w:pos="0"/>
        </w:tabs>
        <w:ind w:left="0" w:hanging="284"/>
      </w:pPr>
      <w:rPr>
        <w:rFonts w:hint="default"/>
      </w:rPr>
    </w:lvl>
    <w:lvl w:ilvl="5">
      <w:start w:val="1"/>
      <w:numFmt w:val="decimal"/>
      <w:lvlText w:val="%1.%2.%3.%4.%5.%6"/>
      <w:lvlJc w:val="right"/>
      <w:pPr>
        <w:tabs>
          <w:tab w:val="num" w:pos="0"/>
        </w:tabs>
        <w:ind w:left="0" w:hanging="284"/>
      </w:pPr>
      <w:rPr>
        <w:rFonts w:hint="default"/>
      </w:rPr>
    </w:lvl>
    <w:lvl w:ilvl="6">
      <w:start w:val="1"/>
      <w:numFmt w:val="decimal"/>
      <w:lvlText w:val="%1.%2.%3.%4.%5.%6.%7"/>
      <w:lvlJc w:val="right"/>
      <w:pPr>
        <w:tabs>
          <w:tab w:val="num" w:pos="0"/>
        </w:tabs>
        <w:ind w:left="0" w:hanging="284"/>
      </w:pPr>
      <w:rPr>
        <w:rFonts w:hint="default"/>
      </w:rPr>
    </w:lvl>
    <w:lvl w:ilvl="7">
      <w:start w:val="1"/>
      <w:numFmt w:val="decimal"/>
      <w:lvlText w:val="%1.%2.%3.%4.%5.%6.%7.%8"/>
      <w:lvlJc w:val="right"/>
      <w:pPr>
        <w:tabs>
          <w:tab w:val="num" w:pos="0"/>
        </w:tabs>
        <w:ind w:left="0" w:hanging="284"/>
      </w:pPr>
      <w:rPr>
        <w:rFonts w:hint="default"/>
      </w:rPr>
    </w:lvl>
    <w:lvl w:ilvl="8">
      <w:start w:val="1"/>
      <w:numFmt w:val="decimal"/>
      <w:lvlText w:val="%1.%2.%3.%4.%5.%6.%7.%8.%9"/>
      <w:lvlJc w:val="right"/>
      <w:pPr>
        <w:tabs>
          <w:tab w:val="num" w:pos="284"/>
        </w:tabs>
        <w:ind w:left="284" w:hanging="284"/>
      </w:pPr>
      <w:rPr>
        <w:rFonts w:hint="default"/>
      </w:rPr>
    </w:lvl>
  </w:abstractNum>
  <w:abstractNum w:abstractNumId="22" w15:restartNumberingAfterBreak="0">
    <w:nsid w:val="5FAA4F50"/>
    <w:multiLevelType w:val="multilevel"/>
    <w:tmpl w:val="AD6A5DFC"/>
    <w:lvl w:ilvl="0">
      <w:start w:val="1"/>
      <w:numFmt w:val="decimal"/>
      <w:lvlText w:val="%1"/>
      <w:lvlJc w:val="right"/>
      <w:pPr>
        <w:tabs>
          <w:tab w:val="num" w:pos="284"/>
        </w:tabs>
        <w:ind w:left="284" w:hanging="284"/>
      </w:pPr>
      <w:rPr>
        <w:rFonts w:hint="default"/>
      </w:rPr>
    </w:lvl>
    <w:lvl w:ilvl="1">
      <w:start w:val="1"/>
      <w:numFmt w:val="decimal"/>
      <w:lvlText w:val="%1.%2"/>
      <w:lvlJc w:val="right"/>
      <w:pPr>
        <w:tabs>
          <w:tab w:val="num" w:pos="284"/>
        </w:tabs>
        <w:ind w:left="284" w:hanging="284"/>
      </w:pPr>
      <w:rPr>
        <w:rFonts w:hint="default"/>
      </w:rPr>
    </w:lvl>
    <w:lvl w:ilvl="2">
      <w:start w:val="1"/>
      <w:numFmt w:val="decimal"/>
      <w:lvlText w:val="%1.%2.%3"/>
      <w:lvlJc w:val="right"/>
      <w:pPr>
        <w:tabs>
          <w:tab w:val="num" w:pos="0"/>
        </w:tabs>
        <w:ind w:left="0" w:hanging="284"/>
      </w:pPr>
      <w:rPr>
        <w:rFonts w:hint="default"/>
      </w:rPr>
    </w:lvl>
    <w:lvl w:ilvl="3">
      <w:start w:val="1"/>
      <w:numFmt w:val="decimal"/>
      <w:lvlText w:val="%1.%2.%3.%4"/>
      <w:lvlJc w:val="right"/>
      <w:pPr>
        <w:tabs>
          <w:tab w:val="num" w:pos="0"/>
        </w:tabs>
        <w:ind w:left="0" w:hanging="284"/>
      </w:pPr>
      <w:rPr>
        <w:rFonts w:hint="default"/>
      </w:rPr>
    </w:lvl>
    <w:lvl w:ilvl="4">
      <w:start w:val="1"/>
      <w:numFmt w:val="decimal"/>
      <w:lvlText w:val="%1.%2.%3.%4.%5"/>
      <w:lvlJc w:val="right"/>
      <w:pPr>
        <w:tabs>
          <w:tab w:val="num" w:pos="0"/>
        </w:tabs>
        <w:ind w:left="0" w:hanging="284"/>
      </w:pPr>
      <w:rPr>
        <w:rFonts w:hint="default"/>
      </w:rPr>
    </w:lvl>
    <w:lvl w:ilvl="5">
      <w:start w:val="1"/>
      <w:numFmt w:val="decimal"/>
      <w:lvlText w:val="%1.%2.%3.%4.%5.%6"/>
      <w:lvlJc w:val="right"/>
      <w:pPr>
        <w:tabs>
          <w:tab w:val="num" w:pos="0"/>
        </w:tabs>
        <w:ind w:left="0" w:hanging="284"/>
      </w:pPr>
      <w:rPr>
        <w:rFonts w:hint="default"/>
      </w:rPr>
    </w:lvl>
    <w:lvl w:ilvl="6">
      <w:start w:val="1"/>
      <w:numFmt w:val="decimal"/>
      <w:lvlText w:val="%1.%2.%3.%4.%5.%6.%7"/>
      <w:lvlJc w:val="right"/>
      <w:pPr>
        <w:tabs>
          <w:tab w:val="num" w:pos="0"/>
        </w:tabs>
        <w:ind w:left="0" w:hanging="284"/>
      </w:pPr>
      <w:rPr>
        <w:rFonts w:hint="default"/>
      </w:rPr>
    </w:lvl>
    <w:lvl w:ilvl="7">
      <w:start w:val="1"/>
      <w:numFmt w:val="decimal"/>
      <w:lvlText w:val="%1.%2.%3.%4.%5.%6.%7.%8"/>
      <w:lvlJc w:val="right"/>
      <w:pPr>
        <w:tabs>
          <w:tab w:val="num" w:pos="0"/>
        </w:tabs>
        <w:ind w:left="0" w:hanging="284"/>
      </w:pPr>
      <w:rPr>
        <w:rFonts w:hint="default"/>
      </w:rPr>
    </w:lvl>
    <w:lvl w:ilvl="8">
      <w:start w:val="1"/>
      <w:numFmt w:val="decimal"/>
      <w:lvlText w:val="%1.%2.%3.%4.%5.%6.%7.%8.%9"/>
      <w:lvlJc w:val="right"/>
      <w:pPr>
        <w:tabs>
          <w:tab w:val="num" w:pos="284"/>
        </w:tabs>
        <w:ind w:left="284" w:hanging="284"/>
      </w:pPr>
      <w:rPr>
        <w:rFonts w:hint="default"/>
      </w:rPr>
    </w:lvl>
  </w:abstractNum>
  <w:abstractNum w:abstractNumId="23" w15:restartNumberingAfterBreak="0">
    <w:nsid w:val="6156670C"/>
    <w:multiLevelType w:val="singleLevel"/>
    <w:tmpl w:val="E12ABF5E"/>
    <w:lvl w:ilvl="0">
      <w:start w:val="1"/>
      <w:numFmt w:val="decimal"/>
      <w:lvlText w:val="%1."/>
      <w:lvlJc w:val="left"/>
      <w:pPr>
        <w:tabs>
          <w:tab w:val="num" w:pos="540"/>
        </w:tabs>
        <w:ind w:left="540" w:hanging="540"/>
      </w:pPr>
      <w:rPr>
        <w:rFonts w:hint="default"/>
        <w:i w:val="0"/>
      </w:rPr>
    </w:lvl>
  </w:abstractNum>
  <w:abstractNum w:abstractNumId="24" w15:restartNumberingAfterBreak="0">
    <w:nsid w:val="718D0DB2"/>
    <w:multiLevelType w:val="hybridMultilevel"/>
    <w:tmpl w:val="1AC8E434"/>
    <w:lvl w:ilvl="0" w:tplc="CDBACF6C">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5" w15:restartNumberingAfterBreak="0">
    <w:nsid w:val="72491B90"/>
    <w:multiLevelType w:val="hybridMultilevel"/>
    <w:tmpl w:val="28268B34"/>
    <w:lvl w:ilvl="0" w:tplc="79A42E7A">
      <w:start w:val="1"/>
      <w:numFmt w:val="bullet"/>
      <w:lvlText w:val=""/>
      <w:lvlJc w:val="left"/>
      <w:pPr>
        <w:tabs>
          <w:tab w:val="num" w:pos="227"/>
        </w:tabs>
        <w:ind w:left="227" w:hanging="227"/>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304135"/>
    <w:multiLevelType w:val="singleLevel"/>
    <w:tmpl w:val="55B2175E"/>
    <w:lvl w:ilvl="0">
      <w:start w:val="1"/>
      <w:numFmt w:val="bullet"/>
      <w:lvlText w:val=""/>
      <w:lvlJc w:val="left"/>
      <w:pPr>
        <w:tabs>
          <w:tab w:val="num" w:pos="360"/>
        </w:tabs>
        <w:ind w:left="360" w:hanging="360"/>
      </w:pPr>
      <w:rPr>
        <w:rFonts w:ascii="WP IconicSymbolsA" w:hAnsi="WP IconicSymbolsA" w:hint="default"/>
      </w:rPr>
    </w:lvl>
  </w:abstractNum>
  <w:abstractNum w:abstractNumId="27" w15:restartNumberingAfterBreak="0">
    <w:nsid w:val="7B973162"/>
    <w:multiLevelType w:val="hybridMultilevel"/>
    <w:tmpl w:val="86B432F8"/>
    <w:lvl w:ilvl="0" w:tplc="04130003">
      <w:start w:val="1"/>
      <w:numFmt w:val="bullet"/>
      <w:lvlText w:val="o"/>
      <w:lvlJc w:val="left"/>
      <w:pPr>
        <w:tabs>
          <w:tab w:val="num" w:pos="720"/>
        </w:tabs>
        <w:ind w:left="720" w:hanging="360"/>
      </w:pPr>
      <w:rPr>
        <w:rFonts w:ascii="Courier New" w:hAnsi="Courier New" w:cs="Courier New"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C90673C"/>
    <w:multiLevelType w:val="multilevel"/>
    <w:tmpl w:val="7150AE82"/>
    <w:lvl w:ilvl="0">
      <w:start w:val="1"/>
      <w:numFmt w:val="decimal"/>
      <w:lvlText w:val="%1"/>
      <w:lvlJc w:val="right"/>
      <w:pPr>
        <w:tabs>
          <w:tab w:val="num" w:pos="284"/>
        </w:tabs>
        <w:ind w:left="284" w:hanging="284"/>
      </w:pPr>
      <w:rPr>
        <w:rFonts w:hint="default"/>
      </w:rPr>
    </w:lvl>
    <w:lvl w:ilvl="1">
      <w:start w:val="1"/>
      <w:numFmt w:val="decimal"/>
      <w:lvlText w:val="%1.%2"/>
      <w:lvlJc w:val="right"/>
      <w:pPr>
        <w:tabs>
          <w:tab w:val="num" w:pos="284"/>
        </w:tabs>
        <w:ind w:left="284" w:hanging="284"/>
      </w:pPr>
      <w:rPr>
        <w:rFonts w:hint="default"/>
      </w:rPr>
    </w:lvl>
    <w:lvl w:ilvl="2">
      <w:start w:val="1"/>
      <w:numFmt w:val="decimal"/>
      <w:lvlText w:val="%1.%2.%3"/>
      <w:lvlJc w:val="right"/>
      <w:pPr>
        <w:tabs>
          <w:tab w:val="num" w:pos="0"/>
        </w:tabs>
        <w:ind w:left="0" w:hanging="284"/>
      </w:pPr>
      <w:rPr>
        <w:rFonts w:hint="default"/>
      </w:rPr>
    </w:lvl>
    <w:lvl w:ilvl="3">
      <w:start w:val="1"/>
      <w:numFmt w:val="decimal"/>
      <w:lvlText w:val="%1.%2.%3.%4"/>
      <w:lvlJc w:val="right"/>
      <w:pPr>
        <w:tabs>
          <w:tab w:val="num" w:pos="284"/>
        </w:tabs>
        <w:ind w:left="284" w:hanging="284"/>
      </w:pPr>
      <w:rPr>
        <w:rFonts w:hint="default"/>
      </w:rPr>
    </w:lvl>
    <w:lvl w:ilvl="4">
      <w:start w:val="1"/>
      <w:numFmt w:val="decimal"/>
      <w:lvlText w:val="%1.%2.%3.%4.%5"/>
      <w:lvlJc w:val="right"/>
      <w:pPr>
        <w:tabs>
          <w:tab w:val="num" w:pos="284"/>
        </w:tabs>
        <w:ind w:left="284" w:hanging="284"/>
      </w:pPr>
      <w:rPr>
        <w:rFonts w:hint="default"/>
      </w:rPr>
    </w:lvl>
    <w:lvl w:ilvl="5">
      <w:start w:val="1"/>
      <w:numFmt w:val="decimal"/>
      <w:lvlText w:val="%1.%2.%3.%4.%5.%6"/>
      <w:lvlJc w:val="right"/>
      <w:pPr>
        <w:tabs>
          <w:tab w:val="num" w:pos="284"/>
        </w:tabs>
        <w:ind w:left="284" w:hanging="284"/>
      </w:pPr>
      <w:rPr>
        <w:rFonts w:hint="default"/>
      </w:rPr>
    </w:lvl>
    <w:lvl w:ilvl="6">
      <w:start w:val="1"/>
      <w:numFmt w:val="decimal"/>
      <w:lvlText w:val="%1.%2.%3.%4.%5.%6.%7"/>
      <w:lvlJc w:val="right"/>
      <w:pPr>
        <w:tabs>
          <w:tab w:val="num" w:pos="284"/>
        </w:tabs>
        <w:ind w:left="284" w:hanging="284"/>
      </w:pPr>
      <w:rPr>
        <w:rFonts w:hint="default"/>
      </w:rPr>
    </w:lvl>
    <w:lvl w:ilvl="7">
      <w:start w:val="1"/>
      <w:numFmt w:val="decimal"/>
      <w:lvlText w:val="%1.%2.%3.%4.%5.%6.%7.%8"/>
      <w:lvlJc w:val="right"/>
      <w:pPr>
        <w:tabs>
          <w:tab w:val="num" w:pos="284"/>
        </w:tabs>
        <w:ind w:left="284" w:hanging="284"/>
      </w:pPr>
      <w:rPr>
        <w:rFonts w:hint="default"/>
      </w:rPr>
    </w:lvl>
    <w:lvl w:ilvl="8">
      <w:start w:val="1"/>
      <w:numFmt w:val="decimal"/>
      <w:lvlText w:val="%1.%2.%3.%4.%5.%6.%7.%8.%9"/>
      <w:lvlJc w:val="right"/>
      <w:pPr>
        <w:tabs>
          <w:tab w:val="num" w:pos="568"/>
        </w:tabs>
        <w:ind w:left="568" w:hanging="284"/>
      </w:pPr>
      <w:rPr>
        <w:rFonts w:hint="default"/>
      </w:rPr>
    </w:lvl>
  </w:abstractNum>
  <w:abstractNum w:abstractNumId="29" w15:restartNumberingAfterBreak="0">
    <w:nsid w:val="7F012945"/>
    <w:multiLevelType w:val="singleLevel"/>
    <w:tmpl w:val="9AC87AF4"/>
    <w:lvl w:ilvl="0">
      <w:start w:val="1"/>
      <w:numFmt w:val="lowerRoman"/>
      <w:lvlText w:val="(%1)"/>
      <w:lvlJc w:val="left"/>
      <w:pPr>
        <w:tabs>
          <w:tab w:val="num" w:pos="1145"/>
        </w:tabs>
        <w:ind w:left="782" w:hanging="357"/>
      </w:pPr>
    </w:lvl>
  </w:abstractNum>
  <w:num w:numId="1">
    <w:abstractNumId w:val="14"/>
  </w:num>
  <w:num w:numId="2">
    <w:abstractNumId w:val="18"/>
  </w:num>
  <w:num w:numId="3">
    <w:abstractNumId w:val="11"/>
  </w:num>
  <w:num w:numId="4">
    <w:abstractNumId w:val="12"/>
  </w:num>
  <w:num w:numId="5">
    <w:abstractNumId w:val="17"/>
  </w:num>
  <w:num w:numId="6">
    <w:abstractNumId w:val="10"/>
  </w:num>
  <w:num w:numId="7">
    <w:abstractNumId w:val="29"/>
  </w:num>
  <w:num w:numId="8">
    <w:abstractNumId w:val="3"/>
  </w:num>
  <w:num w:numId="9">
    <w:abstractNumId w:val="23"/>
  </w:num>
  <w:num w:numId="10">
    <w:abstractNumId w:val="0"/>
    <w:lvlOverride w:ilvl="0">
      <w:lvl w:ilvl="0">
        <w:start w:val="1"/>
        <w:numFmt w:val="bullet"/>
        <w:lvlText w:val=""/>
        <w:legacy w:legacy="1" w:legacySpace="0" w:legacyIndent="360"/>
        <w:lvlJc w:val="left"/>
        <w:pPr>
          <w:ind w:left="360" w:hanging="360"/>
        </w:pPr>
        <w:rPr>
          <w:rFonts w:ascii="Symbol" w:hAnsi="Symbol" w:hint="default"/>
          <w:sz w:val="32"/>
        </w:rPr>
      </w:lvl>
    </w:lvlOverride>
  </w:num>
  <w:num w:numId="11">
    <w:abstractNumId w:val="6"/>
  </w:num>
  <w:num w:numId="12">
    <w:abstractNumId w:val="9"/>
  </w:num>
  <w:num w:numId="13">
    <w:abstractNumId w:val="25"/>
  </w:num>
  <w:num w:numId="14">
    <w:abstractNumId w:val="26"/>
  </w:num>
  <w:num w:numId="15">
    <w:abstractNumId w:val="7"/>
  </w:num>
  <w:num w:numId="16">
    <w:abstractNumId w:val="2"/>
  </w:num>
  <w:num w:numId="17">
    <w:abstractNumId w:val="1"/>
  </w:num>
  <w:num w:numId="18">
    <w:abstractNumId w:val="5"/>
  </w:num>
  <w:num w:numId="19">
    <w:abstractNumId w:val="24"/>
  </w:num>
  <w:num w:numId="20">
    <w:abstractNumId w:val="4"/>
  </w:num>
  <w:num w:numId="21">
    <w:abstractNumId w:val="27"/>
  </w:num>
  <w:num w:numId="22">
    <w:abstractNumId w:val="13"/>
  </w:num>
  <w:num w:numId="23">
    <w:abstractNumId w:val="22"/>
  </w:num>
  <w:num w:numId="24">
    <w:abstractNumId w:val="21"/>
  </w:num>
  <w:num w:numId="25">
    <w:abstractNumId w:val="16"/>
  </w:num>
  <w:num w:numId="26">
    <w:abstractNumId w:val="19"/>
  </w:num>
  <w:num w:numId="27">
    <w:abstractNumId w:val="28"/>
  </w:num>
  <w:num w:numId="28">
    <w:abstractNumId w:val="15"/>
  </w:num>
  <w:num w:numId="29">
    <w:abstractNumId w:val="20"/>
  </w:num>
  <w:num w:numId="30">
    <w:abstractNumId w:val="8"/>
  </w:num>
  <w:num w:numId="3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04D7"/>
    <w:rsid w:val="00000FFA"/>
    <w:rsid w:val="00001C48"/>
    <w:rsid w:val="00002393"/>
    <w:rsid w:val="00004713"/>
    <w:rsid w:val="0000699C"/>
    <w:rsid w:val="00023A32"/>
    <w:rsid w:val="00030F3A"/>
    <w:rsid w:val="00040507"/>
    <w:rsid w:val="000536D5"/>
    <w:rsid w:val="000538E7"/>
    <w:rsid w:val="000565DF"/>
    <w:rsid w:val="00057397"/>
    <w:rsid w:val="00061AA6"/>
    <w:rsid w:val="00077719"/>
    <w:rsid w:val="00082465"/>
    <w:rsid w:val="00093A0B"/>
    <w:rsid w:val="00094726"/>
    <w:rsid w:val="000B0E98"/>
    <w:rsid w:val="000B3D26"/>
    <w:rsid w:val="000B41E9"/>
    <w:rsid w:val="000B5613"/>
    <w:rsid w:val="000C714A"/>
    <w:rsid w:val="000D3B40"/>
    <w:rsid w:val="00102758"/>
    <w:rsid w:val="00120818"/>
    <w:rsid w:val="00122384"/>
    <w:rsid w:val="0012687A"/>
    <w:rsid w:val="001306F5"/>
    <w:rsid w:val="00131B07"/>
    <w:rsid w:val="00140898"/>
    <w:rsid w:val="0014301F"/>
    <w:rsid w:val="001431F9"/>
    <w:rsid w:val="00146E93"/>
    <w:rsid w:val="001971D2"/>
    <w:rsid w:val="001A1B2E"/>
    <w:rsid w:val="001A36A8"/>
    <w:rsid w:val="001A488B"/>
    <w:rsid w:val="001B0CBB"/>
    <w:rsid w:val="001B5EF5"/>
    <w:rsid w:val="001D360E"/>
    <w:rsid w:val="001F2C59"/>
    <w:rsid w:val="00203AE2"/>
    <w:rsid w:val="002078D3"/>
    <w:rsid w:val="0021457F"/>
    <w:rsid w:val="0022081E"/>
    <w:rsid w:val="00233416"/>
    <w:rsid w:val="00251079"/>
    <w:rsid w:val="002533EC"/>
    <w:rsid w:val="00267848"/>
    <w:rsid w:val="00280F60"/>
    <w:rsid w:val="002828AA"/>
    <w:rsid w:val="0029294F"/>
    <w:rsid w:val="00296482"/>
    <w:rsid w:val="002A2540"/>
    <w:rsid w:val="002B1D13"/>
    <w:rsid w:val="002B3A04"/>
    <w:rsid w:val="002C1484"/>
    <w:rsid w:val="002C7525"/>
    <w:rsid w:val="002D14D9"/>
    <w:rsid w:val="002D3C6F"/>
    <w:rsid w:val="002D497E"/>
    <w:rsid w:val="002E5F6B"/>
    <w:rsid w:val="002F0864"/>
    <w:rsid w:val="002F50A4"/>
    <w:rsid w:val="0032267C"/>
    <w:rsid w:val="003234C3"/>
    <w:rsid w:val="00325546"/>
    <w:rsid w:val="00337024"/>
    <w:rsid w:val="0035688E"/>
    <w:rsid w:val="00363B76"/>
    <w:rsid w:val="00384FB7"/>
    <w:rsid w:val="00395562"/>
    <w:rsid w:val="003B025B"/>
    <w:rsid w:val="003B333C"/>
    <w:rsid w:val="003B3DF3"/>
    <w:rsid w:val="003B7FF7"/>
    <w:rsid w:val="003C323B"/>
    <w:rsid w:val="003D3A2E"/>
    <w:rsid w:val="003D4236"/>
    <w:rsid w:val="003D4CC0"/>
    <w:rsid w:val="003D7A27"/>
    <w:rsid w:val="004062B7"/>
    <w:rsid w:val="00406596"/>
    <w:rsid w:val="004104D7"/>
    <w:rsid w:val="00411825"/>
    <w:rsid w:val="004230B3"/>
    <w:rsid w:val="004308D9"/>
    <w:rsid w:val="00431559"/>
    <w:rsid w:val="00431DC4"/>
    <w:rsid w:val="00437C1A"/>
    <w:rsid w:val="00440B18"/>
    <w:rsid w:val="004555D1"/>
    <w:rsid w:val="00455F7B"/>
    <w:rsid w:val="00467ABD"/>
    <w:rsid w:val="00471E90"/>
    <w:rsid w:val="00483D1B"/>
    <w:rsid w:val="00494CDD"/>
    <w:rsid w:val="004A2BA8"/>
    <w:rsid w:val="004A4ED6"/>
    <w:rsid w:val="004A7AD1"/>
    <w:rsid w:val="004B0834"/>
    <w:rsid w:val="004B15AF"/>
    <w:rsid w:val="004B5FB6"/>
    <w:rsid w:val="004C29B4"/>
    <w:rsid w:val="004D7278"/>
    <w:rsid w:val="004E1915"/>
    <w:rsid w:val="004E61D3"/>
    <w:rsid w:val="00502967"/>
    <w:rsid w:val="00506BBE"/>
    <w:rsid w:val="00514518"/>
    <w:rsid w:val="00542AFF"/>
    <w:rsid w:val="00542E29"/>
    <w:rsid w:val="00555F99"/>
    <w:rsid w:val="00575037"/>
    <w:rsid w:val="00586AD2"/>
    <w:rsid w:val="005930E6"/>
    <w:rsid w:val="00593D85"/>
    <w:rsid w:val="005956B3"/>
    <w:rsid w:val="00597022"/>
    <w:rsid w:val="005A30E0"/>
    <w:rsid w:val="005A5C6C"/>
    <w:rsid w:val="005A6ED3"/>
    <w:rsid w:val="005B0223"/>
    <w:rsid w:val="005C08EC"/>
    <w:rsid w:val="005C0B88"/>
    <w:rsid w:val="005E003F"/>
    <w:rsid w:val="005E2274"/>
    <w:rsid w:val="005E3D18"/>
    <w:rsid w:val="005E4F55"/>
    <w:rsid w:val="005E6D96"/>
    <w:rsid w:val="005F204B"/>
    <w:rsid w:val="005F3B11"/>
    <w:rsid w:val="006111D5"/>
    <w:rsid w:val="00611C0E"/>
    <w:rsid w:val="006158A2"/>
    <w:rsid w:val="0062339E"/>
    <w:rsid w:val="00634EDF"/>
    <w:rsid w:val="00637E6A"/>
    <w:rsid w:val="00644C83"/>
    <w:rsid w:val="006513BF"/>
    <w:rsid w:val="00651B5E"/>
    <w:rsid w:val="006642AE"/>
    <w:rsid w:val="006659E8"/>
    <w:rsid w:val="00666B43"/>
    <w:rsid w:val="00671003"/>
    <w:rsid w:val="00673408"/>
    <w:rsid w:val="00675506"/>
    <w:rsid w:val="00692F1B"/>
    <w:rsid w:val="006A1208"/>
    <w:rsid w:val="006A209B"/>
    <w:rsid w:val="006A61F4"/>
    <w:rsid w:val="006B1AE0"/>
    <w:rsid w:val="006C7C4B"/>
    <w:rsid w:val="006D1C54"/>
    <w:rsid w:val="006E0444"/>
    <w:rsid w:val="006F1922"/>
    <w:rsid w:val="006F22E1"/>
    <w:rsid w:val="00703541"/>
    <w:rsid w:val="0070765C"/>
    <w:rsid w:val="0071048C"/>
    <w:rsid w:val="00725283"/>
    <w:rsid w:val="00725D33"/>
    <w:rsid w:val="00734737"/>
    <w:rsid w:val="00743B81"/>
    <w:rsid w:val="0075089D"/>
    <w:rsid w:val="007718E6"/>
    <w:rsid w:val="00781962"/>
    <w:rsid w:val="00793F9C"/>
    <w:rsid w:val="007B04C8"/>
    <w:rsid w:val="007E0117"/>
    <w:rsid w:val="007E0D9A"/>
    <w:rsid w:val="007E71D6"/>
    <w:rsid w:val="007F0545"/>
    <w:rsid w:val="007F2001"/>
    <w:rsid w:val="0082071A"/>
    <w:rsid w:val="00824D81"/>
    <w:rsid w:val="00843DC2"/>
    <w:rsid w:val="008500E4"/>
    <w:rsid w:val="008721D6"/>
    <w:rsid w:val="00882A39"/>
    <w:rsid w:val="00884F1C"/>
    <w:rsid w:val="00890781"/>
    <w:rsid w:val="00890A5F"/>
    <w:rsid w:val="008B600A"/>
    <w:rsid w:val="008C2FD0"/>
    <w:rsid w:val="008C2FEF"/>
    <w:rsid w:val="008C75C0"/>
    <w:rsid w:val="008D1219"/>
    <w:rsid w:val="009028EC"/>
    <w:rsid w:val="009138FB"/>
    <w:rsid w:val="009236EE"/>
    <w:rsid w:val="009428DB"/>
    <w:rsid w:val="00954FBB"/>
    <w:rsid w:val="0096309C"/>
    <w:rsid w:val="00964ECC"/>
    <w:rsid w:val="00980FC3"/>
    <w:rsid w:val="00985A3B"/>
    <w:rsid w:val="009876C3"/>
    <w:rsid w:val="009A30CE"/>
    <w:rsid w:val="009B1BF8"/>
    <w:rsid w:val="009B3763"/>
    <w:rsid w:val="009C55B7"/>
    <w:rsid w:val="009C6AD8"/>
    <w:rsid w:val="009F1DE7"/>
    <w:rsid w:val="00A01D9B"/>
    <w:rsid w:val="00A070FF"/>
    <w:rsid w:val="00A27C65"/>
    <w:rsid w:val="00A31368"/>
    <w:rsid w:val="00A332F4"/>
    <w:rsid w:val="00A4132F"/>
    <w:rsid w:val="00A632BC"/>
    <w:rsid w:val="00A70E7F"/>
    <w:rsid w:val="00A76DDA"/>
    <w:rsid w:val="00A908FA"/>
    <w:rsid w:val="00AB1C97"/>
    <w:rsid w:val="00AB47A4"/>
    <w:rsid w:val="00AB5CE6"/>
    <w:rsid w:val="00AB7B81"/>
    <w:rsid w:val="00AD1471"/>
    <w:rsid w:val="00AE791C"/>
    <w:rsid w:val="00AE7CC7"/>
    <w:rsid w:val="00AF5EB6"/>
    <w:rsid w:val="00AF75C9"/>
    <w:rsid w:val="00B049C9"/>
    <w:rsid w:val="00B04A16"/>
    <w:rsid w:val="00B276F8"/>
    <w:rsid w:val="00B37A1E"/>
    <w:rsid w:val="00B4008C"/>
    <w:rsid w:val="00B53D42"/>
    <w:rsid w:val="00B53D68"/>
    <w:rsid w:val="00B544B2"/>
    <w:rsid w:val="00B57F73"/>
    <w:rsid w:val="00B636FD"/>
    <w:rsid w:val="00B6797D"/>
    <w:rsid w:val="00B71231"/>
    <w:rsid w:val="00B7645E"/>
    <w:rsid w:val="00B82D3B"/>
    <w:rsid w:val="00BA0F86"/>
    <w:rsid w:val="00BB441A"/>
    <w:rsid w:val="00BF34EE"/>
    <w:rsid w:val="00BF3800"/>
    <w:rsid w:val="00C04B46"/>
    <w:rsid w:val="00C04CE2"/>
    <w:rsid w:val="00C050AE"/>
    <w:rsid w:val="00C129C3"/>
    <w:rsid w:val="00C25AF9"/>
    <w:rsid w:val="00C34974"/>
    <w:rsid w:val="00C43841"/>
    <w:rsid w:val="00C455E2"/>
    <w:rsid w:val="00C51A8C"/>
    <w:rsid w:val="00C56177"/>
    <w:rsid w:val="00C75A6B"/>
    <w:rsid w:val="00C86F2A"/>
    <w:rsid w:val="00C87EB2"/>
    <w:rsid w:val="00C87F07"/>
    <w:rsid w:val="00C9676C"/>
    <w:rsid w:val="00CB3667"/>
    <w:rsid w:val="00CC1C68"/>
    <w:rsid w:val="00CC2B8B"/>
    <w:rsid w:val="00CC4D9C"/>
    <w:rsid w:val="00CD7586"/>
    <w:rsid w:val="00CE1914"/>
    <w:rsid w:val="00CE7989"/>
    <w:rsid w:val="00CF16A0"/>
    <w:rsid w:val="00D2633E"/>
    <w:rsid w:val="00D27B70"/>
    <w:rsid w:val="00D3093B"/>
    <w:rsid w:val="00D346AD"/>
    <w:rsid w:val="00D34CC9"/>
    <w:rsid w:val="00D55C1E"/>
    <w:rsid w:val="00D7327C"/>
    <w:rsid w:val="00D77A10"/>
    <w:rsid w:val="00D87240"/>
    <w:rsid w:val="00D92AFB"/>
    <w:rsid w:val="00D93B82"/>
    <w:rsid w:val="00DA0ED3"/>
    <w:rsid w:val="00DA10DA"/>
    <w:rsid w:val="00DA2D2C"/>
    <w:rsid w:val="00DA3122"/>
    <w:rsid w:val="00DA57FE"/>
    <w:rsid w:val="00DA6E0E"/>
    <w:rsid w:val="00DB062A"/>
    <w:rsid w:val="00DC3A4C"/>
    <w:rsid w:val="00DD1B48"/>
    <w:rsid w:val="00DD345D"/>
    <w:rsid w:val="00DD75E8"/>
    <w:rsid w:val="00DE67A2"/>
    <w:rsid w:val="00DE6828"/>
    <w:rsid w:val="00DF66F6"/>
    <w:rsid w:val="00E00580"/>
    <w:rsid w:val="00E00C63"/>
    <w:rsid w:val="00E1175C"/>
    <w:rsid w:val="00E23F0E"/>
    <w:rsid w:val="00E3069F"/>
    <w:rsid w:val="00E325A1"/>
    <w:rsid w:val="00E32666"/>
    <w:rsid w:val="00E34DEC"/>
    <w:rsid w:val="00E375E5"/>
    <w:rsid w:val="00E479F4"/>
    <w:rsid w:val="00E56C0A"/>
    <w:rsid w:val="00E62313"/>
    <w:rsid w:val="00E636A6"/>
    <w:rsid w:val="00E73E8D"/>
    <w:rsid w:val="00E8372D"/>
    <w:rsid w:val="00E87886"/>
    <w:rsid w:val="00E92C5A"/>
    <w:rsid w:val="00EA751D"/>
    <w:rsid w:val="00EB0AF8"/>
    <w:rsid w:val="00EB60F8"/>
    <w:rsid w:val="00EC0624"/>
    <w:rsid w:val="00EC1FA5"/>
    <w:rsid w:val="00EC2525"/>
    <w:rsid w:val="00EC31E3"/>
    <w:rsid w:val="00ED29B3"/>
    <w:rsid w:val="00EE57D9"/>
    <w:rsid w:val="00EE62BE"/>
    <w:rsid w:val="00EE77F9"/>
    <w:rsid w:val="00EF0C51"/>
    <w:rsid w:val="00EF50BE"/>
    <w:rsid w:val="00EF52DA"/>
    <w:rsid w:val="00F161C9"/>
    <w:rsid w:val="00F2268E"/>
    <w:rsid w:val="00F23271"/>
    <w:rsid w:val="00F24982"/>
    <w:rsid w:val="00F313BC"/>
    <w:rsid w:val="00F375DB"/>
    <w:rsid w:val="00F42113"/>
    <w:rsid w:val="00F43F4F"/>
    <w:rsid w:val="00F538F7"/>
    <w:rsid w:val="00F65E00"/>
    <w:rsid w:val="00F6713B"/>
    <w:rsid w:val="00F72F3A"/>
    <w:rsid w:val="00F734B0"/>
    <w:rsid w:val="00F75110"/>
    <w:rsid w:val="00F85B4B"/>
    <w:rsid w:val="00F9083E"/>
    <w:rsid w:val="00FA707B"/>
    <w:rsid w:val="00FB6E1B"/>
    <w:rsid w:val="00FC1140"/>
    <w:rsid w:val="00FD2B14"/>
    <w:rsid w:val="00FD3458"/>
    <w:rsid w:val="00FE6002"/>
    <w:rsid w:val="00FF6A8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0172111-347D-4216-B90D-EE76A9816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pPr>
      <w:widowControl w:val="0"/>
      <w:spacing w:line="280" w:lineRule="exact"/>
    </w:pPr>
    <w:rPr>
      <w:sz w:val="22"/>
      <w:szCs w:val="24"/>
    </w:rPr>
  </w:style>
  <w:style w:type="paragraph" w:styleId="Kop1">
    <w:name w:val="heading 1"/>
    <w:aliases w:val="H1-Sec.Head"/>
    <w:basedOn w:val="Standaard"/>
    <w:next w:val="Standaard"/>
    <w:qFormat/>
    <w:rsid w:val="00F313BC"/>
    <w:pPr>
      <w:keepNext/>
      <w:numPr>
        <w:numId w:val="1"/>
      </w:numPr>
      <w:outlineLvl w:val="0"/>
    </w:pPr>
    <w:rPr>
      <w:b/>
      <w:bCs/>
      <w:sz w:val="32"/>
      <w:szCs w:val="32"/>
    </w:rPr>
  </w:style>
  <w:style w:type="paragraph" w:styleId="Kop2">
    <w:name w:val="heading 2"/>
    <w:aliases w:val="H2-Sec. Head"/>
    <w:basedOn w:val="Standaard"/>
    <w:next w:val="Standaard"/>
    <w:link w:val="Kop2Char"/>
    <w:qFormat/>
    <w:rsid w:val="00F313BC"/>
    <w:pPr>
      <w:keepNext/>
      <w:numPr>
        <w:ilvl w:val="1"/>
        <w:numId w:val="1"/>
      </w:numPr>
      <w:outlineLvl w:val="1"/>
    </w:pPr>
    <w:rPr>
      <w:b/>
      <w:bCs/>
      <w:sz w:val="24"/>
      <w:szCs w:val="28"/>
    </w:rPr>
  </w:style>
  <w:style w:type="paragraph" w:styleId="Kop3">
    <w:name w:val="heading 3"/>
    <w:aliases w:val="H3-Sec. Head"/>
    <w:basedOn w:val="Standaard"/>
    <w:next w:val="Standaard"/>
    <w:qFormat/>
    <w:rsid w:val="00F313BC"/>
    <w:pPr>
      <w:keepNext/>
      <w:numPr>
        <w:ilvl w:val="2"/>
        <w:numId w:val="1"/>
      </w:numPr>
      <w:outlineLvl w:val="2"/>
    </w:pPr>
    <w:rPr>
      <w:b/>
      <w:bCs/>
      <w:i/>
      <w:iCs/>
      <w:szCs w:val="26"/>
    </w:rPr>
  </w:style>
  <w:style w:type="paragraph" w:styleId="Kop4">
    <w:name w:val="heading 4"/>
    <w:aliases w:val="H4 Sec.Heading"/>
    <w:basedOn w:val="Standaard"/>
    <w:next w:val="Standaard"/>
    <w:qFormat/>
    <w:pPr>
      <w:keepNext/>
      <w:outlineLvl w:val="3"/>
    </w:pPr>
    <w:rPr>
      <w:b/>
      <w:bCs/>
      <w:szCs w:val="22"/>
    </w:rPr>
  </w:style>
  <w:style w:type="paragraph" w:styleId="Kop5">
    <w:name w:val="heading 5"/>
    <w:basedOn w:val="Standaard"/>
    <w:next w:val="Standaard"/>
    <w:qFormat/>
    <w:pPr>
      <w:outlineLvl w:val="4"/>
    </w:pPr>
    <w:rPr>
      <w:bCs/>
      <w:i/>
      <w:iCs/>
      <w:szCs w:val="20"/>
    </w:rPr>
  </w:style>
  <w:style w:type="paragraph" w:styleId="Kop6">
    <w:name w:val="heading 6"/>
    <w:basedOn w:val="Standaard"/>
    <w:next w:val="Standaard"/>
    <w:qFormat/>
    <w:pPr>
      <w:outlineLvl w:val="5"/>
    </w:pPr>
    <w:rPr>
      <w:b/>
      <w:bCs/>
      <w:szCs w:val="22"/>
    </w:rPr>
  </w:style>
  <w:style w:type="paragraph" w:styleId="Kop7">
    <w:name w:val="heading 7"/>
    <w:basedOn w:val="Standaard"/>
    <w:next w:val="Standaard"/>
    <w:qFormat/>
    <w:pPr>
      <w:outlineLvl w:val="6"/>
    </w:pPr>
    <w:rPr>
      <w:i/>
      <w:szCs w:val="22"/>
    </w:rPr>
  </w:style>
  <w:style w:type="paragraph" w:styleId="Kop8">
    <w:name w:val="heading 8"/>
    <w:basedOn w:val="Standaard"/>
    <w:next w:val="Standaard"/>
    <w:qFormat/>
    <w:pPr>
      <w:outlineLvl w:val="7"/>
    </w:pPr>
    <w:rPr>
      <w:b/>
      <w:iCs/>
      <w:szCs w:val="22"/>
    </w:rPr>
  </w:style>
  <w:style w:type="paragraph" w:styleId="Kop9">
    <w:name w:val="heading 9"/>
    <w:basedOn w:val="Standaard"/>
    <w:next w:val="Standaard"/>
    <w:qFormat/>
    <w:pPr>
      <w:outlineLvl w:val="8"/>
    </w:pPr>
    <w:rPr>
      <w:rFonts w:cs="Arial"/>
      <w:i/>
      <w:szCs w:val="22"/>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character" w:customStyle="1" w:styleId="Kop2Char">
    <w:name w:val="Kop 2 Char"/>
    <w:aliases w:val="H2-Sec. Head Char"/>
    <w:basedOn w:val="Standaardalinea-lettertype"/>
    <w:link w:val="Kop2"/>
    <w:rsid w:val="00F313BC"/>
    <w:rPr>
      <w:b/>
      <w:bCs/>
      <w:sz w:val="24"/>
      <w:szCs w:val="28"/>
      <w:lang w:val="nl-NL" w:eastAsia="nl-NL" w:bidi="ar-SA"/>
    </w:rPr>
  </w:style>
  <w:style w:type="paragraph" w:styleId="Koptekst">
    <w:name w:val="header"/>
    <w:basedOn w:val="Standaard"/>
    <w:pPr>
      <w:tabs>
        <w:tab w:val="center" w:pos="4536"/>
        <w:tab w:val="right" w:pos="9072"/>
      </w:tabs>
    </w:pPr>
  </w:style>
  <w:style w:type="paragraph" w:styleId="Voettekst">
    <w:name w:val="footer"/>
    <w:basedOn w:val="Standaard"/>
    <w:link w:val="VoettekstChar"/>
    <w:pPr>
      <w:tabs>
        <w:tab w:val="right" w:pos="7938"/>
      </w:tabs>
    </w:pPr>
    <w:rPr>
      <w:i/>
      <w:sz w:val="16"/>
    </w:rPr>
  </w:style>
  <w:style w:type="character" w:customStyle="1" w:styleId="VoettekstChar">
    <w:name w:val="Voettekst Char"/>
    <w:basedOn w:val="Standaardalinea-lettertype"/>
    <w:link w:val="Voettekst"/>
    <w:rsid w:val="004104D7"/>
    <w:rPr>
      <w:i/>
      <w:sz w:val="16"/>
      <w:szCs w:val="24"/>
      <w:lang w:val="nl-NL" w:eastAsia="nl-NL" w:bidi="ar-SA"/>
    </w:rPr>
  </w:style>
  <w:style w:type="character" w:styleId="Paginanummer">
    <w:name w:val="page number"/>
    <w:basedOn w:val="Standaardalinea-lettertype"/>
    <w:rPr>
      <w:rFonts w:ascii="Times New Roman" w:hAnsi="Times New Roman"/>
      <w:sz w:val="20"/>
    </w:rPr>
  </w:style>
  <w:style w:type="paragraph" w:customStyle="1" w:styleId="Kop1ongenummerd">
    <w:name w:val="Kop 1 (ongenummerd)"/>
    <w:basedOn w:val="Standaard"/>
    <w:next w:val="Standaard"/>
    <w:pPr>
      <w:outlineLvl w:val="0"/>
    </w:pPr>
    <w:rPr>
      <w:b/>
      <w:sz w:val="32"/>
    </w:rPr>
  </w:style>
  <w:style w:type="paragraph" w:styleId="Inhopg2">
    <w:name w:val="toc 2"/>
    <w:basedOn w:val="Inhopg1"/>
    <w:next w:val="Standaard"/>
    <w:semiHidden/>
    <w:pPr>
      <w:spacing w:before="0"/>
      <w:ind w:left="-454"/>
    </w:pPr>
    <w:rPr>
      <w:b w:val="0"/>
      <w:iCs/>
      <w:noProof/>
    </w:rPr>
  </w:style>
  <w:style w:type="paragraph" w:styleId="Inhopg1">
    <w:name w:val="toc 1"/>
    <w:basedOn w:val="Standaard"/>
    <w:next w:val="Standaard"/>
    <w:semiHidden/>
    <w:pPr>
      <w:tabs>
        <w:tab w:val="left" w:pos="0"/>
        <w:tab w:val="right" w:pos="7938"/>
      </w:tabs>
      <w:spacing w:before="280"/>
      <w:ind w:left="-284"/>
    </w:pPr>
    <w:rPr>
      <w:b/>
      <w:bCs/>
      <w:szCs w:val="22"/>
    </w:rPr>
  </w:style>
  <w:style w:type="paragraph" w:styleId="Inhopg3">
    <w:name w:val="toc 3"/>
    <w:basedOn w:val="Inhopg2"/>
    <w:next w:val="Standaard"/>
    <w:semiHidden/>
    <w:pPr>
      <w:ind w:left="-618"/>
    </w:pPr>
    <w:rPr>
      <w:bCs w:val="0"/>
      <w:iCs w:val="0"/>
      <w:szCs w:val="24"/>
    </w:rPr>
  </w:style>
  <w:style w:type="paragraph" w:styleId="Voetnoottekst">
    <w:name w:val="footnote text"/>
    <w:aliases w:val="F1"/>
    <w:basedOn w:val="Standaard"/>
    <w:semiHidden/>
    <w:pPr>
      <w:spacing w:line="260" w:lineRule="exact"/>
    </w:pPr>
    <w:rPr>
      <w:sz w:val="16"/>
      <w:szCs w:val="18"/>
    </w:rPr>
  </w:style>
  <w:style w:type="character" w:styleId="Voetnootmarkering">
    <w:name w:val="footnote reference"/>
    <w:basedOn w:val="Standaardalinea-lettertype"/>
    <w:semiHidden/>
    <w:rPr>
      <w:rFonts w:ascii="Times New Roman" w:hAnsi="Times New Roman"/>
      <w:sz w:val="22"/>
      <w:vertAlign w:val="superscript"/>
    </w:rPr>
  </w:style>
  <w:style w:type="character" w:customStyle="1" w:styleId="StyleFootnoteReference8pt">
    <w:name w:val="Style Footnote Reference + 8 pt"/>
    <w:basedOn w:val="Voetnootmarkering"/>
    <w:rPr>
      <w:rFonts w:ascii="Times New Roman" w:hAnsi="Times New Roman"/>
      <w:sz w:val="22"/>
      <w:szCs w:val="22"/>
      <w:vertAlign w:val="superscript"/>
    </w:rPr>
  </w:style>
  <w:style w:type="paragraph" w:customStyle="1" w:styleId="Kop2ongenummerd">
    <w:name w:val="Kop 2 (ongenummerd)"/>
    <w:basedOn w:val="Kop2"/>
    <w:next w:val="Standaard"/>
    <w:pPr>
      <w:numPr>
        <w:ilvl w:val="0"/>
        <w:numId w:val="0"/>
      </w:numPr>
      <w:outlineLvl w:val="9"/>
    </w:pPr>
  </w:style>
  <w:style w:type="paragraph" w:styleId="Inhopg4">
    <w:name w:val="toc 4"/>
    <w:basedOn w:val="Inhopg3"/>
    <w:next w:val="Standaard"/>
    <w:semiHidden/>
    <w:pPr>
      <w:spacing w:before="280"/>
      <w:ind w:left="0"/>
    </w:pPr>
    <w:rPr>
      <w:b/>
    </w:rPr>
  </w:style>
  <w:style w:type="paragraph" w:styleId="Inhopg5">
    <w:name w:val="toc 5"/>
    <w:basedOn w:val="Inhopg4"/>
    <w:next w:val="Standaard"/>
    <w:semiHidden/>
    <w:pPr>
      <w:tabs>
        <w:tab w:val="left" w:pos="1134"/>
      </w:tabs>
      <w:spacing w:before="0"/>
    </w:pPr>
    <w:rPr>
      <w:b w:val="0"/>
      <w:bCs/>
      <w:szCs w:val="20"/>
    </w:rPr>
  </w:style>
  <w:style w:type="paragraph" w:styleId="Inhopg6">
    <w:name w:val="toc 6"/>
    <w:basedOn w:val="Inhopg5"/>
    <w:next w:val="Standaard"/>
    <w:semiHidden/>
  </w:style>
  <w:style w:type="paragraph" w:styleId="Inhopg7">
    <w:name w:val="toc 7"/>
    <w:basedOn w:val="Inhopg6"/>
    <w:next w:val="Standaard"/>
    <w:semiHidden/>
  </w:style>
  <w:style w:type="paragraph" w:styleId="Inhopg8">
    <w:name w:val="toc 8"/>
    <w:basedOn w:val="Inhopg7"/>
    <w:next w:val="Standaard"/>
    <w:semiHidden/>
  </w:style>
  <w:style w:type="paragraph" w:styleId="Inhopg9">
    <w:name w:val="toc 9"/>
    <w:basedOn w:val="Inhopg8"/>
    <w:next w:val="Standaard"/>
    <w:semiHidden/>
  </w:style>
  <w:style w:type="character" w:styleId="Hyperlink">
    <w:name w:val="Hyperlink"/>
    <w:basedOn w:val="Standaardalinea-lettertype"/>
    <w:rPr>
      <w:color w:val="0000FF"/>
      <w:u w:val="single"/>
    </w:rPr>
  </w:style>
  <w:style w:type="character" w:customStyle="1" w:styleId="Hypertext">
    <w:name w:val="Hypertext"/>
    <w:rPr>
      <w:color w:val="0000FF"/>
      <w:u w:val="single"/>
    </w:rPr>
  </w:style>
  <w:style w:type="paragraph" w:styleId="Titel">
    <w:name w:val="Title"/>
    <w:basedOn w:val="Standaard"/>
    <w:qFormat/>
    <w:rPr>
      <w:rFonts w:cs="Arial"/>
      <w:b/>
      <w:bCs/>
      <w:kern w:val="28"/>
      <w:sz w:val="32"/>
      <w:szCs w:val="32"/>
    </w:rPr>
  </w:style>
  <w:style w:type="paragraph" w:styleId="Ondertitel">
    <w:name w:val="Subtitle"/>
    <w:basedOn w:val="Standaard"/>
    <w:qFormat/>
    <w:rPr>
      <w:rFonts w:cs="Arial"/>
      <w:b/>
      <w:sz w:val="24"/>
    </w:rPr>
  </w:style>
  <w:style w:type="paragraph" w:customStyle="1" w:styleId="Kopbijlage">
    <w:name w:val="Kop bijlage"/>
    <w:basedOn w:val="Standaard"/>
    <w:next w:val="Standaard"/>
    <w:pPr>
      <w:tabs>
        <w:tab w:val="left" w:pos="1418"/>
      </w:tabs>
    </w:pPr>
    <w:rPr>
      <w:b/>
      <w:sz w:val="32"/>
    </w:rPr>
  </w:style>
  <w:style w:type="paragraph" w:styleId="Aanhef">
    <w:name w:val="Salutation"/>
    <w:basedOn w:val="Standaard"/>
    <w:next w:val="Standaard"/>
  </w:style>
  <w:style w:type="paragraph" w:customStyle="1" w:styleId="KopSubBijlage">
    <w:name w:val="Kop Sub Bijlage"/>
    <w:basedOn w:val="Standaard"/>
    <w:next w:val="Standaard"/>
    <w:rPr>
      <w:i/>
    </w:rPr>
  </w:style>
  <w:style w:type="paragraph" w:styleId="Index5">
    <w:name w:val="index 5"/>
    <w:basedOn w:val="Standaard"/>
    <w:next w:val="Standaard"/>
    <w:autoRedefine/>
    <w:semiHidden/>
    <w:pPr>
      <w:ind w:left="1100" w:hanging="220"/>
    </w:pPr>
  </w:style>
  <w:style w:type="paragraph" w:styleId="Index4">
    <w:name w:val="index 4"/>
    <w:basedOn w:val="Standaard"/>
    <w:next w:val="Standaard"/>
    <w:autoRedefine/>
    <w:semiHidden/>
    <w:pPr>
      <w:ind w:left="880" w:hanging="220"/>
    </w:pPr>
    <w:rPr>
      <w:b/>
    </w:rPr>
  </w:style>
  <w:style w:type="character" w:customStyle="1" w:styleId="textparagraph">
    <w:name w:val="textparagraph"/>
    <w:basedOn w:val="Standaardalinea-lettertype"/>
    <w:rsid w:val="004104D7"/>
  </w:style>
  <w:style w:type="paragraph" w:customStyle="1" w:styleId="C2-CtrSglS">
    <w:name w:val="C2-Ctr Sgl S"/>
    <w:rsid w:val="004104D7"/>
    <w:pPr>
      <w:keepNext/>
      <w:keepLines/>
      <w:suppressAutoHyphens/>
      <w:jc w:val="center"/>
    </w:pPr>
    <w:rPr>
      <w:rFonts w:ascii="Arial" w:hAnsi="Arial"/>
      <w:sz w:val="24"/>
      <w:lang w:val="en-US"/>
    </w:rPr>
  </w:style>
  <w:style w:type="paragraph" w:customStyle="1" w:styleId="Adresgegevens">
    <w:name w:val="Adresgegevens"/>
    <w:basedOn w:val="Standaard"/>
    <w:rsid w:val="004104D7"/>
    <w:pPr>
      <w:widowControl/>
      <w:spacing w:line="240" w:lineRule="exact"/>
    </w:pPr>
    <w:rPr>
      <w:noProof/>
    </w:rPr>
  </w:style>
  <w:style w:type="paragraph" w:styleId="Tekstzonderopmaak">
    <w:name w:val="Plain Text"/>
    <w:basedOn w:val="Standaard"/>
    <w:rsid w:val="004104D7"/>
    <w:pPr>
      <w:widowControl/>
      <w:spacing w:line="240" w:lineRule="auto"/>
    </w:pPr>
    <w:rPr>
      <w:rFonts w:ascii="Courier New" w:hAnsi="Courier New" w:cs="Courier New"/>
      <w:sz w:val="20"/>
      <w:szCs w:val="20"/>
    </w:rPr>
  </w:style>
  <w:style w:type="table" w:styleId="Tabelraster">
    <w:name w:val="Table Grid"/>
    <w:basedOn w:val="Standaardtabel"/>
    <w:rsid w:val="004104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4">
    <w:name w:val="xl24"/>
    <w:basedOn w:val="Standaard"/>
    <w:semiHidden/>
    <w:rsid w:val="004104D7"/>
    <w:pPr>
      <w:widowControl/>
      <w:spacing w:before="100" w:beforeAutospacing="1" w:after="100" w:afterAutospacing="1" w:line="240" w:lineRule="auto"/>
    </w:pPr>
    <w:rPr>
      <w:rFonts w:ascii="Arial" w:eastAsia="Arial Unicode MS" w:hAnsi="Arial" w:cs="Arial"/>
      <w:b/>
      <w:bCs/>
      <w:sz w:val="24"/>
    </w:rPr>
  </w:style>
  <w:style w:type="paragraph" w:styleId="Ballontekst">
    <w:name w:val="Balloon Text"/>
    <w:basedOn w:val="Standaard"/>
    <w:semiHidden/>
    <w:rsid w:val="004104D7"/>
    <w:rPr>
      <w:rFonts w:ascii="Tahoma" w:hAnsi="Tahoma" w:cs="Tahoma"/>
      <w:sz w:val="16"/>
      <w:szCs w:val="16"/>
    </w:rPr>
  </w:style>
  <w:style w:type="paragraph" w:customStyle="1" w:styleId="xl29">
    <w:name w:val="xl29"/>
    <w:basedOn w:val="Standaard"/>
    <w:semiHidden/>
    <w:rsid w:val="004104D7"/>
    <w:pPr>
      <w:widowControl/>
      <w:spacing w:before="100" w:beforeAutospacing="1" w:after="100" w:afterAutospacing="1" w:line="240" w:lineRule="auto"/>
    </w:pPr>
    <w:rPr>
      <w:rFonts w:ascii="Arial" w:hAnsi="Arial" w:cs="Arial"/>
      <w:i/>
      <w:iCs/>
      <w:sz w:val="24"/>
    </w:rPr>
  </w:style>
  <w:style w:type="paragraph" w:customStyle="1" w:styleId="T0-ChapPgHd">
    <w:name w:val="T0-Chap/Pg Hd"/>
    <w:rsid w:val="004104D7"/>
    <w:pPr>
      <w:tabs>
        <w:tab w:val="left" w:pos="8640"/>
      </w:tabs>
      <w:spacing w:line="240" w:lineRule="atLeast"/>
      <w:jc w:val="both"/>
    </w:pPr>
    <w:rPr>
      <w:sz w:val="22"/>
      <w:u w:val="words"/>
      <w:lang w:val="en-US"/>
    </w:rPr>
  </w:style>
  <w:style w:type="paragraph" w:styleId="Documentstructuur">
    <w:name w:val="Document Map"/>
    <w:basedOn w:val="Standaard"/>
    <w:semiHidden/>
    <w:rsid w:val="00671003"/>
    <w:pPr>
      <w:shd w:val="clear" w:color="auto" w:fill="000080"/>
    </w:pPr>
    <w:rPr>
      <w:rFonts w:ascii="Tahoma" w:hAnsi="Tahoma" w:cs="Tahoma"/>
      <w:sz w:val="20"/>
      <w:szCs w:val="20"/>
    </w:rPr>
  </w:style>
  <w:style w:type="table" w:styleId="Eenvoudigetabel1">
    <w:name w:val="Table Simple 1"/>
    <w:basedOn w:val="Standaardtabel"/>
    <w:rsid w:val="00985A3B"/>
    <w:pPr>
      <w:widowControl w:val="0"/>
      <w:spacing w:line="280" w:lineRule="exact"/>
    </w:pPr>
    <w:tblPr>
      <w:tblBorders>
        <w:top w:val="single" w:sz="4" w:space="0" w:color="000000"/>
        <w:bottom w:val="single" w:sz="4" w:space="0" w:color="000000"/>
      </w:tblBorders>
      <w:tblCellMar>
        <w:left w:w="0" w:type="dxa"/>
        <w:right w:w="0"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413789">
      <w:bodyDiv w:val="1"/>
      <w:marLeft w:val="0"/>
      <w:marRight w:val="0"/>
      <w:marTop w:val="0"/>
      <w:marBottom w:val="0"/>
      <w:divBdr>
        <w:top w:val="none" w:sz="0" w:space="0" w:color="auto"/>
        <w:left w:val="none" w:sz="0" w:space="0" w:color="auto"/>
        <w:bottom w:val="none" w:sz="0" w:space="0" w:color="auto"/>
        <w:right w:val="none" w:sz="0" w:space="0" w:color="auto"/>
      </w:divBdr>
    </w:div>
    <w:div w:id="608440436">
      <w:bodyDiv w:val="1"/>
      <w:marLeft w:val="0"/>
      <w:marRight w:val="0"/>
      <w:marTop w:val="0"/>
      <w:marBottom w:val="0"/>
      <w:divBdr>
        <w:top w:val="none" w:sz="0" w:space="0" w:color="auto"/>
        <w:left w:val="none" w:sz="0" w:space="0" w:color="auto"/>
        <w:bottom w:val="none" w:sz="0" w:space="0" w:color="auto"/>
        <w:right w:val="none" w:sz="0" w:space="0" w:color="auto"/>
      </w:divBdr>
    </w:div>
    <w:div w:id="1792627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gi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http://www.hetalternatief.org/Logo%20NIVEL.gi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kuju\Programmatuur\mso2k3\SJABLOON\Huisstijl%20Sjablonen\Rapport%20A4%202007.dot"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TZinlBibMeetInstrumentDoc" ma:contentTypeID="0x0101008FBCB55CC47A443CB772F1C35369E5E300E1DD743A00D248DCAE2242640CE6C572006A3F51EED7E75B47BC77E46FE43E8A28" ma:contentTypeVersion="173" ma:contentTypeDescription="Content type for CT MeetInstrument" ma:contentTypeScope="" ma:versionID="006e314c97f1cfbb65db0fa3b99cd314">
  <xsd:schema xmlns:xsd="http://www.w3.org/2001/XMLSchema" xmlns:xs="http://www.w3.org/2001/XMLSchema" xmlns:p="http://schemas.microsoft.com/office/2006/metadata/properties" xmlns:ns1="http://schemas.microsoft.com/sharepoint/v3" xmlns:ns2="fd2069cc-00ae-4f60-8ff8-57f81a5b98cd" targetNamespace="http://schemas.microsoft.com/office/2006/metadata/properties" ma:root="true" ma:fieldsID="1368f8b340346add2fbcfe77a774b19c" ns1:_="" ns2:_="">
    <xsd:import namespace="http://schemas.microsoft.com/sharepoint/v3"/>
    <xsd:import namespace="fd2069cc-00ae-4f60-8ff8-57f81a5b98cd"/>
    <xsd:element name="properties">
      <xsd:complexType>
        <xsd:sequence>
          <xsd:element name="documentManagement">
            <xsd:complexType>
              <xsd:all>
                <xsd:element ref="ns1:Ontwikkeldatum"/>
                <xsd:element ref="ns1:Anders" minOccurs="0"/>
                <xsd:element ref="ns2:Notities" minOccurs="0"/>
                <xsd:element ref="ns1:Openbaarzetten" minOccurs="0"/>
                <xsd:element ref="ns1:Versienummer" minOccurs="0"/>
                <xsd:element ref="ns1:Meetinstrument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Ontwikkeldatum" ma:index="8" ma:displayName="Publicatiedatum" ma:description="" ma:format="DateOnly" ma:internalName="Ontwikkeldatum">
      <xsd:simpleType>
        <xsd:restriction base="dms:DateTime"/>
      </xsd:simpleType>
    </xsd:element>
    <xsd:element name="Anders" ma:index="9" nillable="true" ma:displayName="Anders nl." ma:description="Anders nl." ma:hidden="true" ma:internalName="Anders">
      <xsd:simpleType>
        <xsd:restriction base="dms:Note"/>
      </xsd:simpleType>
    </xsd:element>
    <xsd:element name="Openbaarzetten" ma:index="11" nillable="true" ma:displayName="Wilt u het bestand openbaar zetten?" ma:default="Openbaar" ma:description="" ma:format="RadioButtons" ma:internalName="Openbaarzetten">
      <xsd:simpleType>
        <xsd:restriction base="dms:Choice">
          <xsd:enumeration value="Openbaar"/>
          <xsd:enumeration value="Alleen voor beheerders"/>
        </xsd:restriction>
      </xsd:simpleType>
    </xsd:element>
    <xsd:element name="Versienummer" ma:index="12" nillable="true" ma:displayName="Versienummer" ma:description="" ma:internalName="Versienummer">
      <xsd:simpleType>
        <xsd:restriction base="dms:Text"/>
      </xsd:simpleType>
    </xsd:element>
    <xsd:element name="MeetinstrumentType" ma:index="13" nillable="true" ma:displayName="Meetinstrument type" ma:default="Indicator" ma:description="" ma:format="Dropdown" ma:internalName="MeetinstrumentType">
      <xsd:simpleType>
        <xsd:restriction base="dms:Choice">
          <xsd:enumeration value="Indicator"/>
          <xsd:enumeration value="Indicatorset"/>
          <xsd:enumeration value="Vragenlijst"/>
          <xsd:enumeration value="Werkinstructie"/>
          <xsd:enumeration value="Procesbeschrijving"/>
          <xsd:enumeration value="Rapport"/>
          <xsd:enumeration value="Aanbiedingsformulier"/>
          <xsd:enumeration value="Overige"/>
        </xsd:restriction>
      </xsd:simpleType>
    </xsd:element>
  </xsd:schema>
  <xsd:schema xmlns:xsd="http://www.w3.org/2001/XMLSchema" xmlns:xs="http://www.w3.org/2001/XMLSchema" xmlns:dms="http://schemas.microsoft.com/office/2006/documentManagement/types" xmlns:pc="http://schemas.microsoft.com/office/infopath/2007/PartnerControls" targetNamespace="fd2069cc-00ae-4f60-8ff8-57f81a5b98cd" elementFormDefault="qualified">
    <xsd:import namespace="http://schemas.microsoft.com/office/2006/documentManagement/types"/>
    <xsd:import namespace="http://schemas.microsoft.com/office/infopath/2007/PartnerControls"/>
    <xsd:element name="Notities" ma:index="10" nillable="true" ma:displayName="Notities" ma:internalName="Notitie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421708e5-2dfc-4d87-9420-7967329ca836" ContentTypeId="0x0101008FBCB55CC47A443CB772F1C35369E5E300E1DD743A00D248DCAE2242640CE6C572" PreviousValue="false"/>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Ontwikkeldatum xmlns="http://schemas.microsoft.com/sharepoint/v3">2006-12-31T23:00:00+00:00</Ontwikkeldatum>
    <Notities xmlns="fd2069cc-00ae-4f60-8ff8-57f81a5b98cd" xsi:nil="true"/>
    <Anders xmlns="http://schemas.microsoft.com/sharepoint/v3">&lt;div&gt;&lt;/div&gt;</Anders>
    <MeetinstrumentType xmlns="http://schemas.microsoft.com/sharepoint/v3">Vragenlijst</MeetinstrumentType>
    <Openbaarzetten xmlns="http://schemas.microsoft.com/sharepoint/v3">Openbaar</Openbaarzetten>
    <Versienummer xmlns="http://schemas.microsoft.com/sharepoint/v3" xsi:nil="true"/>
  </documentManagement>
</p:properties>
</file>

<file path=customXml/itemProps1.xml><?xml version="1.0" encoding="utf-8"?>
<ds:datastoreItem xmlns:ds="http://schemas.openxmlformats.org/officeDocument/2006/customXml" ds:itemID="{5AF37218-5E6F-45B8-8044-1EC9F81D125D}">
  <ds:schemaRefs>
    <ds:schemaRef ds:uri="http://schemas.microsoft.com/sharepoint/v3/contenttype/forms"/>
  </ds:schemaRefs>
</ds:datastoreItem>
</file>

<file path=customXml/itemProps2.xml><?xml version="1.0" encoding="utf-8"?>
<ds:datastoreItem xmlns:ds="http://schemas.openxmlformats.org/officeDocument/2006/customXml" ds:itemID="{4065153E-E369-491E-8F18-EB4717AEC2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d2069cc-00ae-4f60-8ff8-57f81a5b98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4BDA85-BB31-41C9-B3FD-6BC1C3472270}">
  <ds:schemaRefs>
    <ds:schemaRef ds:uri="Microsoft.SharePoint.Taxonomy.ContentTypeSync"/>
  </ds:schemaRefs>
</ds:datastoreItem>
</file>

<file path=customXml/itemProps4.xml><?xml version="1.0" encoding="utf-8"?>
<ds:datastoreItem xmlns:ds="http://schemas.openxmlformats.org/officeDocument/2006/customXml" ds:itemID="{393A85E0-036D-45D5-ACA9-EF525112A663}">
  <ds:schemaRefs>
    <ds:schemaRef ds:uri="http://schemas.microsoft.com/office/2006/metadata/longProperties"/>
  </ds:schemaRefs>
</ds:datastoreItem>
</file>

<file path=customXml/itemProps5.xml><?xml version="1.0" encoding="utf-8"?>
<ds:datastoreItem xmlns:ds="http://schemas.openxmlformats.org/officeDocument/2006/customXml" ds:itemID="{98F4ABB7-EEE1-4D0E-8CDF-7A801CA9AFEA}">
  <ds:schemaRefs>
    <ds:schemaRef ds:uri="http://schemas.microsoft.com/office/2006/metadata/properties"/>
    <ds:schemaRef ds:uri="http://schemas.microsoft.com/office/infopath/2007/PartnerControls"/>
    <ds:schemaRef ds:uri="http://schemas.microsoft.com/sharepoint/v3"/>
    <ds:schemaRef ds:uri="fd2069cc-00ae-4f60-8ff8-57f81a5b98cd"/>
  </ds:schemaRefs>
</ds:datastoreItem>
</file>

<file path=docProps/app.xml><?xml version="1.0" encoding="utf-8"?>
<Properties xmlns="http://schemas.openxmlformats.org/officeDocument/2006/extended-properties" xmlns:vt="http://schemas.openxmlformats.org/officeDocument/2006/docPropsVTypes">
  <Template>Rapport A4 2007</Template>
  <TotalTime>0</TotalTime>
  <Pages>14</Pages>
  <Words>3932</Words>
  <Characters>21632</Characters>
  <Application>Microsoft Office Word</Application>
  <DocSecurity>0</DocSecurity>
  <Lines>180</Lines>
  <Paragraphs>51</Paragraphs>
  <ScaleCrop>false</ScaleCrop>
  <HeadingPairs>
    <vt:vector size="2" baseType="variant">
      <vt:variant>
        <vt:lpstr>Titel</vt:lpstr>
      </vt:variant>
      <vt:variant>
        <vt:i4>1</vt:i4>
      </vt:variant>
    </vt:vector>
  </HeadingPairs>
  <TitlesOfParts>
    <vt:vector size="1" baseType="lpstr">
      <vt:lpstr>Vragenlijst Ervaringen met reumazorg</vt:lpstr>
    </vt:vector>
  </TitlesOfParts>
  <Company>Broekhuis Solutions</Company>
  <LinksUpToDate>false</LinksUpToDate>
  <CharactersWithSpaces>25513</CharactersWithSpaces>
  <SharedDoc>false</SharedDoc>
  <HLinks>
    <vt:vector size="6" baseType="variant">
      <vt:variant>
        <vt:i4>7667809</vt:i4>
      </vt:variant>
      <vt:variant>
        <vt:i4>-1</vt:i4>
      </vt:variant>
      <vt:variant>
        <vt:i4>1213</vt:i4>
      </vt:variant>
      <vt:variant>
        <vt:i4>1</vt:i4>
      </vt:variant>
      <vt:variant>
        <vt:lpwstr>http://www.hetalternatief.org/Logo%20NIVEL.gif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Vragenlijst Ervaringen met reumazorg</dc:title>
  <dc:subject/>
  <dc:creator>user105</dc:creator>
  <cp:keywords/>
  <dc:description>Versie 1.1</dc:description>
  <cp:lastModifiedBy>Rijk, mw. J. de</cp:lastModifiedBy>
  <cp:revision>2</cp:revision>
  <cp:lastPrinted>2008-12-18T14:24:00Z</cp:lastPrinted>
  <dcterms:created xsi:type="dcterms:W3CDTF">2019-03-25T10:09:00Z</dcterms:created>
  <dcterms:modified xsi:type="dcterms:W3CDTF">2019-03-25T10:09:00Z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aloog">
    <vt:lpwstr>RapportA4</vt:lpwstr>
  </property>
  <property fmtid="{D5CDD505-2E9C-101B-9397-08002B2CF9AE}" pid="3" name="Procedure">
    <vt:lpwstr>RapportA4</vt:lpwstr>
  </property>
  <property fmtid="{D5CDD505-2E9C-101B-9397-08002B2CF9AE}" pid="4" name="Titel">
    <vt:lpwstr>CQ-index Reumatoïde Artritis: onderzoek naar het discriminerend vermogen</vt:lpwstr>
  </property>
  <property fmtid="{D5CDD505-2E9C-101B-9397-08002B2CF9AE}" pid="5" name="Auteurs">
    <vt:lpwstr>L. Koopman_x000d_
J. Rademakers</vt:lpwstr>
  </property>
  <property fmtid="{D5CDD505-2E9C-101B-9397-08002B2CF9AE}" pid="6" name="Jaartal">
    <vt:lpwstr>2008</vt:lpwstr>
  </property>
  <property fmtid="{D5CDD505-2E9C-101B-9397-08002B2CF9AE}" pid="7" name="SubTitel">
    <vt:lpwstr>Kwaliteit van reumazorg vanuit het perspectief van patiënten met reumatoïde artritis</vt:lpwstr>
  </property>
  <property fmtid="{D5CDD505-2E9C-101B-9397-08002B2CF9AE}" pid="8" name="InhoudC">
    <vt:lpwstr>-1</vt:lpwstr>
  </property>
  <property fmtid="{D5CDD505-2E9C-101B-9397-08002B2CF9AE}" pid="9" name="SubTitelC">
    <vt:lpwstr>-1</vt:lpwstr>
  </property>
  <property fmtid="{D5CDD505-2E9C-101B-9397-08002B2CF9AE}" pid="10" name="TitelC">
    <vt:lpwstr>-1</vt:lpwstr>
  </property>
  <property fmtid="{D5CDD505-2E9C-101B-9397-08002B2CF9AE}" pid="11" name="BijlageC">
    <vt:lpwstr>0</vt:lpwstr>
  </property>
  <property fmtid="{D5CDD505-2E9C-101B-9397-08002B2CF9AE}" pid="12" name="Productenmerknamen">
    <vt:lpwstr>&lt;div&gt;&lt;/div&gt;</vt:lpwstr>
  </property>
  <property fmtid="{D5CDD505-2E9C-101B-9397-08002B2CF9AE}" pid="13" name="Ambitiesvoordoorontwikkeling">
    <vt:lpwstr>Opname Register</vt:lpwstr>
  </property>
  <property fmtid="{D5CDD505-2E9C-101B-9397-08002B2CF9AE}" pid="14" name="Financieringsbron">
    <vt:lpwstr>Niet van toepassing</vt:lpwstr>
  </property>
  <property fmtid="{D5CDD505-2E9C-101B-9397-08002B2CF9AE}" pid="15" name="Productenmerknamengenoemd">
    <vt:lpwstr>Niet van toepassing</vt:lpwstr>
  </property>
</Properties>
</file>